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537E" w14:textId="77777777" w:rsidR="008464C6" w:rsidRDefault="008464C6" w:rsidP="005B39CC">
      <w:pPr>
        <w:spacing w:line="360" w:lineRule="auto"/>
        <w:jc w:val="both"/>
        <w:rPr>
          <w:b/>
          <w:lang w:val="et-EE"/>
        </w:rPr>
      </w:pPr>
    </w:p>
    <w:p w14:paraId="3D2B1515" w14:textId="220C8FEC" w:rsidR="00EE0F91" w:rsidRDefault="00EE0F91" w:rsidP="00DE5ED4">
      <w:pPr>
        <w:spacing w:line="276" w:lineRule="auto"/>
        <w:jc w:val="both"/>
        <w:rPr>
          <w:b/>
          <w:lang w:val="et-EE"/>
        </w:rPr>
      </w:pPr>
      <w:r>
        <w:rPr>
          <w:b/>
          <w:lang w:val="et-EE"/>
        </w:rPr>
        <w:t>Lugupeetud hr. Andres Sutt</w:t>
      </w:r>
    </w:p>
    <w:p w14:paraId="4C22F843" w14:textId="74BCC728" w:rsidR="00EE0F91" w:rsidRDefault="00EE0F91" w:rsidP="00DE5ED4">
      <w:pPr>
        <w:spacing w:line="276" w:lineRule="auto"/>
        <w:jc w:val="both"/>
        <w:rPr>
          <w:b/>
          <w:lang w:val="et-EE"/>
        </w:rPr>
      </w:pPr>
      <w:r>
        <w:rPr>
          <w:b/>
          <w:lang w:val="et-EE"/>
        </w:rPr>
        <w:t>Energeetika- ja keskkonnaminister</w:t>
      </w:r>
    </w:p>
    <w:p w14:paraId="50E6D9CC" w14:textId="508523DF" w:rsidR="00EE0F91" w:rsidRDefault="00EE0F91" w:rsidP="00DE5ED4">
      <w:pPr>
        <w:spacing w:line="276" w:lineRule="auto"/>
        <w:jc w:val="both"/>
        <w:rPr>
          <w:b/>
          <w:lang w:val="et-EE"/>
        </w:rPr>
      </w:pPr>
      <w:r>
        <w:rPr>
          <w:b/>
          <w:lang w:val="et-EE"/>
        </w:rPr>
        <w:t>Kliimaministeerium</w:t>
      </w:r>
    </w:p>
    <w:p w14:paraId="4E150828" w14:textId="15B3322F" w:rsidR="00EE0F91" w:rsidRDefault="00EE0F91" w:rsidP="00DE5ED4">
      <w:pPr>
        <w:spacing w:line="276" w:lineRule="auto"/>
        <w:jc w:val="both"/>
        <w:rPr>
          <w:b/>
          <w:lang w:val="et-EE"/>
        </w:rPr>
      </w:pPr>
      <w:r>
        <w:rPr>
          <w:b/>
          <w:lang w:val="et-EE"/>
        </w:rPr>
        <w:t>Suur-Ameerika 1</w:t>
      </w:r>
    </w:p>
    <w:p w14:paraId="7661DA75" w14:textId="60A59B4E" w:rsidR="00EE0F91" w:rsidRDefault="00EE0F91" w:rsidP="00DE5ED4">
      <w:pPr>
        <w:spacing w:line="276" w:lineRule="auto"/>
        <w:jc w:val="both"/>
        <w:rPr>
          <w:b/>
          <w:lang w:val="et-EE"/>
        </w:rPr>
      </w:pPr>
      <w:r>
        <w:rPr>
          <w:b/>
          <w:lang w:val="et-EE"/>
        </w:rPr>
        <w:t>Tallinn 101222</w:t>
      </w:r>
    </w:p>
    <w:p w14:paraId="134086C2" w14:textId="001B40F7" w:rsidR="008A02E3" w:rsidRPr="00D1109A" w:rsidRDefault="007450DD" w:rsidP="00DE5ED4">
      <w:pPr>
        <w:spacing w:line="276" w:lineRule="auto"/>
        <w:ind w:left="5760"/>
        <w:jc w:val="right"/>
        <w:rPr>
          <w:bCs/>
          <w:lang w:val="nb-NO"/>
        </w:rPr>
      </w:pPr>
      <w:r>
        <w:rPr>
          <w:bCs/>
          <w:lang w:val="et-EE"/>
        </w:rPr>
        <w:tab/>
      </w:r>
    </w:p>
    <w:p w14:paraId="44FD07F0" w14:textId="2D7E78AD" w:rsidR="007450DD" w:rsidRDefault="007450DD" w:rsidP="00DE5ED4">
      <w:pPr>
        <w:spacing w:line="276" w:lineRule="auto"/>
        <w:jc w:val="both"/>
        <w:rPr>
          <w:bCs/>
          <w:lang w:val="et-EE"/>
        </w:rPr>
      </w:pPr>
    </w:p>
    <w:p w14:paraId="16607243" w14:textId="6C221F7F" w:rsidR="007450DD" w:rsidRDefault="00A514BE" w:rsidP="00DE5ED4">
      <w:pPr>
        <w:spacing w:line="276" w:lineRule="auto"/>
        <w:jc w:val="both"/>
        <w:rPr>
          <w:bCs/>
          <w:lang w:val="et-EE"/>
        </w:rPr>
      </w:pPr>
      <w:r>
        <w:rPr>
          <w:bCs/>
          <w:lang w:val="et-EE"/>
        </w:rPr>
        <w:t>Koopia</w:t>
      </w:r>
      <w:r w:rsidR="007450DD">
        <w:rPr>
          <w:bCs/>
          <w:lang w:val="et-EE"/>
        </w:rPr>
        <w:t xml:space="preserve">: Justiits- ja </w:t>
      </w:r>
      <w:r w:rsidR="00D31A88">
        <w:rPr>
          <w:bCs/>
          <w:lang w:val="et-EE"/>
        </w:rPr>
        <w:t>D</w:t>
      </w:r>
      <w:r w:rsidR="007450DD">
        <w:rPr>
          <w:bCs/>
          <w:lang w:val="et-EE"/>
        </w:rPr>
        <w:t>igiministeerium</w:t>
      </w:r>
    </w:p>
    <w:p w14:paraId="07751650" w14:textId="741F4664" w:rsidR="00A32DED" w:rsidRDefault="00ED7FD8" w:rsidP="00DE5ED4">
      <w:pPr>
        <w:spacing w:line="276" w:lineRule="auto"/>
        <w:jc w:val="both"/>
        <w:rPr>
          <w:bCs/>
          <w:lang w:val="et-EE"/>
        </w:rPr>
      </w:pPr>
      <w:r>
        <w:rPr>
          <w:bCs/>
          <w:lang w:val="et-EE"/>
        </w:rPr>
        <w:tab/>
      </w:r>
      <w:r w:rsidR="00A32DED">
        <w:rPr>
          <w:bCs/>
          <w:lang w:val="et-EE"/>
        </w:rPr>
        <w:t xml:space="preserve">Majandus- ja </w:t>
      </w:r>
      <w:r w:rsidR="00D31A88">
        <w:rPr>
          <w:bCs/>
          <w:lang w:val="et-EE"/>
        </w:rPr>
        <w:t>Kommunikatsioonim</w:t>
      </w:r>
      <w:r w:rsidR="00D409EB">
        <w:rPr>
          <w:bCs/>
          <w:lang w:val="et-EE"/>
        </w:rPr>
        <w:t>i</w:t>
      </w:r>
      <w:r w:rsidR="00D31A88">
        <w:rPr>
          <w:bCs/>
          <w:lang w:val="et-EE"/>
        </w:rPr>
        <w:t>nisteerium</w:t>
      </w:r>
    </w:p>
    <w:p w14:paraId="76A1883B" w14:textId="6EDC62E3" w:rsidR="005E53AB" w:rsidRDefault="00ED7FD8" w:rsidP="00DE5ED4">
      <w:pPr>
        <w:spacing w:line="276" w:lineRule="auto"/>
        <w:jc w:val="both"/>
        <w:rPr>
          <w:bCs/>
          <w:lang w:val="et-EE"/>
        </w:rPr>
      </w:pPr>
      <w:r>
        <w:rPr>
          <w:bCs/>
          <w:lang w:val="et-EE"/>
        </w:rPr>
        <w:tab/>
      </w:r>
      <w:r w:rsidR="005E53AB">
        <w:rPr>
          <w:bCs/>
          <w:lang w:val="et-EE"/>
        </w:rPr>
        <w:t>Sotsiaalministeerium</w:t>
      </w:r>
    </w:p>
    <w:p w14:paraId="256E0A16" w14:textId="17CA8259" w:rsidR="008D06C1" w:rsidRDefault="00ED7FD8" w:rsidP="00DE5ED4">
      <w:pPr>
        <w:spacing w:line="276" w:lineRule="auto"/>
        <w:jc w:val="both"/>
        <w:rPr>
          <w:bCs/>
          <w:lang w:val="et-EE"/>
        </w:rPr>
      </w:pPr>
      <w:r>
        <w:rPr>
          <w:bCs/>
          <w:lang w:val="et-EE"/>
        </w:rPr>
        <w:tab/>
      </w:r>
      <w:r w:rsidR="00897744">
        <w:rPr>
          <w:bCs/>
          <w:lang w:val="et-EE"/>
        </w:rPr>
        <w:t>Eesti Vabariigi Õiguskantsler</w:t>
      </w:r>
    </w:p>
    <w:p w14:paraId="2757837A" w14:textId="77777777" w:rsidR="007450DD" w:rsidRDefault="007450DD" w:rsidP="00DE5ED4">
      <w:pPr>
        <w:spacing w:line="276" w:lineRule="auto"/>
        <w:ind w:left="5760"/>
        <w:jc w:val="both"/>
        <w:rPr>
          <w:bCs/>
          <w:lang w:val="et-EE"/>
        </w:rPr>
      </w:pPr>
    </w:p>
    <w:p w14:paraId="45855896" w14:textId="3098000D" w:rsidR="00D1109A" w:rsidRDefault="00845550" w:rsidP="00DE5ED4">
      <w:pPr>
        <w:spacing w:line="276" w:lineRule="auto"/>
        <w:jc w:val="right"/>
        <w:rPr>
          <w:b/>
          <w:lang w:val="et-EE"/>
        </w:rPr>
      </w:pPr>
      <w:r>
        <w:rPr>
          <w:bCs/>
          <w:lang w:val="et-EE"/>
        </w:rPr>
        <w:t>0</w:t>
      </w:r>
      <w:r w:rsidR="0077473F">
        <w:rPr>
          <w:bCs/>
          <w:lang w:val="et-EE"/>
        </w:rPr>
        <w:t>4</w:t>
      </w:r>
      <w:r w:rsidR="00F84A4F" w:rsidRPr="005B39CC">
        <w:rPr>
          <w:bCs/>
          <w:lang w:val="et-EE"/>
        </w:rPr>
        <w:t>.</w:t>
      </w:r>
      <w:r w:rsidR="008E0C1A">
        <w:rPr>
          <w:bCs/>
          <w:lang w:val="et-EE"/>
        </w:rPr>
        <w:t>1</w:t>
      </w:r>
      <w:r w:rsidR="00656BF4">
        <w:rPr>
          <w:bCs/>
          <w:lang w:val="et-EE"/>
        </w:rPr>
        <w:t>1</w:t>
      </w:r>
      <w:r w:rsidR="00F84A4F" w:rsidRPr="005B39CC">
        <w:rPr>
          <w:bCs/>
          <w:lang w:val="et-EE"/>
        </w:rPr>
        <w:t>.20</w:t>
      </w:r>
      <w:r w:rsidR="00F84A4F">
        <w:rPr>
          <w:bCs/>
          <w:lang w:val="et-EE"/>
        </w:rPr>
        <w:t>2</w:t>
      </w:r>
      <w:r w:rsidR="00D134E2">
        <w:rPr>
          <w:bCs/>
          <w:lang w:val="et-EE"/>
        </w:rPr>
        <w:t>5</w:t>
      </w:r>
      <w:r w:rsidR="00F84A4F" w:rsidRPr="005B39CC">
        <w:rPr>
          <w:bCs/>
          <w:lang w:val="et-EE"/>
        </w:rPr>
        <w:t xml:space="preserve"> nr </w:t>
      </w:r>
      <w:r w:rsidR="00A8267B" w:rsidRPr="004E7DF5">
        <w:rPr>
          <w:bCs/>
          <w:lang w:val="nb-NO"/>
        </w:rPr>
        <w:t>KL-</w:t>
      </w:r>
      <w:r w:rsidR="00474C1C" w:rsidRPr="00474C1C">
        <w:rPr>
          <w:bCs/>
          <w:lang w:val="nb-NO"/>
        </w:rPr>
        <w:t>KL 11</w:t>
      </w:r>
      <w:r w:rsidR="00DB6637">
        <w:rPr>
          <w:bCs/>
          <w:lang w:val="nb-NO"/>
        </w:rPr>
        <w:t>6</w:t>
      </w:r>
      <w:r w:rsidR="00474C1C" w:rsidRPr="00474C1C">
        <w:rPr>
          <w:bCs/>
          <w:lang w:val="nb-NO"/>
        </w:rPr>
        <w:t>-25</w:t>
      </w:r>
    </w:p>
    <w:p w14:paraId="45E6CE76" w14:textId="77777777" w:rsidR="008A02E3" w:rsidRDefault="008A02E3" w:rsidP="00DE5ED4">
      <w:pPr>
        <w:spacing w:line="276" w:lineRule="auto"/>
        <w:rPr>
          <w:b/>
          <w:lang w:val="et-EE"/>
        </w:rPr>
      </w:pPr>
    </w:p>
    <w:p w14:paraId="0301CC86" w14:textId="77777777" w:rsidR="00BA155C" w:rsidRDefault="00BA155C" w:rsidP="00DE5ED4">
      <w:pPr>
        <w:spacing w:line="276" w:lineRule="auto"/>
        <w:rPr>
          <w:b/>
          <w:lang w:val="et-EE"/>
        </w:rPr>
      </w:pPr>
    </w:p>
    <w:p w14:paraId="4C298652" w14:textId="52224CC0" w:rsidR="007776F9" w:rsidRDefault="00073FE1" w:rsidP="00DE5ED4">
      <w:pPr>
        <w:spacing w:line="276" w:lineRule="auto"/>
        <w:rPr>
          <w:b/>
          <w:lang w:val="et-EE"/>
        </w:rPr>
      </w:pPr>
      <w:r>
        <w:rPr>
          <w:b/>
          <w:lang w:val="et-EE"/>
        </w:rPr>
        <w:t>K</w:t>
      </w:r>
      <w:r w:rsidR="00C22B2F">
        <w:rPr>
          <w:b/>
          <w:lang w:val="et-EE"/>
        </w:rPr>
        <w:t>odumajapidamiste</w:t>
      </w:r>
      <w:r w:rsidR="00893724">
        <w:rPr>
          <w:b/>
          <w:lang w:val="et-EE"/>
        </w:rPr>
        <w:t xml:space="preserve"> ebavõrd</w:t>
      </w:r>
      <w:r w:rsidR="00831F4C">
        <w:rPr>
          <w:b/>
          <w:lang w:val="et-EE"/>
        </w:rPr>
        <w:t>sest</w:t>
      </w:r>
      <w:r w:rsidR="00893724">
        <w:rPr>
          <w:b/>
          <w:lang w:val="et-EE"/>
        </w:rPr>
        <w:t xml:space="preserve"> kohtlemi</w:t>
      </w:r>
      <w:r w:rsidR="00831F4C">
        <w:rPr>
          <w:b/>
          <w:lang w:val="et-EE"/>
        </w:rPr>
        <w:t>sest</w:t>
      </w:r>
      <w:r w:rsidR="001B1623">
        <w:rPr>
          <w:b/>
          <w:lang w:val="et-EE"/>
        </w:rPr>
        <w:t xml:space="preserve"> </w:t>
      </w:r>
      <w:r>
        <w:rPr>
          <w:b/>
          <w:lang w:val="et-EE"/>
        </w:rPr>
        <w:t>sooja</w:t>
      </w:r>
      <w:r w:rsidR="00CD0CCA">
        <w:rPr>
          <w:b/>
          <w:lang w:val="et-EE"/>
        </w:rPr>
        <w:t>majanduses</w:t>
      </w:r>
    </w:p>
    <w:p w14:paraId="05D70CFC" w14:textId="77777777" w:rsidR="00D1109A" w:rsidRDefault="00D1109A" w:rsidP="00DE5ED4">
      <w:pPr>
        <w:spacing w:line="276" w:lineRule="auto"/>
        <w:jc w:val="both"/>
        <w:rPr>
          <w:b/>
          <w:lang w:val="et-EE"/>
        </w:rPr>
      </w:pPr>
    </w:p>
    <w:p w14:paraId="38616C41" w14:textId="77777777" w:rsidR="00BA155C" w:rsidRDefault="00BA155C" w:rsidP="00DE5ED4">
      <w:pPr>
        <w:spacing w:line="276" w:lineRule="auto"/>
        <w:jc w:val="both"/>
        <w:rPr>
          <w:b/>
          <w:lang w:val="et-EE"/>
        </w:rPr>
      </w:pPr>
    </w:p>
    <w:p w14:paraId="4037251F" w14:textId="07AD0104" w:rsidR="0079190D" w:rsidRDefault="00374605" w:rsidP="00DE5ED4">
      <w:pPr>
        <w:spacing w:after="120" w:line="276" w:lineRule="auto"/>
        <w:jc w:val="both"/>
        <w:rPr>
          <w:bCs/>
          <w:lang w:val="et-EE"/>
        </w:rPr>
      </w:pPr>
      <w:r>
        <w:rPr>
          <w:bCs/>
          <w:lang w:val="et-EE"/>
        </w:rPr>
        <w:t>Austatud</w:t>
      </w:r>
      <w:r w:rsidR="00A5142D">
        <w:rPr>
          <w:bCs/>
          <w:lang w:val="et-EE"/>
        </w:rPr>
        <w:t xml:space="preserve"> e</w:t>
      </w:r>
      <w:r w:rsidR="00A5142D" w:rsidRPr="00A5142D">
        <w:rPr>
          <w:bCs/>
          <w:lang w:val="et-EE"/>
        </w:rPr>
        <w:t>nergeetika- ja keskkonnaminister Andres Sutt</w:t>
      </w:r>
      <w:r w:rsidR="00EE0F91">
        <w:rPr>
          <w:bCs/>
          <w:lang w:val="et-EE"/>
        </w:rPr>
        <w:t>,</w:t>
      </w:r>
      <w:r w:rsidR="00283812">
        <w:rPr>
          <w:bCs/>
          <w:lang w:val="et-EE"/>
        </w:rPr>
        <w:t xml:space="preserve"> </w:t>
      </w:r>
      <w:r w:rsidR="00D55070" w:rsidRPr="0068464C">
        <w:rPr>
          <w:bCs/>
          <w:lang w:val="et-EE"/>
        </w:rPr>
        <w:t>Eesti Om</w:t>
      </w:r>
      <w:r w:rsidR="0068464C" w:rsidRPr="0068464C">
        <w:rPr>
          <w:bCs/>
          <w:lang w:val="et-EE"/>
        </w:rPr>
        <w:t>an</w:t>
      </w:r>
      <w:r w:rsidR="00D55070" w:rsidRPr="0068464C">
        <w:rPr>
          <w:bCs/>
          <w:lang w:val="et-EE"/>
        </w:rPr>
        <w:t>ike Kesklii</w:t>
      </w:r>
      <w:r w:rsidR="00D87126">
        <w:rPr>
          <w:bCs/>
          <w:lang w:val="et-EE"/>
        </w:rPr>
        <w:t>t</w:t>
      </w:r>
      <w:r w:rsidR="0068464C" w:rsidRPr="0068464C">
        <w:rPr>
          <w:bCs/>
          <w:lang w:val="et-EE"/>
        </w:rPr>
        <w:t xml:space="preserve"> (EOKL)</w:t>
      </w:r>
      <w:r w:rsidR="00D87126">
        <w:rPr>
          <w:bCs/>
          <w:lang w:val="et-EE"/>
        </w:rPr>
        <w:t xml:space="preserve"> </w:t>
      </w:r>
      <w:r w:rsidR="009374CB">
        <w:rPr>
          <w:bCs/>
          <w:lang w:val="et-EE"/>
        </w:rPr>
        <w:t>pöördub Teie poole seoses</w:t>
      </w:r>
      <w:r w:rsidR="00A3104B">
        <w:rPr>
          <w:bCs/>
          <w:lang w:val="et-EE"/>
        </w:rPr>
        <w:t xml:space="preserve"> kaugkütteseaduse</w:t>
      </w:r>
      <w:r w:rsidR="00B50557">
        <w:rPr>
          <w:bCs/>
          <w:lang w:val="et-EE"/>
        </w:rPr>
        <w:t xml:space="preserve"> (KKütS)</w:t>
      </w:r>
      <w:r w:rsidR="00DB6C7A">
        <w:rPr>
          <w:bCs/>
          <w:lang w:val="et-EE"/>
        </w:rPr>
        <w:t xml:space="preserve"> muutmise kavatsusega</w:t>
      </w:r>
      <w:r w:rsidR="00010337">
        <w:rPr>
          <w:bCs/>
          <w:lang w:val="et-EE"/>
        </w:rPr>
        <w:t>, mida tutvustas</w:t>
      </w:r>
      <w:r w:rsidR="005B2783">
        <w:rPr>
          <w:bCs/>
          <w:lang w:val="et-EE"/>
        </w:rPr>
        <w:t xml:space="preserve"> </w:t>
      </w:r>
      <w:r w:rsidR="009A2040" w:rsidRPr="00551CA0">
        <w:rPr>
          <w:bCs/>
          <w:lang w:val="et-EE"/>
        </w:rPr>
        <w:t>Kliimaministeeriumi</w:t>
      </w:r>
      <w:r w:rsidR="00551CA0">
        <w:rPr>
          <w:bCs/>
          <w:lang w:val="et-EE"/>
        </w:rPr>
        <w:t xml:space="preserve"> </w:t>
      </w:r>
      <w:r w:rsidR="00551CA0" w:rsidRPr="00551CA0">
        <w:rPr>
          <w:bCs/>
          <w:lang w:val="et-EE"/>
        </w:rPr>
        <w:t>soojus- ja jahutusmajanduse ekspert</w:t>
      </w:r>
      <w:r w:rsidR="00B07846">
        <w:rPr>
          <w:bCs/>
          <w:lang w:val="et-EE"/>
        </w:rPr>
        <w:t xml:space="preserve"> Aleks Mark</w:t>
      </w:r>
      <w:r w:rsidR="00E65523" w:rsidRPr="00E65523">
        <w:rPr>
          <w:bCs/>
          <w:lang w:val="et-EE"/>
        </w:rPr>
        <w:t xml:space="preserve"> </w:t>
      </w:r>
      <w:r w:rsidR="00122869">
        <w:rPr>
          <w:bCs/>
          <w:lang w:val="et-EE"/>
        </w:rPr>
        <w:t xml:space="preserve">16.10.2025 toimunud </w:t>
      </w:r>
      <w:r w:rsidR="00E65523">
        <w:rPr>
          <w:bCs/>
          <w:lang w:val="et-EE"/>
        </w:rPr>
        <w:t>EOKL volikogu</w:t>
      </w:r>
      <w:r w:rsidR="00122869">
        <w:rPr>
          <w:bCs/>
          <w:lang w:val="et-EE"/>
        </w:rPr>
        <w:t xml:space="preserve"> istungil</w:t>
      </w:r>
      <w:r w:rsidR="00551CA0">
        <w:rPr>
          <w:bCs/>
          <w:lang w:val="et-EE"/>
        </w:rPr>
        <w:t>.</w:t>
      </w:r>
      <w:r w:rsidR="004B43E0">
        <w:rPr>
          <w:bCs/>
          <w:lang w:val="et-EE"/>
        </w:rPr>
        <w:t xml:space="preserve"> </w:t>
      </w:r>
      <w:r w:rsidR="001234F5">
        <w:rPr>
          <w:bCs/>
          <w:lang w:val="et-EE"/>
        </w:rPr>
        <w:t>J</w:t>
      </w:r>
      <w:r w:rsidR="004B43E0">
        <w:rPr>
          <w:bCs/>
          <w:lang w:val="et-EE"/>
        </w:rPr>
        <w:t>agatud</w:t>
      </w:r>
      <w:r w:rsidR="005D45EF">
        <w:rPr>
          <w:bCs/>
          <w:lang w:val="et-EE"/>
        </w:rPr>
        <w:t xml:space="preserve"> </w:t>
      </w:r>
      <w:r w:rsidR="004B43E0">
        <w:rPr>
          <w:bCs/>
          <w:lang w:val="et-EE"/>
        </w:rPr>
        <w:t>i</w:t>
      </w:r>
      <w:r w:rsidR="00551CA0">
        <w:rPr>
          <w:bCs/>
          <w:lang w:val="et-EE"/>
        </w:rPr>
        <w:t>nfo</w:t>
      </w:r>
      <w:r w:rsidR="000F1C4B">
        <w:rPr>
          <w:bCs/>
          <w:lang w:val="et-EE"/>
        </w:rPr>
        <w:t xml:space="preserve"> kohaselt</w:t>
      </w:r>
      <w:r w:rsidR="004B43E0">
        <w:rPr>
          <w:bCs/>
          <w:lang w:val="et-EE"/>
        </w:rPr>
        <w:t xml:space="preserve"> </w:t>
      </w:r>
      <w:r w:rsidR="00561901">
        <w:rPr>
          <w:bCs/>
          <w:lang w:val="et-EE"/>
        </w:rPr>
        <w:t>soovib</w:t>
      </w:r>
      <w:r w:rsidR="001234F5">
        <w:rPr>
          <w:bCs/>
          <w:lang w:val="et-EE"/>
        </w:rPr>
        <w:t xml:space="preserve"> ministeerium</w:t>
      </w:r>
      <w:r w:rsidR="00E0253F">
        <w:rPr>
          <w:bCs/>
          <w:lang w:val="et-EE"/>
        </w:rPr>
        <w:t xml:space="preserve"> </w:t>
      </w:r>
      <w:r w:rsidR="00753F95">
        <w:rPr>
          <w:bCs/>
          <w:lang w:val="et-EE"/>
        </w:rPr>
        <w:t xml:space="preserve"> KKütS </w:t>
      </w:r>
      <w:r w:rsidR="00753F95" w:rsidRPr="00753F95">
        <w:rPr>
          <w:bCs/>
          <w:lang w:val="et-EE"/>
        </w:rPr>
        <w:t>§ 4</w:t>
      </w:r>
      <w:r w:rsidR="00753F95">
        <w:rPr>
          <w:bCs/>
          <w:lang w:val="et-EE"/>
        </w:rPr>
        <w:t xml:space="preserve"> lg-s </w:t>
      </w:r>
      <w:r w:rsidR="00753F95" w:rsidRPr="00753F95">
        <w:rPr>
          <w:bCs/>
          <w:lang w:val="et-EE"/>
        </w:rPr>
        <w:t>4</w:t>
      </w:r>
      <w:r w:rsidR="004512C2">
        <w:rPr>
          <w:bCs/>
          <w:lang w:val="et-EE"/>
        </w:rPr>
        <w:t xml:space="preserve"> sätestatud tõhusa kaugkütte võrgupiirkonna</w:t>
      </w:r>
      <w:r w:rsidR="00DC084D">
        <w:rPr>
          <w:bCs/>
          <w:lang w:val="et-EE"/>
        </w:rPr>
        <w:t xml:space="preserve"> (</w:t>
      </w:r>
      <w:commentRangeStart w:id="0"/>
      <w:r w:rsidR="00DC084D">
        <w:rPr>
          <w:bCs/>
          <w:lang w:val="et-EE"/>
        </w:rPr>
        <w:t>KVP</w:t>
      </w:r>
      <w:commentRangeEnd w:id="0"/>
      <w:r w:rsidR="00FC1A2A">
        <w:rPr>
          <w:rStyle w:val="CommentReference"/>
        </w:rPr>
        <w:commentReference w:id="0"/>
      </w:r>
      <w:r w:rsidR="00DC084D">
        <w:rPr>
          <w:bCs/>
          <w:lang w:val="et-EE"/>
        </w:rPr>
        <w:t>)</w:t>
      </w:r>
      <w:r w:rsidR="005B2783">
        <w:rPr>
          <w:bCs/>
          <w:lang w:val="et-EE"/>
        </w:rPr>
        <w:t xml:space="preserve"> </w:t>
      </w:r>
      <w:r w:rsidR="008F32F4">
        <w:rPr>
          <w:bCs/>
          <w:lang w:val="et-EE"/>
        </w:rPr>
        <w:t>regulatsiooni</w:t>
      </w:r>
      <w:r w:rsidR="00561901">
        <w:rPr>
          <w:bCs/>
          <w:lang w:val="et-EE"/>
        </w:rPr>
        <w:t xml:space="preserve"> </w:t>
      </w:r>
      <w:r w:rsidR="008F4AF7">
        <w:rPr>
          <w:bCs/>
          <w:lang w:val="et-EE"/>
        </w:rPr>
        <w:t>täiendamist</w:t>
      </w:r>
      <w:r w:rsidR="005D45EF">
        <w:rPr>
          <w:bCs/>
          <w:lang w:val="et-EE"/>
        </w:rPr>
        <w:t>,</w:t>
      </w:r>
      <w:r w:rsidR="00162BA7">
        <w:rPr>
          <w:bCs/>
          <w:lang w:val="et-EE"/>
        </w:rPr>
        <w:t xml:space="preserve"> lisa</w:t>
      </w:r>
      <w:r w:rsidR="00E831AA">
        <w:rPr>
          <w:bCs/>
          <w:lang w:val="et-EE"/>
        </w:rPr>
        <w:t>des</w:t>
      </w:r>
      <w:r w:rsidR="008E6FB2">
        <w:rPr>
          <w:bCs/>
          <w:lang w:val="et-EE"/>
        </w:rPr>
        <w:t xml:space="preserve"> sellele</w:t>
      </w:r>
      <w:r w:rsidR="00962AB2">
        <w:rPr>
          <w:bCs/>
          <w:lang w:val="et-EE"/>
        </w:rPr>
        <w:t xml:space="preserve"> </w:t>
      </w:r>
      <w:r w:rsidR="0010576B">
        <w:rPr>
          <w:bCs/>
          <w:lang w:val="et-EE"/>
        </w:rPr>
        <w:t>taskukohase</w:t>
      </w:r>
      <w:r w:rsidR="003F1B4C">
        <w:rPr>
          <w:bCs/>
          <w:lang w:val="et-EE"/>
        </w:rPr>
        <w:t xml:space="preserve"> hinnatase</w:t>
      </w:r>
      <w:r w:rsidR="0010576B">
        <w:rPr>
          <w:bCs/>
          <w:lang w:val="et-EE"/>
        </w:rPr>
        <w:t>me  nõude</w:t>
      </w:r>
      <w:r w:rsidR="00F60AE8">
        <w:rPr>
          <w:bCs/>
          <w:lang w:val="et-EE"/>
        </w:rPr>
        <w:t>.</w:t>
      </w:r>
      <w:r w:rsidR="002633F3">
        <w:rPr>
          <w:bCs/>
          <w:lang w:val="et-EE"/>
        </w:rPr>
        <w:t xml:space="preserve"> M</w:t>
      </w:r>
      <w:r w:rsidR="003A7E39">
        <w:rPr>
          <w:bCs/>
          <w:lang w:val="et-EE"/>
        </w:rPr>
        <w:t>arki</w:t>
      </w:r>
      <w:r w:rsidR="002A4020">
        <w:rPr>
          <w:bCs/>
          <w:lang w:val="et-EE"/>
        </w:rPr>
        <w:t xml:space="preserve"> </w:t>
      </w:r>
      <w:r w:rsidR="003A7E39">
        <w:rPr>
          <w:bCs/>
          <w:lang w:val="et-EE"/>
        </w:rPr>
        <w:t>sõnul</w:t>
      </w:r>
      <w:r w:rsidR="002633F3">
        <w:rPr>
          <w:bCs/>
          <w:lang w:val="et-EE"/>
        </w:rPr>
        <w:t xml:space="preserve"> </w:t>
      </w:r>
      <w:r w:rsidR="00E9493B">
        <w:rPr>
          <w:bCs/>
          <w:lang w:val="et-EE"/>
        </w:rPr>
        <w:t>on muudatuse mõt</w:t>
      </w:r>
      <w:r w:rsidR="004D160D">
        <w:rPr>
          <w:bCs/>
          <w:lang w:val="et-EE"/>
        </w:rPr>
        <w:t>teks vabastada</w:t>
      </w:r>
      <w:r w:rsidR="00DD4B02">
        <w:rPr>
          <w:bCs/>
          <w:lang w:val="et-EE"/>
        </w:rPr>
        <w:t xml:space="preserve"> </w:t>
      </w:r>
      <w:r w:rsidR="00617972">
        <w:rPr>
          <w:bCs/>
          <w:lang w:val="et-EE"/>
        </w:rPr>
        <w:t>sooja</w:t>
      </w:r>
      <w:r w:rsidR="00DD4B02">
        <w:rPr>
          <w:bCs/>
          <w:lang w:val="et-EE"/>
        </w:rPr>
        <w:t>tarbij</w:t>
      </w:r>
      <w:r w:rsidR="002F4A0C">
        <w:rPr>
          <w:bCs/>
          <w:lang w:val="et-EE"/>
        </w:rPr>
        <w:t>a</w:t>
      </w:r>
      <w:r w:rsidR="001A56B2">
        <w:rPr>
          <w:bCs/>
          <w:lang w:val="et-EE"/>
        </w:rPr>
        <w:t xml:space="preserve"> ebamõistlikult kalli KVP</w:t>
      </w:r>
      <w:r w:rsidR="00E608CF">
        <w:rPr>
          <w:bCs/>
          <w:lang w:val="et-EE"/>
        </w:rPr>
        <w:t xml:space="preserve"> teenuse</w:t>
      </w:r>
      <w:r w:rsidR="008E6FB2">
        <w:rPr>
          <w:bCs/>
          <w:lang w:val="et-EE"/>
        </w:rPr>
        <w:t xml:space="preserve"> tarbimise kohustusest</w:t>
      </w:r>
      <w:r w:rsidR="00E608CF">
        <w:rPr>
          <w:bCs/>
          <w:lang w:val="et-EE"/>
        </w:rPr>
        <w:t>.</w:t>
      </w:r>
      <w:r w:rsidR="0079190D">
        <w:rPr>
          <w:bCs/>
          <w:lang w:val="et-EE"/>
        </w:rPr>
        <w:t xml:space="preserve"> </w:t>
      </w:r>
    </w:p>
    <w:p w14:paraId="1C7E21E3" w14:textId="376F9FF8" w:rsidR="00A360F0" w:rsidRDefault="00161243" w:rsidP="00DE5ED4">
      <w:pPr>
        <w:spacing w:after="120" w:line="276" w:lineRule="auto"/>
        <w:jc w:val="both"/>
        <w:rPr>
          <w:bCs/>
          <w:lang w:val="et-EE"/>
        </w:rPr>
      </w:pPr>
      <w:r w:rsidRPr="00A360F0">
        <w:rPr>
          <w:b/>
          <w:lang w:val="et-EE"/>
        </w:rPr>
        <w:t xml:space="preserve">EOKL </w:t>
      </w:r>
      <w:r w:rsidR="001A1228" w:rsidRPr="00A360F0">
        <w:rPr>
          <w:b/>
          <w:lang w:val="et-EE"/>
        </w:rPr>
        <w:t>märgib</w:t>
      </w:r>
      <w:r w:rsidRPr="00A360F0">
        <w:rPr>
          <w:b/>
          <w:lang w:val="et-EE"/>
        </w:rPr>
        <w:t xml:space="preserve"> </w:t>
      </w:r>
      <w:r w:rsidR="00471727" w:rsidRPr="00A360F0">
        <w:rPr>
          <w:b/>
          <w:lang w:val="et-EE"/>
        </w:rPr>
        <w:t>eeltooduga</w:t>
      </w:r>
      <w:r w:rsidRPr="00A360F0">
        <w:rPr>
          <w:b/>
          <w:lang w:val="et-EE"/>
        </w:rPr>
        <w:t xml:space="preserve"> seose</w:t>
      </w:r>
      <w:r w:rsidR="001A1228" w:rsidRPr="00A360F0">
        <w:rPr>
          <w:b/>
          <w:lang w:val="et-EE"/>
        </w:rPr>
        <w:t>s</w:t>
      </w:r>
      <w:r w:rsidR="00EE7579" w:rsidRPr="00A360F0">
        <w:rPr>
          <w:b/>
          <w:lang w:val="et-EE"/>
        </w:rPr>
        <w:t>, et</w:t>
      </w:r>
      <w:r w:rsidR="0080475A" w:rsidRPr="00A360F0">
        <w:rPr>
          <w:b/>
          <w:lang w:val="et-EE"/>
        </w:rPr>
        <w:t xml:space="preserve"> kõigil</w:t>
      </w:r>
      <w:r w:rsidR="00EE7579" w:rsidRPr="00A360F0">
        <w:rPr>
          <w:b/>
          <w:lang w:val="et-EE"/>
        </w:rPr>
        <w:t xml:space="preserve"> tarbijatel </w:t>
      </w:r>
      <w:r w:rsidR="00935C8C" w:rsidRPr="00A360F0">
        <w:rPr>
          <w:b/>
          <w:lang w:val="et-EE"/>
        </w:rPr>
        <w:t>ei ole</w:t>
      </w:r>
      <w:r w:rsidR="00EE7579" w:rsidRPr="00A360F0">
        <w:rPr>
          <w:b/>
          <w:lang w:val="et-EE"/>
        </w:rPr>
        <w:t xml:space="preserve"> </w:t>
      </w:r>
      <w:r w:rsidR="000F5188" w:rsidRPr="00A360F0">
        <w:rPr>
          <w:b/>
          <w:lang w:val="et-EE"/>
        </w:rPr>
        <w:t>võimalik mõistliku investeeringu</w:t>
      </w:r>
      <w:r w:rsidR="00E231AA" w:rsidRPr="00A360F0">
        <w:rPr>
          <w:b/>
          <w:lang w:val="et-EE"/>
        </w:rPr>
        <w:t xml:space="preserve"> juures</w:t>
      </w:r>
      <w:r w:rsidR="00D134F7" w:rsidRPr="00A360F0">
        <w:rPr>
          <w:b/>
          <w:lang w:val="et-EE"/>
        </w:rPr>
        <w:t xml:space="preserve"> </w:t>
      </w:r>
      <w:r w:rsidR="002E408B" w:rsidRPr="00A360F0">
        <w:rPr>
          <w:b/>
          <w:lang w:val="et-EE"/>
        </w:rPr>
        <w:t>KVP-st lahkuda</w:t>
      </w:r>
      <w:r w:rsidR="00E231AA" w:rsidRPr="00A360F0">
        <w:rPr>
          <w:b/>
          <w:lang w:val="et-EE"/>
        </w:rPr>
        <w:t>.</w:t>
      </w:r>
      <w:r w:rsidR="001E52A8">
        <w:rPr>
          <w:bCs/>
          <w:lang w:val="et-EE"/>
        </w:rPr>
        <w:t xml:space="preserve"> </w:t>
      </w:r>
      <w:r w:rsidR="00BF517B">
        <w:rPr>
          <w:bCs/>
          <w:lang w:val="et-EE"/>
        </w:rPr>
        <w:t>Arvestades</w:t>
      </w:r>
      <w:r w:rsidR="00527A6C">
        <w:rPr>
          <w:bCs/>
          <w:lang w:val="et-EE"/>
        </w:rPr>
        <w:t xml:space="preserve"> soojuse</w:t>
      </w:r>
      <w:r w:rsidR="00EE0F91">
        <w:rPr>
          <w:bCs/>
          <w:lang w:val="et-EE"/>
        </w:rPr>
        <w:t xml:space="preserve"> </w:t>
      </w:r>
      <w:r w:rsidR="00055DE6">
        <w:rPr>
          <w:bCs/>
          <w:lang w:val="et-EE"/>
        </w:rPr>
        <w:t xml:space="preserve"> vabaturu pakkum</w:t>
      </w:r>
      <w:r w:rsidR="00D134F7">
        <w:rPr>
          <w:bCs/>
          <w:lang w:val="et-EE"/>
        </w:rPr>
        <w:t>u</w:t>
      </w:r>
      <w:r w:rsidR="00055DE6">
        <w:rPr>
          <w:bCs/>
          <w:lang w:val="et-EE"/>
        </w:rPr>
        <w:t>s</w:t>
      </w:r>
      <w:r w:rsidR="00BF517B">
        <w:rPr>
          <w:bCs/>
          <w:lang w:val="et-EE"/>
        </w:rPr>
        <w:t>i</w:t>
      </w:r>
      <w:r w:rsidR="00055DE6">
        <w:rPr>
          <w:bCs/>
          <w:lang w:val="et-EE"/>
        </w:rPr>
        <w:t xml:space="preserve">, </w:t>
      </w:r>
      <w:r w:rsidR="00EE5AB9">
        <w:rPr>
          <w:bCs/>
          <w:lang w:val="et-EE"/>
        </w:rPr>
        <w:t>võib eeldada, et suur osa</w:t>
      </w:r>
      <w:r w:rsidR="00BF517B">
        <w:rPr>
          <w:bCs/>
          <w:lang w:val="et-EE"/>
        </w:rPr>
        <w:t xml:space="preserve"> tarbija</w:t>
      </w:r>
      <w:r w:rsidR="00B02EF2">
        <w:rPr>
          <w:bCs/>
          <w:lang w:val="et-EE"/>
        </w:rPr>
        <w:t xml:space="preserve">d </w:t>
      </w:r>
      <w:r w:rsidR="00205BF4">
        <w:rPr>
          <w:bCs/>
          <w:lang w:val="et-EE"/>
        </w:rPr>
        <w:t>vali</w:t>
      </w:r>
      <w:r w:rsidR="004D160D">
        <w:rPr>
          <w:bCs/>
          <w:lang w:val="et-EE"/>
        </w:rPr>
        <w:t>ks</w:t>
      </w:r>
      <w:r w:rsidR="00205BF4">
        <w:rPr>
          <w:bCs/>
          <w:lang w:val="et-EE"/>
        </w:rPr>
        <w:t xml:space="preserve"> uueks </w:t>
      </w:r>
      <w:r w:rsidR="00E912DE">
        <w:rPr>
          <w:bCs/>
          <w:lang w:val="et-EE"/>
        </w:rPr>
        <w:t>soojus</w:t>
      </w:r>
      <w:r w:rsidR="00CA54F4">
        <w:rPr>
          <w:bCs/>
          <w:lang w:val="et-EE"/>
        </w:rPr>
        <w:t>e</w:t>
      </w:r>
      <w:r w:rsidR="00B50571">
        <w:rPr>
          <w:bCs/>
          <w:lang w:val="et-EE"/>
        </w:rPr>
        <w:t xml:space="preserve"> </w:t>
      </w:r>
      <w:r w:rsidR="00CA54F4">
        <w:rPr>
          <w:bCs/>
          <w:lang w:val="et-EE"/>
        </w:rPr>
        <w:t xml:space="preserve"> </w:t>
      </w:r>
      <w:r w:rsidR="00E912DE">
        <w:rPr>
          <w:bCs/>
          <w:lang w:val="et-EE"/>
        </w:rPr>
        <w:t>allikaks</w:t>
      </w:r>
      <w:r w:rsidR="00B02EF2">
        <w:rPr>
          <w:bCs/>
          <w:lang w:val="et-EE"/>
        </w:rPr>
        <w:t xml:space="preserve"> </w:t>
      </w:r>
      <w:r w:rsidR="006F5121">
        <w:rPr>
          <w:bCs/>
          <w:lang w:val="et-EE"/>
        </w:rPr>
        <w:t>õhk-vesi soojuspumba</w:t>
      </w:r>
      <w:r w:rsidR="00CA54F4">
        <w:rPr>
          <w:bCs/>
          <w:lang w:val="et-EE"/>
        </w:rPr>
        <w:t xml:space="preserve"> baasil</w:t>
      </w:r>
      <w:r w:rsidR="00E516FC">
        <w:rPr>
          <w:bCs/>
          <w:lang w:val="et-EE"/>
        </w:rPr>
        <w:t xml:space="preserve"> toimiva süsteemi</w:t>
      </w:r>
      <w:r w:rsidR="009678D2">
        <w:rPr>
          <w:bCs/>
          <w:lang w:val="et-EE"/>
        </w:rPr>
        <w:t xml:space="preserve"> ning tipuvajaduse katteks kasutatakse reeglina elektrikatelt</w:t>
      </w:r>
      <w:r w:rsidR="00E516FC">
        <w:rPr>
          <w:bCs/>
          <w:lang w:val="et-EE"/>
        </w:rPr>
        <w:t>. Süsteemi</w:t>
      </w:r>
      <w:r w:rsidR="00993681">
        <w:rPr>
          <w:bCs/>
          <w:lang w:val="et-EE"/>
        </w:rPr>
        <w:t xml:space="preserve"> kasutusele võtmine eeldab</w:t>
      </w:r>
      <w:r w:rsidR="006862D4">
        <w:rPr>
          <w:bCs/>
          <w:lang w:val="et-EE"/>
        </w:rPr>
        <w:t xml:space="preserve"> omakorda vaba</w:t>
      </w:r>
      <w:r w:rsidR="00F12FBF">
        <w:rPr>
          <w:bCs/>
          <w:lang w:val="et-EE"/>
        </w:rPr>
        <w:t xml:space="preserve"> elektrienergia ülekandevõimsus</w:t>
      </w:r>
      <w:r w:rsidR="00CE3806">
        <w:rPr>
          <w:bCs/>
          <w:lang w:val="et-EE"/>
        </w:rPr>
        <w:t>t</w:t>
      </w:r>
      <w:r w:rsidR="002A2E71">
        <w:rPr>
          <w:bCs/>
          <w:lang w:val="et-EE"/>
        </w:rPr>
        <w:t>, ning, kui seda</w:t>
      </w:r>
      <w:r w:rsidR="0011576C">
        <w:rPr>
          <w:bCs/>
          <w:lang w:val="et-EE"/>
        </w:rPr>
        <w:t xml:space="preserve"> </w:t>
      </w:r>
      <w:r w:rsidR="00BE5127">
        <w:rPr>
          <w:bCs/>
          <w:lang w:val="et-EE"/>
        </w:rPr>
        <w:t>kõigile ei jätku</w:t>
      </w:r>
      <w:r w:rsidR="00325B1D">
        <w:rPr>
          <w:bCs/>
          <w:lang w:val="et-EE"/>
        </w:rPr>
        <w:t>, siis</w:t>
      </w:r>
      <w:r w:rsidR="00C8610D">
        <w:rPr>
          <w:bCs/>
          <w:lang w:val="et-EE"/>
        </w:rPr>
        <w:t xml:space="preserve"> </w:t>
      </w:r>
      <w:r w:rsidR="00CE3806">
        <w:rPr>
          <w:bCs/>
          <w:lang w:val="et-EE"/>
        </w:rPr>
        <w:t xml:space="preserve">ei </w:t>
      </w:r>
      <w:r w:rsidR="0069278D">
        <w:rPr>
          <w:bCs/>
          <w:lang w:val="et-EE"/>
        </w:rPr>
        <w:t>saa kõik</w:t>
      </w:r>
      <w:r w:rsidR="00837227">
        <w:rPr>
          <w:bCs/>
          <w:lang w:val="et-EE"/>
        </w:rPr>
        <w:t xml:space="preserve"> tarbija</w:t>
      </w:r>
      <w:r w:rsidR="0069278D">
        <w:rPr>
          <w:bCs/>
          <w:lang w:val="et-EE"/>
        </w:rPr>
        <w:t>d</w:t>
      </w:r>
      <w:r w:rsidR="00837227">
        <w:rPr>
          <w:bCs/>
          <w:lang w:val="et-EE"/>
        </w:rPr>
        <w:t xml:space="preserve"> </w:t>
      </w:r>
      <w:r w:rsidR="00B313AA">
        <w:rPr>
          <w:bCs/>
          <w:lang w:val="et-EE"/>
        </w:rPr>
        <w:t>kõrge hinnatasemega</w:t>
      </w:r>
      <w:r w:rsidR="00EA4186">
        <w:rPr>
          <w:bCs/>
          <w:lang w:val="et-EE"/>
        </w:rPr>
        <w:t xml:space="preserve"> teenusest loobuda</w:t>
      </w:r>
      <w:r w:rsidR="00837227">
        <w:rPr>
          <w:b/>
          <w:lang w:val="et-EE"/>
        </w:rPr>
        <w:t>. See</w:t>
      </w:r>
      <w:r w:rsidR="00CC222A">
        <w:rPr>
          <w:b/>
          <w:lang w:val="et-EE"/>
        </w:rPr>
        <w:t xml:space="preserve"> tähendab</w:t>
      </w:r>
      <w:r w:rsidR="00E042A4">
        <w:rPr>
          <w:b/>
          <w:lang w:val="et-EE"/>
        </w:rPr>
        <w:t xml:space="preserve"> omakorda</w:t>
      </w:r>
      <w:r w:rsidR="00CC222A">
        <w:rPr>
          <w:b/>
          <w:lang w:val="et-EE"/>
        </w:rPr>
        <w:t xml:space="preserve">, et </w:t>
      </w:r>
      <w:r w:rsidR="000D0E9B">
        <w:rPr>
          <w:b/>
          <w:lang w:val="et-EE"/>
        </w:rPr>
        <w:t>Kliimaministeeriumi KKütS</w:t>
      </w:r>
      <w:r w:rsidR="00557ED1">
        <w:rPr>
          <w:b/>
          <w:lang w:val="et-EE"/>
        </w:rPr>
        <w:t xml:space="preserve"> </w:t>
      </w:r>
      <w:r w:rsidR="000D0E9B" w:rsidRPr="000D0E9B">
        <w:rPr>
          <w:b/>
          <w:lang w:val="et-EE"/>
        </w:rPr>
        <w:t xml:space="preserve">§ 4 lg 4 </w:t>
      </w:r>
      <w:r w:rsidR="000D0E9B">
        <w:rPr>
          <w:b/>
          <w:lang w:val="et-EE"/>
        </w:rPr>
        <w:t>puudutav muudatusettepanek</w:t>
      </w:r>
      <w:r w:rsidR="00E96EAD">
        <w:rPr>
          <w:b/>
          <w:lang w:val="et-EE"/>
        </w:rPr>
        <w:t xml:space="preserve"> on</w:t>
      </w:r>
      <w:r w:rsidR="00CC222A" w:rsidRPr="005E5191">
        <w:rPr>
          <w:b/>
          <w:lang w:val="et-EE"/>
        </w:rPr>
        <w:t xml:space="preserve"> vastuolu</w:t>
      </w:r>
      <w:r w:rsidR="00E96EAD">
        <w:rPr>
          <w:b/>
          <w:lang w:val="et-EE"/>
        </w:rPr>
        <w:t>s</w:t>
      </w:r>
      <w:r w:rsidR="00CC222A" w:rsidRPr="005E5191">
        <w:rPr>
          <w:b/>
          <w:lang w:val="et-EE"/>
        </w:rPr>
        <w:t xml:space="preserve"> KKütS § 1 lg-s 2 sätestatud tarbijate võrdse kohtlemise põhimõttega.</w:t>
      </w:r>
      <w:r w:rsidR="009B621A">
        <w:rPr>
          <w:bCs/>
          <w:lang w:val="et-EE"/>
        </w:rPr>
        <w:t xml:space="preserve"> </w:t>
      </w:r>
    </w:p>
    <w:p w14:paraId="0B8DC75E" w14:textId="4296A7E5" w:rsidR="009B621A" w:rsidRPr="002E1BEE" w:rsidRDefault="00417905" w:rsidP="00DE5ED4">
      <w:pPr>
        <w:spacing w:after="120" w:line="276" w:lineRule="auto"/>
        <w:jc w:val="both"/>
        <w:rPr>
          <w:b/>
          <w:lang w:val="et-EE"/>
        </w:rPr>
      </w:pPr>
      <w:r>
        <w:rPr>
          <w:bCs/>
          <w:lang w:val="et-EE"/>
        </w:rPr>
        <w:t xml:space="preserve">Tarbijate ebavõrdse kohtlemise kõrval on </w:t>
      </w:r>
      <w:r w:rsidR="000A77B1">
        <w:rPr>
          <w:bCs/>
          <w:lang w:val="et-EE"/>
        </w:rPr>
        <w:t>ettepanku</w:t>
      </w:r>
      <w:r w:rsidR="000A77B1">
        <w:rPr>
          <w:bCs/>
          <w:lang w:val="et-EE"/>
        </w:rPr>
        <w:t xml:space="preserve"> </w:t>
      </w:r>
      <w:r>
        <w:rPr>
          <w:bCs/>
          <w:lang w:val="et-EE"/>
        </w:rPr>
        <w:t>tei</w:t>
      </w:r>
      <w:r w:rsidR="000A77B1">
        <w:rPr>
          <w:bCs/>
          <w:lang w:val="et-EE"/>
        </w:rPr>
        <w:t>s</w:t>
      </w:r>
      <w:r w:rsidR="001B7065">
        <w:rPr>
          <w:bCs/>
          <w:lang w:val="et-EE"/>
        </w:rPr>
        <w:t>e</w:t>
      </w:r>
      <w:r w:rsidR="000A77B1">
        <w:rPr>
          <w:bCs/>
          <w:lang w:val="et-EE"/>
        </w:rPr>
        <w:t>ks</w:t>
      </w:r>
      <w:r w:rsidR="001B7065">
        <w:rPr>
          <w:bCs/>
          <w:lang w:val="et-EE"/>
        </w:rPr>
        <w:t xml:space="preserve"> </w:t>
      </w:r>
      <w:r>
        <w:rPr>
          <w:bCs/>
          <w:lang w:val="et-EE"/>
        </w:rPr>
        <w:t>negatiiv</w:t>
      </w:r>
      <w:r w:rsidR="000A77B1">
        <w:rPr>
          <w:bCs/>
          <w:lang w:val="et-EE"/>
        </w:rPr>
        <w:t>s</w:t>
      </w:r>
      <w:r w:rsidR="001B7065">
        <w:rPr>
          <w:bCs/>
          <w:lang w:val="et-EE"/>
        </w:rPr>
        <w:t>e</w:t>
      </w:r>
      <w:r w:rsidR="000A77B1">
        <w:rPr>
          <w:bCs/>
          <w:lang w:val="et-EE"/>
        </w:rPr>
        <w:t>ks</w:t>
      </w:r>
      <w:r>
        <w:rPr>
          <w:bCs/>
          <w:lang w:val="et-EE"/>
        </w:rPr>
        <w:t xml:space="preserve"> tulem</w:t>
      </w:r>
      <w:r w:rsidR="000A77B1">
        <w:rPr>
          <w:bCs/>
          <w:lang w:val="et-EE"/>
        </w:rPr>
        <w:t>iks</w:t>
      </w:r>
      <w:r w:rsidR="00425800">
        <w:rPr>
          <w:bCs/>
          <w:lang w:val="et-EE"/>
        </w:rPr>
        <w:t xml:space="preserve"> </w:t>
      </w:r>
      <w:r>
        <w:rPr>
          <w:bCs/>
          <w:lang w:val="et-EE"/>
        </w:rPr>
        <w:t>hinnatõususpiraali võime</w:t>
      </w:r>
      <w:r w:rsidR="00517C94">
        <w:rPr>
          <w:bCs/>
          <w:lang w:val="et-EE"/>
        </w:rPr>
        <w:t>n</w:t>
      </w:r>
      <w:r>
        <w:rPr>
          <w:bCs/>
          <w:lang w:val="et-EE"/>
        </w:rPr>
        <w:t>d</w:t>
      </w:r>
      <w:r w:rsidR="0081249A">
        <w:rPr>
          <w:bCs/>
          <w:lang w:val="et-EE"/>
        </w:rPr>
        <w:t>u</w:t>
      </w:r>
      <w:r w:rsidR="00A56408">
        <w:rPr>
          <w:bCs/>
          <w:lang w:val="et-EE"/>
        </w:rPr>
        <w:t>mine</w:t>
      </w:r>
      <w:r w:rsidR="000F76D1">
        <w:rPr>
          <w:bCs/>
          <w:lang w:val="et-EE"/>
        </w:rPr>
        <w:t>.</w:t>
      </w:r>
      <w:r w:rsidR="00303335">
        <w:rPr>
          <w:bCs/>
          <w:lang w:val="et-EE"/>
        </w:rPr>
        <w:t xml:space="preserve"> </w:t>
      </w:r>
      <w:r w:rsidR="00A07462">
        <w:rPr>
          <w:bCs/>
          <w:lang w:val="et-EE"/>
        </w:rPr>
        <w:t xml:space="preserve">Tuletame Teile meelde, et </w:t>
      </w:r>
      <w:r w:rsidR="0071584C">
        <w:rPr>
          <w:bCs/>
          <w:lang w:val="et-EE"/>
        </w:rPr>
        <w:t>Eestis</w:t>
      </w:r>
      <w:r w:rsidR="00277AB6">
        <w:rPr>
          <w:bCs/>
          <w:lang w:val="et-EE"/>
        </w:rPr>
        <w:t xml:space="preserve"> ei</w:t>
      </w:r>
      <w:r w:rsidR="00303335">
        <w:rPr>
          <w:bCs/>
          <w:lang w:val="et-EE"/>
        </w:rPr>
        <w:t xml:space="preserve"> </w:t>
      </w:r>
      <w:r w:rsidR="009F23B4">
        <w:rPr>
          <w:bCs/>
          <w:lang w:val="et-EE"/>
        </w:rPr>
        <w:t>toimu</w:t>
      </w:r>
      <w:r w:rsidR="000F76D1">
        <w:rPr>
          <w:bCs/>
          <w:lang w:val="et-EE"/>
        </w:rPr>
        <w:t xml:space="preserve"> </w:t>
      </w:r>
      <w:r w:rsidR="00E62942">
        <w:rPr>
          <w:bCs/>
          <w:lang w:val="et-EE"/>
        </w:rPr>
        <w:t>sooja</w:t>
      </w:r>
      <w:r w:rsidR="0080793F">
        <w:rPr>
          <w:bCs/>
          <w:lang w:val="et-EE"/>
        </w:rPr>
        <w:t>kulu</w:t>
      </w:r>
      <w:r w:rsidR="00A15262">
        <w:rPr>
          <w:bCs/>
          <w:lang w:val="et-EE"/>
        </w:rPr>
        <w:t>d</w:t>
      </w:r>
      <w:r w:rsidR="009F23B4">
        <w:rPr>
          <w:bCs/>
          <w:lang w:val="et-EE"/>
        </w:rPr>
        <w:t>e jagami</w:t>
      </w:r>
      <w:r w:rsidR="00C0151C">
        <w:rPr>
          <w:bCs/>
          <w:lang w:val="et-EE"/>
        </w:rPr>
        <w:t>st</w:t>
      </w:r>
      <w:r w:rsidR="00B31E6B">
        <w:rPr>
          <w:bCs/>
          <w:lang w:val="et-EE"/>
        </w:rPr>
        <w:t xml:space="preserve"> vastavalt hoonete</w:t>
      </w:r>
      <w:r w:rsidR="00280859">
        <w:rPr>
          <w:bCs/>
          <w:lang w:val="et-EE"/>
        </w:rPr>
        <w:t xml:space="preserve"> soojakoormuse</w:t>
      </w:r>
      <w:r w:rsidR="00B31E6B">
        <w:rPr>
          <w:bCs/>
          <w:lang w:val="et-EE"/>
        </w:rPr>
        <w:t>le</w:t>
      </w:r>
      <w:r w:rsidR="007D3FB2">
        <w:rPr>
          <w:bCs/>
          <w:lang w:val="et-EE"/>
        </w:rPr>
        <w:t>, vaid</w:t>
      </w:r>
      <w:r w:rsidR="00B31E6B">
        <w:rPr>
          <w:bCs/>
          <w:lang w:val="et-EE"/>
        </w:rPr>
        <w:t xml:space="preserve"> </w:t>
      </w:r>
      <w:r w:rsidR="004542DF">
        <w:rPr>
          <w:bCs/>
          <w:lang w:val="et-EE"/>
        </w:rPr>
        <w:t>vastavalt</w:t>
      </w:r>
      <w:r w:rsidR="0091648C">
        <w:rPr>
          <w:bCs/>
          <w:lang w:val="et-EE"/>
        </w:rPr>
        <w:t xml:space="preserve"> tarbitud</w:t>
      </w:r>
      <w:r w:rsidR="00212AB4">
        <w:rPr>
          <w:bCs/>
          <w:lang w:val="et-EE"/>
        </w:rPr>
        <w:t xml:space="preserve"> sooja koguse</w:t>
      </w:r>
      <w:r w:rsidR="00E62942">
        <w:rPr>
          <w:bCs/>
          <w:lang w:val="et-EE"/>
        </w:rPr>
        <w:t>le</w:t>
      </w:r>
      <w:r w:rsidR="00E57E47">
        <w:rPr>
          <w:bCs/>
          <w:lang w:val="et-EE"/>
        </w:rPr>
        <w:t>.</w:t>
      </w:r>
      <w:r w:rsidR="009C57E3">
        <w:rPr>
          <w:bCs/>
          <w:lang w:val="et-EE"/>
        </w:rPr>
        <w:t xml:space="preserve"> </w:t>
      </w:r>
      <w:r w:rsidR="00FE2B1C" w:rsidRPr="00001D3E">
        <w:rPr>
          <w:b/>
          <w:lang w:val="et-EE"/>
        </w:rPr>
        <w:t>Kirjeldatud</w:t>
      </w:r>
      <w:r w:rsidR="009C57E3" w:rsidRPr="00001D3E">
        <w:rPr>
          <w:b/>
          <w:lang w:val="et-EE"/>
        </w:rPr>
        <w:t xml:space="preserve"> </w:t>
      </w:r>
      <w:r w:rsidR="00421FD6" w:rsidRPr="00001D3E">
        <w:rPr>
          <w:b/>
          <w:lang w:val="et-EE"/>
        </w:rPr>
        <w:t>hinna</w:t>
      </w:r>
      <w:r w:rsidR="00FE2B1C" w:rsidRPr="00001D3E">
        <w:rPr>
          <w:b/>
          <w:lang w:val="et-EE"/>
        </w:rPr>
        <w:t>metoodika</w:t>
      </w:r>
      <w:r w:rsidR="009C57E3" w:rsidRPr="00001D3E">
        <w:rPr>
          <w:b/>
          <w:lang w:val="et-EE"/>
        </w:rPr>
        <w:t xml:space="preserve"> s</w:t>
      </w:r>
      <w:r w:rsidR="00E175BD" w:rsidRPr="00001D3E">
        <w:rPr>
          <w:b/>
          <w:lang w:val="et-EE"/>
        </w:rPr>
        <w:t>uunab</w:t>
      </w:r>
      <w:r w:rsidR="00182046" w:rsidRPr="00001D3E">
        <w:rPr>
          <w:b/>
          <w:lang w:val="et-EE"/>
        </w:rPr>
        <w:t xml:space="preserve"> tarbija</w:t>
      </w:r>
      <w:r w:rsidR="00421FD6" w:rsidRPr="00001D3E">
        <w:rPr>
          <w:b/>
          <w:lang w:val="et-EE"/>
        </w:rPr>
        <w:t>t</w:t>
      </w:r>
      <w:r w:rsidR="00780522" w:rsidRPr="00001D3E">
        <w:rPr>
          <w:b/>
          <w:lang w:val="et-EE"/>
        </w:rPr>
        <w:t xml:space="preserve"> </w:t>
      </w:r>
      <w:r w:rsidR="001A0600" w:rsidRPr="00001D3E">
        <w:rPr>
          <w:b/>
          <w:lang w:val="et-EE"/>
        </w:rPr>
        <w:t>investeerima</w:t>
      </w:r>
      <w:r w:rsidR="002E0C03" w:rsidRPr="00001D3E">
        <w:rPr>
          <w:b/>
          <w:lang w:val="et-EE"/>
        </w:rPr>
        <w:t xml:space="preserve"> hoonete energiatõhusus</w:t>
      </w:r>
      <w:r w:rsidR="00E175BD" w:rsidRPr="00001D3E">
        <w:rPr>
          <w:b/>
          <w:lang w:val="et-EE"/>
        </w:rPr>
        <w:t>e</w:t>
      </w:r>
      <w:r w:rsidR="002E0C03" w:rsidRPr="00001D3E">
        <w:rPr>
          <w:b/>
          <w:lang w:val="et-EE"/>
        </w:rPr>
        <w:t xml:space="preserve"> </w:t>
      </w:r>
      <w:r w:rsidR="00E175BD" w:rsidRPr="00001D3E">
        <w:rPr>
          <w:b/>
          <w:lang w:val="et-EE"/>
        </w:rPr>
        <w:t>parandamise</w:t>
      </w:r>
      <w:r w:rsidR="00032ABE" w:rsidRPr="00001D3E">
        <w:rPr>
          <w:b/>
          <w:lang w:val="et-EE"/>
        </w:rPr>
        <w:t>sse,</w:t>
      </w:r>
      <w:r w:rsidR="0076165D" w:rsidRPr="00001D3E">
        <w:rPr>
          <w:b/>
          <w:lang w:val="et-EE"/>
        </w:rPr>
        <w:t xml:space="preserve"> </w:t>
      </w:r>
      <w:r w:rsidR="000C6BB4" w:rsidRPr="00001D3E">
        <w:rPr>
          <w:b/>
          <w:lang w:val="et-EE"/>
        </w:rPr>
        <w:t>kuid</w:t>
      </w:r>
      <w:r w:rsidR="00555E04" w:rsidRPr="00001D3E">
        <w:rPr>
          <w:b/>
          <w:lang w:val="et-EE"/>
        </w:rPr>
        <w:t xml:space="preserve"> investe</w:t>
      </w:r>
      <w:r w:rsidR="000C6BB4" w:rsidRPr="00001D3E">
        <w:rPr>
          <w:b/>
          <w:lang w:val="et-EE"/>
        </w:rPr>
        <w:t>erin</w:t>
      </w:r>
      <w:r w:rsidR="00001D3E" w:rsidRPr="00001D3E">
        <w:rPr>
          <w:b/>
          <w:lang w:val="et-EE"/>
        </w:rPr>
        <w:t>g ei vähenda</w:t>
      </w:r>
      <w:r w:rsidR="00555E04" w:rsidRPr="00001D3E">
        <w:rPr>
          <w:b/>
          <w:lang w:val="et-EE"/>
        </w:rPr>
        <w:t xml:space="preserve"> KVP</w:t>
      </w:r>
      <w:r w:rsidR="0094726D" w:rsidRPr="00001D3E">
        <w:rPr>
          <w:b/>
          <w:lang w:val="et-EE"/>
        </w:rPr>
        <w:t xml:space="preserve"> soojatootmise</w:t>
      </w:r>
      <w:r w:rsidR="002E0C03" w:rsidRPr="00001D3E">
        <w:rPr>
          <w:b/>
          <w:lang w:val="et-EE"/>
        </w:rPr>
        <w:t xml:space="preserve"> </w:t>
      </w:r>
      <w:r w:rsidR="00030780" w:rsidRPr="00001D3E">
        <w:rPr>
          <w:b/>
          <w:lang w:val="et-EE"/>
        </w:rPr>
        <w:t>püsi</w:t>
      </w:r>
      <w:r w:rsidR="008632F8" w:rsidRPr="00001D3E">
        <w:rPr>
          <w:b/>
          <w:lang w:val="et-EE"/>
        </w:rPr>
        <w:t>kulu</w:t>
      </w:r>
      <w:r w:rsidR="00001D3E" w:rsidRPr="00001D3E">
        <w:rPr>
          <w:b/>
          <w:lang w:val="et-EE"/>
        </w:rPr>
        <w:t>sid</w:t>
      </w:r>
      <w:r w:rsidR="00C2391E" w:rsidRPr="00001D3E">
        <w:rPr>
          <w:b/>
          <w:lang w:val="et-EE"/>
        </w:rPr>
        <w:t>.</w:t>
      </w:r>
      <w:r w:rsidR="001F14AC">
        <w:rPr>
          <w:bCs/>
          <w:lang w:val="et-EE"/>
        </w:rPr>
        <w:t xml:space="preserve"> </w:t>
      </w:r>
      <w:r w:rsidR="00290A3F">
        <w:rPr>
          <w:bCs/>
          <w:lang w:val="et-EE"/>
        </w:rPr>
        <w:t>Eesti soojahinna</w:t>
      </w:r>
      <w:r w:rsidR="001F14AC">
        <w:rPr>
          <w:bCs/>
          <w:lang w:val="et-EE"/>
        </w:rPr>
        <w:t xml:space="preserve"> metoodika</w:t>
      </w:r>
      <w:r w:rsidR="00375CE3">
        <w:rPr>
          <w:bCs/>
          <w:lang w:val="et-EE"/>
        </w:rPr>
        <w:t xml:space="preserve"> puhul</w:t>
      </w:r>
      <w:r w:rsidR="001F14AC">
        <w:rPr>
          <w:bCs/>
          <w:lang w:val="et-EE"/>
        </w:rPr>
        <w:t xml:space="preserve"> </w:t>
      </w:r>
      <w:r w:rsidR="00284E9E">
        <w:rPr>
          <w:bCs/>
          <w:lang w:val="et-EE"/>
        </w:rPr>
        <w:t>toob</w:t>
      </w:r>
      <w:r w:rsidR="00775125">
        <w:rPr>
          <w:bCs/>
          <w:lang w:val="et-EE"/>
        </w:rPr>
        <w:t xml:space="preserve"> selli</w:t>
      </w:r>
      <w:r w:rsidR="000A0EA9">
        <w:rPr>
          <w:bCs/>
          <w:lang w:val="et-EE"/>
        </w:rPr>
        <w:t>ne</w:t>
      </w:r>
      <w:r w:rsidR="00AF1A13">
        <w:rPr>
          <w:bCs/>
          <w:lang w:val="et-EE"/>
        </w:rPr>
        <w:t xml:space="preserve"> </w:t>
      </w:r>
      <w:r w:rsidR="009C00BF">
        <w:rPr>
          <w:bCs/>
          <w:lang w:val="et-EE"/>
        </w:rPr>
        <w:t>„</w:t>
      </w:r>
      <w:r w:rsidR="00753FD9">
        <w:rPr>
          <w:bCs/>
          <w:lang w:val="et-EE"/>
        </w:rPr>
        <w:t>sääst</w:t>
      </w:r>
      <w:r w:rsidR="009C00BF">
        <w:rPr>
          <w:bCs/>
          <w:lang w:val="et-EE"/>
        </w:rPr>
        <w:t>“</w:t>
      </w:r>
      <w:r w:rsidR="00284E9E">
        <w:rPr>
          <w:bCs/>
          <w:lang w:val="et-EE"/>
        </w:rPr>
        <w:t xml:space="preserve"> kaasa</w:t>
      </w:r>
      <w:r w:rsidR="000A0EA9">
        <w:rPr>
          <w:bCs/>
          <w:lang w:val="et-EE"/>
        </w:rPr>
        <w:t xml:space="preserve"> soojuse</w:t>
      </w:r>
      <w:r w:rsidR="001F14AC">
        <w:rPr>
          <w:bCs/>
          <w:lang w:val="et-EE"/>
        </w:rPr>
        <w:t xml:space="preserve"> hinna</w:t>
      </w:r>
      <w:r w:rsidR="004348D4">
        <w:rPr>
          <w:bCs/>
          <w:lang w:val="et-EE"/>
        </w:rPr>
        <w:t>tõusu</w:t>
      </w:r>
      <w:r w:rsidR="00077C77">
        <w:rPr>
          <w:bCs/>
          <w:lang w:val="et-EE"/>
        </w:rPr>
        <w:t>,</w:t>
      </w:r>
      <w:r w:rsidR="00EC43A1">
        <w:rPr>
          <w:bCs/>
          <w:lang w:val="et-EE"/>
        </w:rPr>
        <w:t xml:space="preserve"> </w:t>
      </w:r>
      <w:r w:rsidR="00AD2D61">
        <w:rPr>
          <w:bCs/>
          <w:lang w:val="et-EE"/>
        </w:rPr>
        <w:t>kuna</w:t>
      </w:r>
      <w:r w:rsidR="00025287">
        <w:rPr>
          <w:bCs/>
          <w:lang w:val="et-EE"/>
        </w:rPr>
        <w:t xml:space="preserve"> varasemast sooja hinnast </w:t>
      </w:r>
      <w:r w:rsidR="00452754">
        <w:rPr>
          <w:bCs/>
          <w:lang w:val="et-EE"/>
        </w:rPr>
        <w:t>soojaettevõtja</w:t>
      </w:r>
      <w:r w:rsidR="00AD2D61">
        <w:rPr>
          <w:bCs/>
          <w:lang w:val="et-EE"/>
        </w:rPr>
        <w:t xml:space="preserve"> </w:t>
      </w:r>
      <w:r w:rsidR="005337B0">
        <w:rPr>
          <w:bCs/>
          <w:lang w:val="et-EE"/>
        </w:rPr>
        <w:t>püsikulude</w:t>
      </w:r>
      <w:r w:rsidR="00025287">
        <w:rPr>
          <w:bCs/>
          <w:lang w:val="et-EE"/>
        </w:rPr>
        <w:t xml:space="preserve"> katmiseks</w:t>
      </w:r>
      <w:r w:rsidR="00284E9E" w:rsidRPr="00284E9E">
        <w:rPr>
          <w:bCs/>
          <w:lang w:val="et-EE"/>
        </w:rPr>
        <w:t xml:space="preserve"> </w:t>
      </w:r>
      <w:r w:rsidR="00284E9E">
        <w:rPr>
          <w:bCs/>
          <w:lang w:val="et-EE"/>
        </w:rPr>
        <w:t>ei piisa</w:t>
      </w:r>
      <w:r w:rsidR="00025287">
        <w:rPr>
          <w:bCs/>
          <w:lang w:val="et-EE"/>
        </w:rPr>
        <w:t>.</w:t>
      </w:r>
      <w:r w:rsidR="00277C9B">
        <w:rPr>
          <w:bCs/>
          <w:lang w:val="et-EE"/>
        </w:rPr>
        <w:t xml:space="preserve"> </w:t>
      </w:r>
      <w:r w:rsidR="00E96787">
        <w:rPr>
          <w:b/>
          <w:lang w:val="et-EE"/>
        </w:rPr>
        <w:t xml:space="preserve">Kuna tänasel päeval </w:t>
      </w:r>
      <w:r w:rsidR="00480E16">
        <w:rPr>
          <w:b/>
          <w:lang w:val="et-EE"/>
        </w:rPr>
        <w:t>võib</w:t>
      </w:r>
      <w:r w:rsidR="004C495C">
        <w:rPr>
          <w:b/>
          <w:lang w:val="et-EE"/>
        </w:rPr>
        <w:t xml:space="preserve"> soojat</w:t>
      </w:r>
      <w:r w:rsidR="00480E16">
        <w:rPr>
          <w:b/>
          <w:lang w:val="et-EE"/>
        </w:rPr>
        <w:t>ootmise</w:t>
      </w:r>
      <w:r w:rsidR="00E57E47" w:rsidRPr="002E1BEE">
        <w:rPr>
          <w:b/>
          <w:lang w:val="et-EE"/>
        </w:rPr>
        <w:t xml:space="preserve"> püsikulu</w:t>
      </w:r>
      <w:r w:rsidR="006515E9" w:rsidRPr="002E1BEE">
        <w:rPr>
          <w:b/>
          <w:lang w:val="et-EE"/>
        </w:rPr>
        <w:t xml:space="preserve"> ulatuda</w:t>
      </w:r>
      <w:r w:rsidR="00277C9B" w:rsidRPr="002E1BEE">
        <w:rPr>
          <w:b/>
          <w:lang w:val="et-EE"/>
        </w:rPr>
        <w:t xml:space="preserve"> </w:t>
      </w:r>
      <w:r w:rsidR="00895651">
        <w:rPr>
          <w:b/>
          <w:lang w:val="et-EE"/>
        </w:rPr>
        <w:t>kuni</w:t>
      </w:r>
      <w:r w:rsidR="00277C9B" w:rsidRPr="002E1BEE">
        <w:rPr>
          <w:b/>
          <w:lang w:val="et-EE"/>
        </w:rPr>
        <w:t xml:space="preserve"> </w:t>
      </w:r>
      <w:r w:rsidR="00C10C30">
        <w:rPr>
          <w:b/>
          <w:lang w:val="et-EE"/>
        </w:rPr>
        <w:t>75</w:t>
      </w:r>
      <w:r w:rsidR="00277C9B" w:rsidRPr="002E1BEE">
        <w:rPr>
          <w:b/>
          <w:lang w:val="et-EE"/>
        </w:rPr>
        <w:t xml:space="preserve">%-ni </w:t>
      </w:r>
      <w:r w:rsidR="00480E16" w:rsidRPr="002E1BEE">
        <w:rPr>
          <w:b/>
          <w:lang w:val="et-EE"/>
        </w:rPr>
        <w:t xml:space="preserve"> </w:t>
      </w:r>
      <w:r w:rsidR="00277C9B" w:rsidRPr="002E1BEE">
        <w:rPr>
          <w:b/>
          <w:lang w:val="et-EE"/>
        </w:rPr>
        <w:t>soojuse koguhinnast</w:t>
      </w:r>
      <w:r w:rsidR="00895651">
        <w:rPr>
          <w:b/>
          <w:lang w:val="et-EE"/>
        </w:rPr>
        <w:t xml:space="preserve"> (!)</w:t>
      </w:r>
      <w:r w:rsidR="00E57E47" w:rsidRPr="002E1BEE">
        <w:rPr>
          <w:b/>
          <w:lang w:val="et-EE"/>
        </w:rPr>
        <w:t>,</w:t>
      </w:r>
      <w:r w:rsidR="00780352" w:rsidRPr="002E1BEE">
        <w:rPr>
          <w:b/>
          <w:lang w:val="et-EE"/>
        </w:rPr>
        <w:t xml:space="preserve"> </w:t>
      </w:r>
      <w:r w:rsidR="00AE5B42">
        <w:rPr>
          <w:b/>
          <w:lang w:val="et-EE"/>
        </w:rPr>
        <w:t>siis</w:t>
      </w:r>
      <w:r w:rsidR="003667AC">
        <w:rPr>
          <w:b/>
          <w:lang w:val="et-EE"/>
        </w:rPr>
        <w:t xml:space="preserve"> on</w:t>
      </w:r>
      <w:r w:rsidR="00277A91">
        <w:rPr>
          <w:b/>
          <w:lang w:val="et-EE"/>
        </w:rPr>
        <w:t xml:space="preserve"> kirjeldatud </w:t>
      </w:r>
      <w:r w:rsidR="003667AC">
        <w:rPr>
          <w:b/>
          <w:lang w:val="et-EE"/>
        </w:rPr>
        <w:t>metoodika</w:t>
      </w:r>
      <w:r w:rsidR="00211F4D">
        <w:rPr>
          <w:b/>
          <w:lang w:val="et-EE"/>
        </w:rPr>
        <w:t>l</w:t>
      </w:r>
      <w:r w:rsidR="003521B1">
        <w:rPr>
          <w:b/>
          <w:lang w:val="et-EE"/>
        </w:rPr>
        <w:t xml:space="preserve"> </w:t>
      </w:r>
      <w:r w:rsidR="00AF5C2E">
        <w:rPr>
          <w:b/>
          <w:lang w:val="et-EE"/>
        </w:rPr>
        <w:t>tarbijate ener</w:t>
      </w:r>
      <w:r w:rsidR="002E1F4E">
        <w:rPr>
          <w:b/>
          <w:lang w:val="et-EE"/>
        </w:rPr>
        <w:t>giavaesusele</w:t>
      </w:r>
      <w:r w:rsidR="001037E2">
        <w:rPr>
          <w:b/>
          <w:lang w:val="et-EE"/>
        </w:rPr>
        <w:t xml:space="preserve"> palju</w:t>
      </w:r>
      <w:r w:rsidR="00C30C4A">
        <w:rPr>
          <w:b/>
          <w:lang w:val="et-EE"/>
        </w:rPr>
        <w:t xml:space="preserve"> suurem mõju, kui</w:t>
      </w:r>
      <w:r w:rsidR="00B93B35">
        <w:rPr>
          <w:b/>
          <w:lang w:val="et-EE"/>
        </w:rPr>
        <w:t xml:space="preserve"> näiteks</w:t>
      </w:r>
      <w:r w:rsidR="00B95E56">
        <w:rPr>
          <w:b/>
          <w:lang w:val="et-EE"/>
        </w:rPr>
        <w:t xml:space="preserve"> </w:t>
      </w:r>
      <w:r w:rsidR="00766885">
        <w:rPr>
          <w:b/>
          <w:lang w:val="et-EE"/>
        </w:rPr>
        <w:t xml:space="preserve">soojatootmisel </w:t>
      </w:r>
      <w:r w:rsidR="00766885">
        <w:rPr>
          <w:b/>
          <w:lang w:val="et-EE"/>
        </w:rPr>
        <w:lastRenderedPageBreak/>
        <w:t>kasutavata energia hinnatase</w:t>
      </w:r>
      <w:r w:rsidR="001037E2">
        <w:rPr>
          <w:b/>
          <w:lang w:val="et-EE"/>
        </w:rPr>
        <w:t>.</w:t>
      </w:r>
      <w:r w:rsidR="00766885">
        <w:rPr>
          <w:b/>
          <w:lang w:val="et-EE"/>
        </w:rPr>
        <w:t xml:space="preserve"> </w:t>
      </w:r>
      <w:r w:rsidR="004F232E">
        <w:rPr>
          <w:b/>
          <w:lang w:val="et-EE"/>
        </w:rPr>
        <w:t>Kliimaministeeriumi plaan</w:t>
      </w:r>
      <w:r w:rsidR="00D934A0">
        <w:rPr>
          <w:b/>
          <w:lang w:val="et-EE"/>
        </w:rPr>
        <w:t xml:space="preserve"> </w:t>
      </w:r>
      <w:r w:rsidR="004D641B">
        <w:rPr>
          <w:b/>
          <w:lang w:val="et-EE"/>
        </w:rPr>
        <w:t xml:space="preserve">teeks </w:t>
      </w:r>
      <w:r w:rsidR="003D2BF7">
        <w:rPr>
          <w:b/>
          <w:lang w:val="et-EE"/>
        </w:rPr>
        <w:t>hinnatõususpiraali</w:t>
      </w:r>
      <w:r w:rsidR="00F840FF">
        <w:rPr>
          <w:b/>
          <w:lang w:val="et-EE"/>
        </w:rPr>
        <w:t xml:space="preserve"> probleemi</w:t>
      </w:r>
      <w:r w:rsidR="003D2BF7">
        <w:rPr>
          <w:b/>
          <w:lang w:val="et-EE"/>
        </w:rPr>
        <w:t xml:space="preserve"> tarbijate jaoks</w:t>
      </w:r>
      <w:r w:rsidR="004D641B">
        <w:rPr>
          <w:b/>
          <w:lang w:val="et-EE"/>
        </w:rPr>
        <w:t xml:space="preserve"> veel</w:t>
      </w:r>
      <w:r w:rsidR="00F840FF">
        <w:rPr>
          <w:b/>
          <w:lang w:val="et-EE"/>
        </w:rPr>
        <w:t>gi</w:t>
      </w:r>
      <w:r w:rsidR="004D641B">
        <w:rPr>
          <w:b/>
          <w:lang w:val="et-EE"/>
        </w:rPr>
        <w:t xml:space="preserve"> </w:t>
      </w:r>
      <w:r w:rsidR="00F840FF">
        <w:rPr>
          <w:b/>
          <w:lang w:val="et-EE"/>
        </w:rPr>
        <w:t>teravamaks</w:t>
      </w:r>
      <w:r w:rsidR="00D934A0">
        <w:rPr>
          <w:b/>
          <w:lang w:val="et-EE"/>
        </w:rPr>
        <w:t>, k</w:t>
      </w:r>
      <w:r w:rsidR="00981243">
        <w:rPr>
          <w:b/>
          <w:lang w:val="et-EE"/>
        </w:rPr>
        <w:t>una selle tingimustes</w:t>
      </w:r>
      <w:r w:rsidR="009555E0">
        <w:rPr>
          <w:b/>
          <w:lang w:val="et-EE"/>
        </w:rPr>
        <w:t xml:space="preserve"> tõuse</w:t>
      </w:r>
      <w:r w:rsidR="007B5F76">
        <w:rPr>
          <w:b/>
          <w:lang w:val="et-EE"/>
        </w:rPr>
        <w:t>b</w:t>
      </w:r>
      <w:r w:rsidR="006F590A">
        <w:rPr>
          <w:b/>
          <w:lang w:val="et-EE"/>
        </w:rPr>
        <w:t xml:space="preserve"> sooja hind seda kiiremini, mida rohkem tarbijaid KVP-st lahkub.</w:t>
      </w:r>
    </w:p>
    <w:p w14:paraId="6A95A991" w14:textId="55359352" w:rsidR="00964687" w:rsidRDefault="002A7988" w:rsidP="00DE5ED4">
      <w:pPr>
        <w:spacing w:after="120" w:line="276" w:lineRule="auto"/>
        <w:jc w:val="both"/>
        <w:rPr>
          <w:bCs/>
          <w:lang w:val="et-EE"/>
        </w:rPr>
      </w:pPr>
      <w:r>
        <w:rPr>
          <w:bCs/>
          <w:lang w:val="et-EE"/>
        </w:rPr>
        <w:t>Eel</w:t>
      </w:r>
      <w:r w:rsidR="00EE451D">
        <w:rPr>
          <w:bCs/>
          <w:lang w:val="et-EE"/>
        </w:rPr>
        <w:t>pool kirjeldatud</w:t>
      </w:r>
      <w:r>
        <w:rPr>
          <w:bCs/>
          <w:lang w:val="et-EE"/>
        </w:rPr>
        <w:t xml:space="preserve"> probleemid</w:t>
      </w:r>
      <w:r w:rsidR="008C7D2D">
        <w:rPr>
          <w:bCs/>
          <w:lang w:val="et-EE"/>
        </w:rPr>
        <w:t>e</w:t>
      </w:r>
      <w:r w:rsidR="00EE451D">
        <w:rPr>
          <w:bCs/>
          <w:lang w:val="et-EE"/>
        </w:rPr>
        <w:t xml:space="preserve"> tõttu kannatavad</w:t>
      </w:r>
      <w:r>
        <w:rPr>
          <w:bCs/>
          <w:lang w:val="et-EE"/>
        </w:rPr>
        <w:t xml:space="preserve"> </w:t>
      </w:r>
      <w:r w:rsidR="001049B8">
        <w:rPr>
          <w:bCs/>
          <w:lang w:val="et-EE"/>
        </w:rPr>
        <w:t>kõige</w:t>
      </w:r>
      <w:r w:rsidR="00CB24CB">
        <w:rPr>
          <w:bCs/>
          <w:lang w:val="et-EE"/>
        </w:rPr>
        <w:t xml:space="preserve"> rohkem</w:t>
      </w:r>
      <w:r w:rsidR="00F34889">
        <w:rPr>
          <w:bCs/>
          <w:lang w:val="et-EE"/>
        </w:rPr>
        <w:t xml:space="preserve"> </w:t>
      </w:r>
      <w:r w:rsidR="001049B8">
        <w:rPr>
          <w:bCs/>
          <w:lang w:val="et-EE"/>
        </w:rPr>
        <w:t>kodu</w:t>
      </w:r>
      <w:r w:rsidR="00F34889">
        <w:rPr>
          <w:bCs/>
          <w:lang w:val="et-EE"/>
        </w:rPr>
        <w:t>tarbija</w:t>
      </w:r>
      <w:r w:rsidR="00874242">
        <w:rPr>
          <w:bCs/>
          <w:lang w:val="et-EE"/>
        </w:rPr>
        <w:t>d</w:t>
      </w:r>
      <w:r w:rsidR="0086242B">
        <w:rPr>
          <w:bCs/>
          <w:lang w:val="et-EE"/>
        </w:rPr>
        <w:t xml:space="preserve">, </w:t>
      </w:r>
      <w:r w:rsidR="00E54B12">
        <w:rPr>
          <w:bCs/>
          <w:lang w:val="et-EE"/>
        </w:rPr>
        <w:t>ke</w:t>
      </w:r>
      <w:r w:rsidR="00157AC0">
        <w:rPr>
          <w:bCs/>
          <w:lang w:val="et-EE"/>
        </w:rPr>
        <w:t>lle</w:t>
      </w:r>
      <w:r w:rsidR="00AB6545">
        <w:rPr>
          <w:bCs/>
          <w:lang w:val="et-EE"/>
        </w:rPr>
        <w:t xml:space="preserve"> õiguste eest</w:t>
      </w:r>
      <w:r w:rsidR="00F561A3">
        <w:rPr>
          <w:bCs/>
          <w:lang w:val="et-EE"/>
        </w:rPr>
        <w:t xml:space="preserve"> EOKL seisab.</w:t>
      </w:r>
      <w:r w:rsidR="00644E72">
        <w:rPr>
          <w:bCs/>
          <w:lang w:val="et-EE"/>
        </w:rPr>
        <w:t xml:space="preserve"> </w:t>
      </w:r>
      <w:r w:rsidR="0063761F">
        <w:rPr>
          <w:bCs/>
          <w:lang w:val="et-EE"/>
        </w:rPr>
        <w:t>Liidu hinna</w:t>
      </w:r>
      <w:r w:rsidR="006C15CE">
        <w:rPr>
          <w:bCs/>
          <w:lang w:val="et-EE"/>
        </w:rPr>
        <w:t>n</w:t>
      </w:r>
      <w:r w:rsidR="0063761F">
        <w:rPr>
          <w:bCs/>
          <w:lang w:val="et-EE"/>
        </w:rPr>
        <w:t>gul</w:t>
      </w:r>
      <w:r w:rsidR="00E541C0">
        <w:rPr>
          <w:bCs/>
          <w:lang w:val="et-EE"/>
        </w:rPr>
        <w:t xml:space="preserve"> ei lahenda</w:t>
      </w:r>
      <w:r w:rsidR="00820E96">
        <w:rPr>
          <w:bCs/>
          <w:lang w:val="et-EE"/>
        </w:rPr>
        <w:t xml:space="preserve"> tarbijatele</w:t>
      </w:r>
      <w:r w:rsidR="00E541C0">
        <w:rPr>
          <w:bCs/>
          <w:lang w:val="et-EE"/>
        </w:rPr>
        <w:t xml:space="preserve"> K</w:t>
      </w:r>
      <w:r w:rsidR="00384492">
        <w:rPr>
          <w:bCs/>
          <w:lang w:val="et-EE"/>
        </w:rPr>
        <w:t>VP-dest lahkumise</w:t>
      </w:r>
      <w:r w:rsidR="00820E96">
        <w:rPr>
          <w:bCs/>
          <w:lang w:val="et-EE"/>
        </w:rPr>
        <w:t xml:space="preserve"> lihtsustamine</w:t>
      </w:r>
      <w:r w:rsidR="00644E72">
        <w:rPr>
          <w:bCs/>
          <w:lang w:val="et-EE"/>
        </w:rPr>
        <w:t xml:space="preserve"> madalama sissetulekuga</w:t>
      </w:r>
      <w:r w:rsidR="00132A14" w:rsidRPr="00C72BF1">
        <w:rPr>
          <w:bCs/>
          <w:lang w:val="et-EE"/>
        </w:rPr>
        <w:t xml:space="preserve"> leibkon</w:t>
      </w:r>
      <w:r w:rsidR="006C15CE">
        <w:rPr>
          <w:bCs/>
          <w:lang w:val="et-EE"/>
        </w:rPr>
        <w:t>dade</w:t>
      </w:r>
      <w:r w:rsidR="00E541C0">
        <w:rPr>
          <w:bCs/>
          <w:lang w:val="et-EE"/>
        </w:rPr>
        <w:t xml:space="preserve"> probleemi</w:t>
      </w:r>
      <w:r w:rsidR="00473A01">
        <w:rPr>
          <w:bCs/>
          <w:lang w:val="et-EE"/>
        </w:rPr>
        <w:t xml:space="preserve">, kellel </w:t>
      </w:r>
      <w:r w:rsidR="00543560">
        <w:rPr>
          <w:bCs/>
          <w:lang w:val="et-EE"/>
        </w:rPr>
        <w:t>puudub küttesüsteemi ümberehitamiseks vajalik finantsvõimekus</w:t>
      </w:r>
      <w:r w:rsidR="00E541C0">
        <w:rPr>
          <w:bCs/>
          <w:lang w:val="et-EE"/>
        </w:rPr>
        <w:t xml:space="preserve"> ja -tugi</w:t>
      </w:r>
      <w:r w:rsidR="00A7066C">
        <w:rPr>
          <w:bCs/>
          <w:lang w:val="et-EE"/>
        </w:rPr>
        <w:t>.</w:t>
      </w:r>
      <w:r w:rsidR="00F42418">
        <w:rPr>
          <w:bCs/>
          <w:lang w:val="et-EE"/>
        </w:rPr>
        <w:t xml:space="preserve"> Vastupidi</w:t>
      </w:r>
      <w:r w:rsidR="007809A1">
        <w:rPr>
          <w:bCs/>
          <w:lang w:val="et-EE"/>
        </w:rPr>
        <w:t>!</w:t>
      </w:r>
      <w:r w:rsidR="004F29CC">
        <w:rPr>
          <w:bCs/>
          <w:lang w:val="et-EE"/>
        </w:rPr>
        <w:t xml:space="preserve"> </w:t>
      </w:r>
      <w:r w:rsidR="00794040">
        <w:rPr>
          <w:bCs/>
          <w:lang w:val="et-EE"/>
        </w:rPr>
        <w:t>Tänu Konkurentsiameti hinnametoodikale</w:t>
      </w:r>
      <w:r w:rsidR="00C41365">
        <w:rPr>
          <w:bCs/>
          <w:lang w:val="et-EE"/>
        </w:rPr>
        <w:t xml:space="preserve"> kasva</w:t>
      </w:r>
      <w:r w:rsidR="000C75E5">
        <w:rPr>
          <w:bCs/>
          <w:lang w:val="et-EE"/>
        </w:rPr>
        <w:t>tab iga KVP-st lahkuja</w:t>
      </w:r>
      <w:r w:rsidR="00C41365">
        <w:rPr>
          <w:bCs/>
          <w:lang w:val="et-EE"/>
        </w:rPr>
        <w:t xml:space="preserve"> </w:t>
      </w:r>
      <w:r w:rsidR="006C15CE">
        <w:rPr>
          <w:bCs/>
          <w:lang w:val="et-EE"/>
        </w:rPr>
        <w:t>just</w:t>
      </w:r>
      <w:r w:rsidR="00C41365">
        <w:rPr>
          <w:bCs/>
          <w:lang w:val="et-EE"/>
        </w:rPr>
        <w:t xml:space="preserve"> </w:t>
      </w:r>
      <w:r w:rsidR="008504EB">
        <w:rPr>
          <w:bCs/>
          <w:lang w:val="et-EE"/>
        </w:rPr>
        <w:t>vaesema</w:t>
      </w:r>
      <w:r w:rsidR="006C15CE">
        <w:rPr>
          <w:bCs/>
          <w:lang w:val="et-EE"/>
        </w:rPr>
        <w:t>te</w:t>
      </w:r>
      <w:r w:rsidR="008504EB">
        <w:rPr>
          <w:bCs/>
          <w:lang w:val="et-EE"/>
        </w:rPr>
        <w:t xml:space="preserve"> soojatarbija</w:t>
      </w:r>
      <w:r w:rsidR="006C15CE">
        <w:rPr>
          <w:bCs/>
          <w:lang w:val="et-EE"/>
        </w:rPr>
        <w:t>te</w:t>
      </w:r>
      <w:r w:rsidR="008504EB">
        <w:rPr>
          <w:bCs/>
          <w:lang w:val="et-EE"/>
        </w:rPr>
        <w:t xml:space="preserve"> kulu</w:t>
      </w:r>
      <w:r w:rsidR="000C75E5">
        <w:rPr>
          <w:bCs/>
          <w:lang w:val="et-EE"/>
        </w:rPr>
        <w:t>sid</w:t>
      </w:r>
      <w:r w:rsidR="00AC19CC">
        <w:rPr>
          <w:bCs/>
          <w:lang w:val="et-EE"/>
        </w:rPr>
        <w:t>.</w:t>
      </w:r>
    </w:p>
    <w:p w14:paraId="2D8667CF" w14:textId="669EBBB7" w:rsidR="00A9517C" w:rsidRDefault="00F01FF9" w:rsidP="00DE5ED4">
      <w:pPr>
        <w:spacing w:after="120" w:line="276" w:lineRule="auto"/>
        <w:jc w:val="both"/>
        <w:rPr>
          <w:b/>
          <w:lang w:val="et-EE"/>
        </w:rPr>
      </w:pPr>
      <w:r>
        <w:rPr>
          <w:b/>
          <w:lang w:val="et-EE"/>
        </w:rPr>
        <w:t>Lähtudes</w:t>
      </w:r>
      <w:r w:rsidR="00DD2A49">
        <w:rPr>
          <w:b/>
          <w:lang w:val="et-EE"/>
        </w:rPr>
        <w:t xml:space="preserve"> EOKL poolt välja toodud probleemidest</w:t>
      </w:r>
      <w:r w:rsidR="00EC375E">
        <w:rPr>
          <w:b/>
          <w:lang w:val="et-EE"/>
        </w:rPr>
        <w:t xml:space="preserve"> pea</w:t>
      </w:r>
      <w:r w:rsidR="00D123D1">
        <w:rPr>
          <w:b/>
          <w:lang w:val="et-EE"/>
        </w:rPr>
        <w:t>b EOKL</w:t>
      </w:r>
      <w:r w:rsidR="00EC375E">
        <w:rPr>
          <w:b/>
          <w:lang w:val="et-EE"/>
        </w:rPr>
        <w:t xml:space="preserve"> vajalikuks</w:t>
      </w:r>
      <w:r w:rsidR="00554146">
        <w:rPr>
          <w:b/>
          <w:lang w:val="et-EE"/>
        </w:rPr>
        <w:t xml:space="preserve"> täiendada</w:t>
      </w:r>
      <w:r w:rsidR="00EC375E">
        <w:rPr>
          <w:b/>
          <w:lang w:val="et-EE"/>
        </w:rPr>
        <w:t xml:space="preserve"> </w:t>
      </w:r>
      <w:r w:rsidR="00733DE5" w:rsidRPr="00C72BF1">
        <w:rPr>
          <w:b/>
          <w:lang w:val="et-EE"/>
        </w:rPr>
        <w:t xml:space="preserve"> KKütS</w:t>
      </w:r>
      <w:r w:rsidR="00554146">
        <w:rPr>
          <w:b/>
          <w:lang w:val="et-EE"/>
        </w:rPr>
        <w:t xml:space="preserve">-st järgmiste </w:t>
      </w:r>
      <w:r w:rsidR="00F754B2">
        <w:rPr>
          <w:b/>
          <w:lang w:val="et-EE"/>
        </w:rPr>
        <w:t>regulatsioonidega</w:t>
      </w:r>
      <w:r w:rsidR="00A9517C">
        <w:rPr>
          <w:b/>
          <w:lang w:val="et-EE"/>
        </w:rPr>
        <w:t>:</w:t>
      </w:r>
    </w:p>
    <w:p w14:paraId="3E4A1BF8" w14:textId="7081C076" w:rsidR="00810DFB" w:rsidRPr="000728F1" w:rsidRDefault="003B2ECA" w:rsidP="00DE5ED4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725">
        <w:rPr>
          <w:rFonts w:ascii="Times New Roman" w:hAnsi="Times New Roman" w:cs="Times New Roman"/>
          <w:bCs/>
          <w:sz w:val="24"/>
          <w:szCs w:val="24"/>
        </w:rPr>
        <w:t>Sätestada sõnaselgelt, et Konkurentsiamet</w:t>
      </w:r>
      <w:r w:rsidR="00153C18" w:rsidRPr="00593725">
        <w:rPr>
          <w:rFonts w:ascii="Times New Roman" w:hAnsi="Times New Roman" w:cs="Times New Roman"/>
          <w:bCs/>
          <w:sz w:val="24"/>
          <w:szCs w:val="24"/>
        </w:rPr>
        <w:t xml:space="preserve"> on</w:t>
      </w:r>
      <w:r w:rsidRPr="00593725">
        <w:rPr>
          <w:rFonts w:ascii="Times New Roman" w:hAnsi="Times New Roman" w:cs="Times New Roman"/>
          <w:bCs/>
          <w:sz w:val="24"/>
          <w:szCs w:val="24"/>
        </w:rPr>
        <w:t xml:space="preserve"> kohust</w:t>
      </w:r>
      <w:r w:rsidR="00153C18" w:rsidRPr="00593725">
        <w:rPr>
          <w:rFonts w:ascii="Times New Roman" w:hAnsi="Times New Roman" w:cs="Times New Roman"/>
          <w:bCs/>
          <w:sz w:val="24"/>
          <w:szCs w:val="24"/>
        </w:rPr>
        <w:t>atud</w:t>
      </w:r>
      <w:r w:rsidR="00863D0C">
        <w:rPr>
          <w:rFonts w:ascii="Times New Roman" w:hAnsi="Times New Roman" w:cs="Times New Roman"/>
          <w:bCs/>
          <w:sz w:val="24"/>
          <w:szCs w:val="24"/>
        </w:rPr>
        <w:t xml:space="preserve"> oma tegevuses lähtuma</w:t>
      </w:r>
      <w:r w:rsidR="00B3602B" w:rsidRPr="00593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1B4D" w:rsidRPr="00593725">
        <w:rPr>
          <w:rFonts w:ascii="Times New Roman" w:hAnsi="Times New Roman" w:cs="Times New Roman"/>
          <w:bCs/>
          <w:sz w:val="24"/>
          <w:szCs w:val="24"/>
        </w:rPr>
        <w:t>tarbijate võrdse kohtlemise põhimõtte</w:t>
      </w:r>
      <w:r w:rsidR="00863D0C">
        <w:rPr>
          <w:rFonts w:ascii="Times New Roman" w:hAnsi="Times New Roman" w:cs="Times New Roman"/>
          <w:bCs/>
          <w:sz w:val="24"/>
          <w:szCs w:val="24"/>
        </w:rPr>
        <w:t>st</w:t>
      </w:r>
      <w:r w:rsidR="007F4713" w:rsidRPr="00593725">
        <w:rPr>
          <w:rFonts w:ascii="Times New Roman" w:hAnsi="Times New Roman" w:cs="Times New Roman"/>
          <w:bCs/>
          <w:sz w:val="24"/>
          <w:szCs w:val="24"/>
        </w:rPr>
        <w:t>.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 xml:space="preserve"> Sealjuures tuleb</w:t>
      </w:r>
      <w:r w:rsidR="004564B0" w:rsidRPr="00593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>s</w:t>
      </w:r>
      <w:r w:rsidR="004564B0" w:rsidRPr="00593725">
        <w:rPr>
          <w:rFonts w:ascii="Times New Roman" w:hAnsi="Times New Roman" w:cs="Times New Roman"/>
          <w:bCs/>
          <w:sz w:val="24"/>
          <w:szCs w:val="24"/>
        </w:rPr>
        <w:t>ooja</w:t>
      </w:r>
      <w:r w:rsidR="0018417A" w:rsidRPr="00593725">
        <w:rPr>
          <w:rFonts w:ascii="Times New Roman" w:hAnsi="Times New Roman" w:cs="Times New Roman"/>
          <w:bCs/>
          <w:sz w:val="24"/>
          <w:szCs w:val="24"/>
        </w:rPr>
        <w:t xml:space="preserve"> tootmise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>ga seotud</w:t>
      </w:r>
      <w:r w:rsidR="00AA1498" w:rsidRPr="00593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0380" w:rsidRPr="00593725">
        <w:rPr>
          <w:rFonts w:ascii="Times New Roman" w:hAnsi="Times New Roman" w:cs="Times New Roman"/>
          <w:bCs/>
          <w:sz w:val="24"/>
          <w:szCs w:val="24"/>
        </w:rPr>
        <w:t>püsi</w:t>
      </w:r>
      <w:r w:rsidR="00AA1498" w:rsidRPr="00593725">
        <w:rPr>
          <w:rFonts w:ascii="Times New Roman" w:hAnsi="Times New Roman" w:cs="Times New Roman"/>
          <w:bCs/>
          <w:sz w:val="24"/>
          <w:szCs w:val="24"/>
        </w:rPr>
        <w:t xml:space="preserve">kulud </w:t>
      </w:r>
      <w:r w:rsidR="00DC71BC" w:rsidRPr="00593725">
        <w:rPr>
          <w:rFonts w:ascii="Times New Roman" w:hAnsi="Times New Roman" w:cs="Times New Roman"/>
          <w:bCs/>
          <w:sz w:val="24"/>
          <w:szCs w:val="24"/>
        </w:rPr>
        <w:t>(</w:t>
      </w:r>
      <w:r w:rsidR="00F04DB7">
        <w:rPr>
          <w:rFonts w:ascii="Times New Roman" w:hAnsi="Times New Roman" w:cs="Times New Roman"/>
          <w:bCs/>
          <w:sz w:val="24"/>
          <w:szCs w:val="24"/>
        </w:rPr>
        <w:t xml:space="preserve">sh </w:t>
      </w:r>
      <w:r w:rsidR="00DC71BC" w:rsidRPr="00593725">
        <w:rPr>
          <w:rFonts w:ascii="Times New Roman" w:hAnsi="Times New Roman" w:cs="Times New Roman"/>
          <w:bCs/>
          <w:sz w:val="24"/>
          <w:szCs w:val="24"/>
        </w:rPr>
        <w:t>soojuskaod, seadmete amortisatsioon, hooldus- ja remondikulud)</w:t>
      </w:r>
      <w:r w:rsidR="00DC71BC" w:rsidRPr="005937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498" w:rsidRPr="00593725">
        <w:rPr>
          <w:rFonts w:ascii="Times New Roman" w:hAnsi="Times New Roman" w:cs="Times New Roman"/>
          <w:bCs/>
          <w:sz w:val="24"/>
          <w:szCs w:val="24"/>
        </w:rPr>
        <w:t>jag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>ada</w:t>
      </w:r>
      <w:r w:rsidR="00AA1498" w:rsidRPr="00593725">
        <w:rPr>
          <w:rFonts w:ascii="Times New Roman" w:hAnsi="Times New Roman" w:cs="Times New Roman"/>
          <w:bCs/>
          <w:sz w:val="24"/>
          <w:szCs w:val="24"/>
        </w:rPr>
        <w:t xml:space="preserve"> tarbijate vahel</w:t>
      </w:r>
      <w:r w:rsidR="00D96972" w:rsidRPr="00593725">
        <w:rPr>
          <w:rFonts w:ascii="Times New Roman" w:hAnsi="Times New Roman" w:cs="Times New Roman"/>
          <w:bCs/>
          <w:sz w:val="24"/>
          <w:szCs w:val="24"/>
        </w:rPr>
        <w:t xml:space="preserve"> vastavat 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>nende hoonete</w:t>
      </w:r>
      <w:r w:rsidR="00A603C4" w:rsidRPr="00593725">
        <w:rPr>
          <w:rFonts w:ascii="Times New Roman" w:hAnsi="Times New Roman" w:cs="Times New Roman"/>
          <w:bCs/>
          <w:sz w:val="24"/>
          <w:szCs w:val="24"/>
        </w:rPr>
        <w:t xml:space="preserve"> soojakoormuse</w:t>
      </w:r>
      <w:r w:rsidR="00481D1A" w:rsidRPr="00593725">
        <w:rPr>
          <w:rFonts w:ascii="Times New Roman" w:hAnsi="Times New Roman" w:cs="Times New Roman"/>
          <w:bCs/>
          <w:sz w:val="24"/>
          <w:szCs w:val="24"/>
        </w:rPr>
        <w:t>le</w:t>
      </w:r>
      <w:r w:rsidR="007932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203" w:rsidRPr="000728F1">
        <w:rPr>
          <w:rFonts w:ascii="Times New Roman" w:hAnsi="Times New Roman" w:cs="Times New Roman"/>
          <w:b/>
          <w:sz w:val="24"/>
          <w:szCs w:val="24"/>
        </w:rPr>
        <w:t xml:space="preserve">ehk sisse viia kahetariifne </w:t>
      </w:r>
      <w:r w:rsidR="000728F1" w:rsidRPr="000728F1">
        <w:rPr>
          <w:rFonts w:ascii="Times New Roman" w:hAnsi="Times New Roman" w:cs="Times New Roman"/>
          <w:b/>
          <w:sz w:val="24"/>
          <w:szCs w:val="24"/>
        </w:rPr>
        <w:t>soojuse hinna süsteem.</w:t>
      </w:r>
    </w:p>
    <w:p w14:paraId="5A4611F4" w14:textId="1D1D4A05" w:rsidR="000C54CB" w:rsidRPr="00810DFB" w:rsidRDefault="00AA1498" w:rsidP="00DE5ED4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3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0DFB" w:rsidRPr="00593725">
        <w:rPr>
          <w:rFonts w:ascii="Times New Roman" w:hAnsi="Times New Roman" w:cs="Times New Roman"/>
          <w:bCs/>
          <w:sz w:val="24"/>
          <w:szCs w:val="24"/>
        </w:rPr>
        <w:t>Kehtestada sooj</w:t>
      </w:r>
      <w:r w:rsidR="00DB7759">
        <w:rPr>
          <w:rFonts w:ascii="Times New Roman" w:hAnsi="Times New Roman" w:cs="Times New Roman"/>
          <w:bCs/>
          <w:sz w:val="24"/>
          <w:szCs w:val="24"/>
        </w:rPr>
        <w:t>ateenusele</w:t>
      </w:r>
      <w:r w:rsidR="00810DFB" w:rsidRPr="00593725">
        <w:rPr>
          <w:rFonts w:ascii="Times New Roman" w:hAnsi="Times New Roman" w:cs="Times New Roman"/>
          <w:bCs/>
          <w:sz w:val="24"/>
          <w:szCs w:val="24"/>
        </w:rPr>
        <w:t xml:space="preserve"> maksimaalne piirhind ning siduda see asukohajärgse maakonna elanike keskmise sissetulekuga.</w:t>
      </w:r>
    </w:p>
    <w:p w14:paraId="33AD3079" w14:textId="5E0C372B" w:rsidR="000B7D3F" w:rsidRPr="003E76AC" w:rsidRDefault="00C61E2A" w:rsidP="00DE5ED4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Loobuda</w:t>
      </w:r>
      <w:r w:rsidR="00C54910" w:rsidRPr="00936E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6E79">
        <w:rPr>
          <w:rFonts w:ascii="Times New Roman" w:hAnsi="Times New Roman" w:cs="Times New Roman"/>
          <w:bCs/>
          <w:sz w:val="24"/>
          <w:szCs w:val="24"/>
        </w:rPr>
        <w:t>hinna</w:t>
      </w:r>
      <w:r w:rsidR="00C54910" w:rsidRPr="00936E79">
        <w:rPr>
          <w:rFonts w:ascii="Times New Roman" w:hAnsi="Times New Roman" w:cs="Times New Roman"/>
          <w:bCs/>
          <w:sz w:val="24"/>
          <w:szCs w:val="24"/>
        </w:rPr>
        <w:t>metoodika</w:t>
      </w:r>
      <w:r>
        <w:rPr>
          <w:rFonts w:ascii="Times New Roman" w:hAnsi="Times New Roman" w:cs="Times New Roman"/>
          <w:bCs/>
          <w:sz w:val="24"/>
          <w:szCs w:val="24"/>
        </w:rPr>
        <w:t>st, mis</w:t>
      </w:r>
      <w:r w:rsidR="000C3D5B" w:rsidRPr="00936E79">
        <w:rPr>
          <w:rFonts w:ascii="Times New Roman" w:hAnsi="Times New Roman" w:cs="Times New Roman"/>
          <w:bCs/>
          <w:sz w:val="24"/>
          <w:szCs w:val="24"/>
        </w:rPr>
        <w:t xml:space="preserve"> arvesta</w:t>
      </w:r>
      <w:r w:rsidR="00537E3C" w:rsidRPr="00936E79">
        <w:rPr>
          <w:rFonts w:ascii="Times New Roman" w:hAnsi="Times New Roman" w:cs="Times New Roman"/>
          <w:bCs/>
          <w:sz w:val="24"/>
          <w:szCs w:val="24"/>
        </w:rPr>
        <w:t>b soojaettevõtete</w:t>
      </w:r>
      <w:r w:rsidR="00C54910" w:rsidRPr="00936E79">
        <w:rPr>
          <w:rFonts w:ascii="Times New Roman" w:hAnsi="Times New Roman" w:cs="Times New Roman"/>
          <w:bCs/>
          <w:sz w:val="24"/>
          <w:szCs w:val="24"/>
        </w:rPr>
        <w:t xml:space="preserve"> tulukust</w:t>
      </w:r>
      <w:r w:rsidR="00DD1E3E" w:rsidRPr="00936E79">
        <w:rPr>
          <w:rFonts w:ascii="Times New Roman" w:hAnsi="Times New Roman" w:cs="Times New Roman"/>
          <w:bCs/>
          <w:sz w:val="24"/>
          <w:szCs w:val="24"/>
        </w:rPr>
        <w:t xml:space="preserve"> amortiseeritavate</w:t>
      </w:r>
      <w:r w:rsidR="00CF7FB5" w:rsidRPr="00936E79">
        <w:rPr>
          <w:rFonts w:ascii="Times New Roman" w:hAnsi="Times New Roman" w:cs="Times New Roman"/>
          <w:bCs/>
          <w:sz w:val="24"/>
          <w:szCs w:val="24"/>
        </w:rPr>
        <w:t xml:space="preserve"> varade hulga pealt</w:t>
      </w:r>
      <w:r w:rsidR="00462BF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10EB5">
        <w:rPr>
          <w:rFonts w:ascii="Times New Roman" w:hAnsi="Times New Roman" w:cs="Times New Roman"/>
          <w:bCs/>
          <w:sz w:val="24"/>
          <w:szCs w:val="24"/>
        </w:rPr>
        <w:t>Selle tingimustes peavad</w:t>
      </w:r>
      <w:r w:rsidR="00AA4071">
        <w:rPr>
          <w:rFonts w:ascii="Times New Roman" w:hAnsi="Times New Roman" w:cs="Times New Roman"/>
          <w:bCs/>
          <w:sz w:val="24"/>
          <w:szCs w:val="24"/>
        </w:rPr>
        <w:t xml:space="preserve"> soojaettevõtted</w:t>
      </w:r>
      <w:r w:rsidR="00462B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4071">
        <w:rPr>
          <w:rFonts w:ascii="Times New Roman" w:hAnsi="Times New Roman" w:cs="Times New Roman"/>
          <w:bCs/>
          <w:sz w:val="24"/>
          <w:szCs w:val="24"/>
        </w:rPr>
        <w:t>p</w:t>
      </w:r>
      <w:r w:rsidR="005B7438">
        <w:rPr>
          <w:rFonts w:ascii="Times New Roman" w:hAnsi="Times New Roman" w:cs="Times New Roman"/>
          <w:bCs/>
          <w:sz w:val="24"/>
          <w:szCs w:val="24"/>
        </w:rPr>
        <w:t>uhask</w:t>
      </w:r>
      <w:r w:rsidR="00462BF0">
        <w:rPr>
          <w:rFonts w:ascii="Times New Roman" w:hAnsi="Times New Roman" w:cs="Times New Roman"/>
          <w:bCs/>
          <w:sz w:val="24"/>
          <w:szCs w:val="24"/>
        </w:rPr>
        <w:t xml:space="preserve">asumi </w:t>
      </w:r>
      <w:r w:rsidR="007F435E">
        <w:rPr>
          <w:rFonts w:ascii="Times New Roman" w:hAnsi="Times New Roman" w:cs="Times New Roman"/>
          <w:bCs/>
          <w:sz w:val="24"/>
          <w:szCs w:val="24"/>
        </w:rPr>
        <w:t>säilitamiseks</w:t>
      </w:r>
      <w:r w:rsidR="002720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65D8">
        <w:rPr>
          <w:rFonts w:ascii="Times New Roman" w:hAnsi="Times New Roman" w:cs="Times New Roman"/>
          <w:bCs/>
          <w:sz w:val="24"/>
          <w:szCs w:val="24"/>
        </w:rPr>
        <w:t xml:space="preserve">investeerima </w:t>
      </w:r>
      <w:r w:rsidR="00117F73">
        <w:rPr>
          <w:rFonts w:ascii="Times New Roman" w:hAnsi="Times New Roman" w:cs="Times New Roman"/>
          <w:bCs/>
          <w:sz w:val="24"/>
          <w:szCs w:val="24"/>
        </w:rPr>
        <w:t>pidevalt</w:t>
      </w:r>
      <w:r w:rsidR="00ED65D8">
        <w:rPr>
          <w:rFonts w:ascii="Times New Roman" w:hAnsi="Times New Roman" w:cs="Times New Roman"/>
          <w:bCs/>
          <w:sz w:val="24"/>
          <w:szCs w:val="24"/>
        </w:rPr>
        <w:t xml:space="preserve"> uutesse varadesse</w:t>
      </w:r>
      <w:r w:rsidR="00D90D5B">
        <w:rPr>
          <w:rFonts w:ascii="Times New Roman" w:hAnsi="Times New Roman" w:cs="Times New Roman"/>
          <w:bCs/>
          <w:sz w:val="24"/>
          <w:szCs w:val="24"/>
        </w:rPr>
        <w:t>,</w:t>
      </w:r>
      <w:r w:rsidR="00117F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E07">
        <w:rPr>
          <w:rFonts w:ascii="Times New Roman" w:hAnsi="Times New Roman" w:cs="Times New Roman"/>
          <w:bCs/>
          <w:sz w:val="24"/>
          <w:szCs w:val="24"/>
        </w:rPr>
        <w:t>kui</w:t>
      </w:r>
      <w:r w:rsidR="00901500">
        <w:rPr>
          <w:rFonts w:ascii="Times New Roman" w:hAnsi="Times New Roman" w:cs="Times New Roman"/>
          <w:bCs/>
          <w:sz w:val="24"/>
          <w:szCs w:val="24"/>
        </w:rPr>
        <w:t>gi mitte alati pole investeering</w:t>
      </w:r>
      <w:r w:rsidR="00EF302D">
        <w:rPr>
          <w:rFonts w:ascii="Times New Roman" w:hAnsi="Times New Roman" w:cs="Times New Roman"/>
          <w:bCs/>
          <w:sz w:val="24"/>
          <w:szCs w:val="24"/>
        </w:rPr>
        <w:t xml:space="preserve"> tarbija</w:t>
      </w:r>
      <w:r w:rsidR="007204BE">
        <w:rPr>
          <w:rFonts w:ascii="Times New Roman" w:hAnsi="Times New Roman" w:cs="Times New Roman"/>
          <w:bCs/>
          <w:sz w:val="24"/>
          <w:szCs w:val="24"/>
        </w:rPr>
        <w:t>te</w:t>
      </w:r>
      <w:r w:rsidR="00C84C8B">
        <w:rPr>
          <w:rFonts w:ascii="Times New Roman" w:hAnsi="Times New Roman" w:cs="Times New Roman"/>
          <w:bCs/>
          <w:sz w:val="24"/>
          <w:szCs w:val="24"/>
        </w:rPr>
        <w:t xml:space="preserve"> (vaid </w:t>
      </w:r>
      <w:r w:rsidR="00AF44F3">
        <w:rPr>
          <w:rFonts w:ascii="Times New Roman" w:hAnsi="Times New Roman" w:cs="Times New Roman"/>
          <w:bCs/>
          <w:sz w:val="24"/>
          <w:szCs w:val="24"/>
        </w:rPr>
        <w:t>kasumlikkuse säilitamise)</w:t>
      </w:r>
      <w:r w:rsidR="00901500">
        <w:rPr>
          <w:rFonts w:ascii="Times New Roman" w:hAnsi="Times New Roman" w:cs="Times New Roman"/>
          <w:bCs/>
          <w:sz w:val="24"/>
          <w:szCs w:val="24"/>
        </w:rPr>
        <w:t xml:space="preserve"> huvides</w:t>
      </w:r>
      <w:r w:rsidR="003B56EB" w:rsidRPr="00936E79">
        <w:rPr>
          <w:rFonts w:ascii="Times New Roman" w:hAnsi="Times New Roman" w:cs="Times New Roman"/>
          <w:bCs/>
          <w:sz w:val="24"/>
          <w:szCs w:val="24"/>
        </w:rPr>
        <w:t>.</w:t>
      </w:r>
      <w:r w:rsidR="000B70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6182" w:rsidRPr="00936E79">
        <w:rPr>
          <w:rFonts w:ascii="Times New Roman" w:hAnsi="Times New Roman" w:cs="Times New Roman"/>
          <w:bCs/>
          <w:sz w:val="24"/>
          <w:szCs w:val="24"/>
        </w:rPr>
        <w:t>Probleem</w:t>
      </w:r>
      <w:r w:rsidR="003C2998">
        <w:rPr>
          <w:rFonts w:ascii="Times New Roman" w:hAnsi="Times New Roman" w:cs="Times New Roman"/>
          <w:bCs/>
          <w:sz w:val="24"/>
          <w:szCs w:val="24"/>
        </w:rPr>
        <w:t>i</w:t>
      </w:r>
      <w:r w:rsidR="001D5AB0" w:rsidRPr="00936E79">
        <w:rPr>
          <w:rFonts w:ascii="Times New Roman" w:hAnsi="Times New Roman" w:cs="Times New Roman"/>
          <w:bCs/>
          <w:sz w:val="24"/>
          <w:szCs w:val="24"/>
        </w:rPr>
        <w:t xml:space="preserve"> lahendamiseks</w:t>
      </w:r>
      <w:r w:rsidR="00874948" w:rsidRPr="00936E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13F">
        <w:rPr>
          <w:rFonts w:ascii="Times New Roman" w:hAnsi="Times New Roman" w:cs="Times New Roman"/>
          <w:bCs/>
          <w:sz w:val="24"/>
          <w:szCs w:val="24"/>
        </w:rPr>
        <w:t xml:space="preserve">tuleks üle minna hinnametoodikale, </w:t>
      </w:r>
      <w:r w:rsidR="00753153">
        <w:rPr>
          <w:rFonts w:ascii="Times New Roman" w:hAnsi="Times New Roman" w:cs="Times New Roman"/>
          <w:bCs/>
          <w:sz w:val="24"/>
          <w:szCs w:val="24"/>
        </w:rPr>
        <w:t>kus sooja hind</w:t>
      </w:r>
      <w:r w:rsidR="00465AB3">
        <w:rPr>
          <w:rFonts w:ascii="Times New Roman" w:hAnsi="Times New Roman" w:cs="Times New Roman"/>
          <w:bCs/>
          <w:sz w:val="24"/>
          <w:szCs w:val="24"/>
        </w:rPr>
        <w:t xml:space="preserve"> ka</w:t>
      </w:r>
      <w:r w:rsidR="00753153">
        <w:rPr>
          <w:rFonts w:ascii="Times New Roman" w:hAnsi="Times New Roman" w:cs="Times New Roman"/>
          <w:bCs/>
          <w:sz w:val="24"/>
          <w:szCs w:val="24"/>
        </w:rPr>
        <w:t>tab</w:t>
      </w:r>
      <w:r w:rsidR="00EE013F">
        <w:rPr>
          <w:rFonts w:ascii="Times New Roman" w:hAnsi="Times New Roman" w:cs="Times New Roman"/>
          <w:bCs/>
          <w:sz w:val="24"/>
          <w:szCs w:val="24"/>
        </w:rPr>
        <w:t xml:space="preserve"> soojaettevõtja</w:t>
      </w:r>
      <w:r w:rsidR="00CE70FC">
        <w:rPr>
          <w:rFonts w:ascii="Times New Roman" w:hAnsi="Times New Roman" w:cs="Times New Roman"/>
          <w:bCs/>
          <w:sz w:val="24"/>
          <w:szCs w:val="24"/>
        </w:rPr>
        <w:t xml:space="preserve"> põhjendatud kulutus</w:t>
      </w:r>
      <w:r w:rsidR="00465AB3">
        <w:rPr>
          <w:rFonts w:ascii="Times New Roman" w:hAnsi="Times New Roman" w:cs="Times New Roman"/>
          <w:bCs/>
          <w:sz w:val="24"/>
          <w:szCs w:val="24"/>
        </w:rPr>
        <w:t>ed</w:t>
      </w:r>
      <w:r w:rsidR="00CE70FC">
        <w:rPr>
          <w:rFonts w:ascii="Times New Roman" w:hAnsi="Times New Roman" w:cs="Times New Roman"/>
          <w:bCs/>
          <w:sz w:val="24"/>
          <w:szCs w:val="24"/>
        </w:rPr>
        <w:t xml:space="preserve"> ning</w:t>
      </w:r>
      <w:r w:rsidR="001329FB">
        <w:rPr>
          <w:rFonts w:ascii="Times New Roman" w:hAnsi="Times New Roman" w:cs="Times New Roman"/>
          <w:bCs/>
          <w:sz w:val="24"/>
          <w:szCs w:val="24"/>
        </w:rPr>
        <w:t xml:space="preserve"> lisaks</w:t>
      </w:r>
      <w:r w:rsidR="00CE70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5AB3">
        <w:rPr>
          <w:rFonts w:ascii="Times New Roman" w:hAnsi="Times New Roman" w:cs="Times New Roman"/>
          <w:bCs/>
          <w:sz w:val="24"/>
          <w:szCs w:val="24"/>
        </w:rPr>
        <w:t>sätestatakse</w:t>
      </w:r>
      <w:r w:rsidR="001329FB">
        <w:rPr>
          <w:rFonts w:ascii="Times New Roman" w:hAnsi="Times New Roman" w:cs="Times New Roman"/>
          <w:bCs/>
          <w:sz w:val="24"/>
          <w:szCs w:val="24"/>
        </w:rPr>
        <w:t xml:space="preserve"> soojateenuselt teenitavaks</w:t>
      </w:r>
      <w:r w:rsidR="00B83E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5AB3">
        <w:rPr>
          <w:rFonts w:ascii="Times New Roman" w:hAnsi="Times New Roman" w:cs="Times New Roman"/>
          <w:bCs/>
          <w:sz w:val="24"/>
          <w:szCs w:val="24"/>
        </w:rPr>
        <w:t>puhaskasumi maksimummääraks</w:t>
      </w:r>
      <w:r w:rsidR="00874948" w:rsidRPr="00936E79">
        <w:rPr>
          <w:rFonts w:ascii="Times New Roman" w:hAnsi="Times New Roman" w:cs="Times New Roman"/>
          <w:bCs/>
          <w:sz w:val="24"/>
          <w:szCs w:val="24"/>
        </w:rPr>
        <w:t xml:space="preserve"> 3%</w:t>
      </w:r>
      <w:r w:rsidR="00465AB3">
        <w:rPr>
          <w:rFonts w:ascii="Times New Roman" w:hAnsi="Times New Roman" w:cs="Times New Roman"/>
          <w:bCs/>
          <w:sz w:val="24"/>
          <w:szCs w:val="24"/>
        </w:rPr>
        <w:t xml:space="preserve"> soojateenuse </w:t>
      </w:r>
      <w:r w:rsidR="00F04DB7">
        <w:rPr>
          <w:rFonts w:ascii="Times New Roman" w:hAnsi="Times New Roman" w:cs="Times New Roman"/>
          <w:bCs/>
          <w:sz w:val="24"/>
          <w:szCs w:val="24"/>
        </w:rPr>
        <w:t>põhjendatud</w:t>
      </w:r>
      <w:r w:rsidR="00465AB3">
        <w:rPr>
          <w:rFonts w:ascii="Times New Roman" w:hAnsi="Times New Roman" w:cs="Times New Roman"/>
          <w:bCs/>
          <w:sz w:val="24"/>
          <w:szCs w:val="24"/>
        </w:rPr>
        <w:t xml:space="preserve"> kuludest</w:t>
      </w:r>
      <w:r w:rsidR="00874948" w:rsidRPr="00936E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B852B2" w14:textId="15D110B5" w:rsidR="005B63C6" w:rsidRPr="00064A06" w:rsidRDefault="0096319C" w:rsidP="00DE5ED4">
      <w:pPr>
        <w:spacing w:line="276" w:lineRule="auto"/>
        <w:jc w:val="both"/>
        <w:rPr>
          <w:bCs/>
          <w:lang w:val="et-EE"/>
        </w:rPr>
      </w:pPr>
      <w:r w:rsidRPr="00D74189">
        <w:rPr>
          <w:bCs/>
          <w:lang w:val="et-EE"/>
        </w:rPr>
        <w:t>Kokkuvõtvalt</w:t>
      </w:r>
      <w:r w:rsidR="00957B31" w:rsidRPr="00D74189">
        <w:rPr>
          <w:bCs/>
          <w:lang w:val="et-EE"/>
        </w:rPr>
        <w:t xml:space="preserve"> on EOKL seisukohal</w:t>
      </w:r>
      <w:r w:rsidR="00963633" w:rsidRPr="00D74189">
        <w:rPr>
          <w:bCs/>
          <w:lang w:val="et-EE"/>
        </w:rPr>
        <w:t xml:space="preserve">, </w:t>
      </w:r>
      <w:r w:rsidR="00963633" w:rsidRPr="003D6A07">
        <w:rPr>
          <w:bCs/>
          <w:lang w:val="et-EE"/>
        </w:rPr>
        <w:t>et t</w:t>
      </w:r>
      <w:r w:rsidR="00E619D5" w:rsidRPr="003D6A07">
        <w:rPr>
          <w:bCs/>
          <w:lang w:val="et-EE"/>
        </w:rPr>
        <w:t xml:space="preserve">arbijate KVP </w:t>
      </w:r>
      <w:r w:rsidR="00963633" w:rsidRPr="003D6A07">
        <w:rPr>
          <w:bCs/>
          <w:lang w:val="et-EE"/>
        </w:rPr>
        <w:t>teenusega kohustuslikus</w:t>
      </w:r>
      <w:r w:rsidR="00E619D5" w:rsidRPr="003D6A07">
        <w:rPr>
          <w:bCs/>
          <w:lang w:val="et-EE"/>
        </w:rPr>
        <w:t xml:space="preserve"> ko</w:t>
      </w:r>
      <w:r w:rsidR="00963633" w:rsidRPr="003D6A07">
        <w:rPr>
          <w:bCs/>
          <w:lang w:val="et-EE"/>
        </w:rPr>
        <w:t>rras liitmine</w:t>
      </w:r>
      <w:r w:rsidR="00E619D5" w:rsidRPr="003D6A07">
        <w:rPr>
          <w:bCs/>
          <w:lang w:val="et-EE"/>
        </w:rPr>
        <w:t xml:space="preserve"> on äärmuslik sekkumine eraomandi puutumatusse, ning õigustatud</w:t>
      </w:r>
      <w:r w:rsidR="00934E06" w:rsidRPr="003D6A07">
        <w:rPr>
          <w:bCs/>
          <w:lang w:val="et-EE"/>
        </w:rPr>
        <w:t xml:space="preserve"> vaid</w:t>
      </w:r>
      <w:r w:rsidR="00E619D5" w:rsidRPr="003D6A07">
        <w:rPr>
          <w:bCs/>
          <w:lang w:val="et-EE"/>
        </w:rPr>
        <w:t xml:space="preserve"> juhul, et see teenib laiemat</w:t>
      </w:r>
      <w:r w:rsidR="00934E06" w:rsidRPr="003D6A07">
        <w:rPr>
          <w:bCs/>
          <w:lang w:val="et-EE"/>
        </w:rPr>
        <w:t xml:space="preserve"> nii</w:t>
      </w:r>
      <w:r w:rsidR="00E619D5" w:rsidRPr="003D6A07">
        <w:rPr>
          <w:bCs/>
          <w:lang w:val="et-EE"/>
        </w:rPr>
        <w:t xml:space="preserve"> ühiskondlikku- ja üksikisiku huv</w:t>
      </w:r>
      <w:r w:rsidR="00934E06" w:rsidRPr="003D6A07">
        <w:rPr>
          <w:bCs/>
          <w:lang w:val="et-EE"/>
        </w:rPr>
        <w:t>i</w:t>
      </w:r>
      <w:r w:rsidR="00E619D5" w:rsidRPr="003D6A07">
        <w:rPr>
          <w:bCs/>
          <w:lang w:val="et-EE"/>
        </w:rPr>
        <w:t>.</w:t>
      </w:r>
      <w:r w:rsidR="00E17C4F" w:rsidRPr="00D74189">
        <w:rPr>
          <w:bCs/>
          <w:lang w:val="et-EE"/>
        </w:rPr>
        <w:t xml:space="preserve"> Tänases</w:t>
      </w:r>
      <w:r w:rsidR="00E619D5" w:rsidRPr="00D74189">
        <w:rPr>
          <w:bCs/>
          <w:lang w:val="et-EE"/>
        </w:rPr>
        <w:t xml:space="preserve"> </w:t>
      </w:r>
      <w:r w:rsidR="00E17C4F" w:rsidRPr="00D74189">
        <w:rPr>
          <w:bCs/>
          <w:lang w:val="et-EE"/>
        </w:rPr>
        <w:t>o</w:t>
      </w:r>
      <w:r w:rsidR="00E619D5" w:rsidRPr="00D74189">
        <w:rPr>
          <w:bCs/>
          <w:lang w:val="et-EE"/>
        </w:rPr>
        <w:t>lukorras, kus</w:t>
      </w:r>
      <w:r w:rsidR="00E17C4F" w:rsidRPr="00D74189">
        <w:rPr>
          <w:bCs/>
          <w:lang w:val="et-EE"/>
        </w:rPr>
        <w:t xml:space="preserve"> iga</w:t>
      </w:r>
      <w:r w:rsidR="00E619D5" w:rsidRPr="00D74189">
        <w:rPr>
          <w:bCs/>
          <w:lang w:val="et-EE"/>
        </w:rPr>
        <w:t xml:space="preserve"> kolma</w:t>
      </w:r>
      <w:r w:rsidR="00073078" w:rsidRPr="00D74189">
        <w:rPr>
          <w:bCs/>
          <w:lang w:val="et-EE"/>
        </w:rPr>
        <w:t>nda</w:t>
      </w:r>
      <w:r w:rsidR="00E619D5" w:rsidRPr="00D74189">
        <w:rPr>
          <w:bCs/>
          <w:lang w:val="et-EE"/>
        </w:rPr>
        <w:t xml:space="preserve"> KVP hinnatas</w:t>
      </w:r>
      <w:r w:rsidR="00073078" w:rsidRPr="00D74189">
        <w:rPr>
          <w:bCs/>
          <w:lang w:val="et-EE"/>
        </w:rPr>
        <w:t xml:space="preserve">e </w:t>
      </w:r>
      <w:r w:rsidR="00E07D91">
        <w:rPr>
          <w:bCs/>
          <w:lang w:val="et-EE"/>
        </w:rPr>
        <w:t>on</w:t>
      </w:r>
      <w:r w:rsidR="00E619D5" w:rsidRPr="00D74189">
        <w:rPr>
          <w:bCs/>
          <w:lang w:val="et-EE"/>
        </w:rPr>
        <w:t xml:space="preserve"> vabaturu pikaajalis</w:t>
      </w:r>
      <w:r w:rsidR="00E07D91">
        <w:rPr>
          <w:bCs/>
          <w:lang w:val="et-EE"/>
        </w:rPr>
        <w:t>est</w:t>
      </w:r>
      <w:r w:rsidR="00E619D5" w:rsidRPr="00D74189">
        <w:rPr>
          <w:bCs/>
          <w:lang w:val="et-EE"/>
        </w:rPr>
        <w:t xml:space="preserve"> </w:t>
      </w:r>
      <w:r w:rsidR="00E07D91">
        <w:rPr>
          <w:bCs/>
          <w:lang w:val="et-EE"/>
        </w:rPr>
        <w:t>sooja</w:t>
      </w:r>
      <w:r w:rsidR="00E619D5" w:rsidRPr="00D74189">
        <w:rPr>
          <w:bCs/>
          <w:lang w:val="et-EE"/>
        </w:rPr>
        <w:t>hinna</w:t>
      </w:r>
      <w:r w:rsidR="00E07D91">
        <w:rPr>
          <w:bCs/>
          <w:lang w:val="et-EE"/>
        </w:rPr>
        <w:t>st</w:t>
      </w:r>
      <w:r w:rsidR="00E619D5" w:rsidRPr="00D74189">
        <w:rPr>
          <w:bCs/>
          <w:lang w:val="et-EE"/>
        </w:rPr>
        <w:t xml:space="preserve"> (90 </w:t>
      </w:r>
      <w:r w:rsidR="00054D37">
        <w:rPr>
          <w:bCs/>
          <w:lang w:val="et-EE"/>
        </w:rPr>
        <w:t>EUR</w:t>
      </w:r>
      <w:r w:rsidR="00E619D5" w:rsidRPr="00D74189">
        <w:rPr>
          <w:bCs/>
          <w:lang w:val="et-EE"/>
        </w:rPr>
        <w:t>/</w:t>
      </w:r>
      <w:r w:rsidR="00054D37">
        <w:rPr>
          <w:bCs/>
          <w:lang w:val="et-EE"/>
        </w:rPr>
        <w:t>MWh</w:t>
      </w:r>
      <w:r w:rsidR="00E619D5" w:rsidRPr="00D74189">
        <w:rPr>
          <w:bCs/>
          <w:lang w:val="et-EE"/>
        </w:rPr>
        <w:t>+KM)</w:t>
      </w:r>
      <w:r w:rsidR="00E07D91">
        <w:rPr>
          <w:bCs/>
          <w:lang w:val="et-EE"/>
        </w:rPr>
        <w:t xml:space="preserve"> kõrgem</w:t>
      </w:r>
      <w:r w:rsidR="00E619D5" w:rsidRPr="00D74189">
        <w:rPr>
          <w:bCs/>
          <w:lang w:val="et-EE"/>
        </w:rPr>
        <w:t>,</w:t>
      </w:r>
      <w:r w:rsidR="008470BD">
        <w:rPr>
          <w:bCs/>
          <w:lang w:val="et-EE"/>
        </w:rPr>
        <w:t xml:space="preserve"> on ilmselge, e</w:t>
      </w:r>
      <w:r w:rsidR="00196BEC">
        <w:rPr>
          <w:bCs/>
          <w:lang w:val="et-EE"/>
        </w:rPr>
        <w:t>t</w:t>
      </w:r>
      <w:r w:rsidR="001A607A" w:rsidRPr="00D74189">
        <w:rPr>
          <w:bCs/>
          <w:lang w:val="et-EE"/>
        </w:rPr>
        <w:t xml:space="preserve"> suur osa</w:t>
      </w:r>
      <w:r w:rsidR="00C857FD">
        <w:rPr>
          <w:bCs/>
          <w:lang w:val="et-EE"/>
        </w:rPr>
        <w:t xml:space="preserve"> vabaturumajandus</w:t>
      </w:r>
      <w:r w:rsidR="00E35C42">
        <w:rPr>
          <w:bCs/>
          <w:lang w:val="et-EE"/>
        </w:rPr>
        <w:t xml:space="preserve">e põhimõtetega </w:t>
      </w:r>
      <w:r w:rsidR="00A27EE4">
        <w:rPr>
          <w:bCs/>
          <w:lang w:val="et-EE"/>
        </w:rPr>
        <w:t>vastuolus olevatest</w:t>
      </w:r>
      <w:r w:rsidR="001A607A" w:rsidRPr="00D74189">
        <w:rPr>
          <w:bCs/>
          <w:lang w:val="et-EE"/>
        </w:rPr>
        <w:t xml:space="preserve"> KVP-d</w:t>
      </w:r>
      <w:r w:rsidR="00A27EE4">
        <w:rPr>
          <w:bCs/>
          <w:lang w:val="et-EE"/>
        </w:rPr>
        <w:t>est</w:t>
      </w:r>
      <w:r w:rsidR="00196BEC">
        <w:rPr>
          <w:bCs/>
          <w:lang w:val="et-EE"/>
        </w:rPr>
        <w:t xml:space="preserve"> ei tegutse</w:t>
      </w:r>
      <w:r w:rsidR="00E619D5" w:rsidRPr="00D74189">
        <w:rPr>
          <w:bCs/>
          <w:lang w:val="et-EE"/>
        </w:rPr>
        <w:t xml:space="preserve"> </w:t>
      </w:r>
      <w:r w:rsidR="00E07D91">
        <w:rPr>
          <w:bCs/>
          <w:lang w:val="et-EE"/>
        </w:rPr>
        <w:t>kummagi</w:t>
      </w:r>
      <w:r w:rsidR="00E619D5" w:rsidRPr="00D74189">
        <w:rPr>
          <w:bCs/>
          <w:lang w:val="et-EE"/>
        </w:rPr>
        <w:t xml:space="preserve"> huvides.</w:t>
      </w:r>
      <w:r w:rsidR="00426280">
        <w:rPr>
          <w:bCs/>
          <w:lang w:val="et-EE"/>
        </w:rPr>
        <w:t xml:space="preserve"> Seetõttu</w:t>
      </w:r>
      <w:r w:rsidR="008B65A6" w:rsidRPr="00D74189">
        <w:rPr>
          <w:bCs/>
          <w:lang w:val="et-EE"/>
        </w:rPr>
        <w:t xml:space="preserve"> </w:t>
      </w:r>
      <w:r w:rsidR="00426280">
        <w:rPr>
          <w:bCs/>
          <w:lang w:val="et-EE"/>
        </w:rPr>
        <w:t>l</w:t>
      </w:r>
      <w:r w:rsidR="00196BEC">
        <w:rPr>
          <w:bCs/>
          <w:lang w:val="et-EE"/>
        </w:rPr>
        <w:t>eiame, et e</w:t>
      </w:r>
      <w:r w:rsidR="00BB60AE" w:rsidRPr="00D74189">
        <w:rPr>
          <w:bCs/>
          <w:lang w:val="et-EE"/>
        </w:rPr>
        <w:t>bamõistlikult kõrge hinnataseme p</w:t>
      </w:r>
      <w:r w:rsidR="008B65A6" w:rsidRPr="00D74189">
        <w:rPr>
          <w:bCs/>
          <w:lang w:val="et-EE"/>
        </w:rPr>
        <w:t>robleem</w:t>
      </w:r>
      <w:r w:rsidR="00BB60AE" w:rsidRPr="00D74189">
        <w:rPr>
          <w:bCs/>
          <w:lang w:val="et-EE"/>
        </w:rPr>
        <w:t xml:space="preserve"> </w:t>
      </w:r>
      <w:r w:rsidR="0075575B" w:rsidRPr="00D74189">
        <w:rPr>
          <w:bCs/>
          <w:lang w:val="et-EE"/>
        </w:rPr>
        <w:t>tuleb</w:t>
      </w:r>
      <w:r w:rsidR="00BB60AE" w:rsidRPr="00D74189">
        <w:rPr>
          <w:bCs/>
          <w:lang w:val="et-EE"/>
        </w:rPr>
        <w:t xml:space="preserve"> lahenda</w:t>
      </w:r>
      <w:r w:rsidR="0075575B" w:rsidRPr="00D74189">
        <w:rPr>
          <w:bCs/>
          <w:lang w:val="et-EE"/>
        </w:rPr>
        <w:t xml:space="preserve">da kõigi tarbijate jaoks, </w:t>
      </w:r>
      <w:r w:rsidR="0009661E">
        <w:rPr>
          <w:bCs/>
          <w:lang w:val="et-EE"/>
        </w:rPr>
        <w:t>mitte vaid</w:t>
      </w:r>
      <w:r w:rsidR="00447003">
        <w:rPr>
          <w:bCs/>
          <w:lang w:val="et-EE"/>
        </w:rPr>
        <w:t xml:space="preserve"> jõukamat</w:t>
      </w:r>
      <w:r w:rsidR="00DD6B20">
        <w:rPr>
          <w:bCs/>
          <w:lang w:val="et-EE"/>
        </w:rPr>
        <w:t>e</w:t>
      </w:r>
      <w:r w:rsidR="009610DE">
        <w:rPr>
          <w:bCs/>
          <w:lang w:val="et-EE"/>
        </w:rPr>
        <w:t xml:space="preserve">le, kellele Te </w:t>
      </w:r>
      <w:r w:rsidR="0095462F">
        <w:rPr>
          <w:bCs/>
          <w:lang w:val="et-EE"/>
        </w:rPr>
        <w:t>pak</w:t>
      </w:r>
      <w:r w:rsidR="009610DE">
        <w:rPr>
          <w:bCs/>
          <w:lang w:val="et-EE"/>
        </w:rPr>
        <w:t>ute</w:t>
      </w:r>
      <w:r w:rsidR="000A398E">
        <w:rPr>
          <w:bCs/>
          <w:lang w:val="et-EE"/>
        </w:rPr>
        <w:t xml:space="preserve"> teenusest loobumise</w:t>
      </w:r>
      <w:r w:rsidR="0095462F">
        <w:rPr>
          <w:bCs/>
          <w:lang w:val="et-EE"/>
        </w:rPr>
        <w:t xml:space="preserve"> </w:t>
      </w:r>
      <w:r w:rsidR="000A398E">
        <w:rPr>
          <w:bCs/>
          <w:lang w:val="et-EE"/>
        </w:rPr>
        <w:t>õigust</w:t>
      </w:r>
      <w:r w:rsidR="00DD6B20">
        <w:rPr>
          <w:bCs/>
          <w:lang w:val="et-EE"/>
        </w:rPr>
        <w:t xml:space="preserve"> ja KVP operaatorite</w:t>
      </w:r>
      <w:r w:rsidR="009610DE">
        <w:rPr>
          <w:bCs/>
          <w:lang w:val="et-EE"/>
        </w:rPr>
        <w:t>le, mille omanikele</w:t>
      </w:r>
      <w:r w:rsidR="00AA0875">
        <w:rPr>
          <w:bCs/>
          <w:lang w:val="et-EE"/>
        </w:rPr>
        <w:t xml:space="preserve"> garanteeri</w:t>
      </w:r>
      <w:r w:rsidR="003D6A07">
        <w:rPr>
          <w:bCs/>
          <w:lang w:val="et-EE"/>
        </w:rPr>
        <w:t>te</w:t>
      </w:r>
      <w:r w:rsidR="00AA0875">
        <w:rPr>
          <w:bCs/>
          <w:lang w:val="et-EE"/>
        </w:rPr>
        <w:t xml:space="preserve"> kasumi ka siis</w:t>
      </w:r>
      <w:r w:rsidR="00E47C82">
        <w:rPr>
          <w:bCs/>
          <w:lang w:val="et-EE"/>
        </w:rPr>
        <w:t>, kui teenuse hind on vabaturu hinnatasemest kõrgem.</w:t>
      </w:r>
      <w:r w:rsidR="004A1EFA">
        <w:rPr>
          <w:bCs/>
          <w:lang w:val="et-EE"/>
        </w:rPr>
        <w:t xml:space="preserve"> </w:t>
      </w:r>
      <w:r w:rsidR="009E01C5">
        <w:rPr>
          <w:bCs/>
          <w:lang w:val="et-EE"/>
        </w:rPr>
        <w:t>Koduomanikke ja tarbijaid esindava huvikaitsjana ei saa</w:t>
      </w:r>
      <w:r w:rsidR="000E1982">
        <w:rPr>
          <w:bCs/>
          <w:lang w:val="et-EE"/>
        </w:rPr>
        <w:t xml:space="preserve"> EOKL sellise</w:t>
      </w:r>
      <w:r w:rsidR="00A7526F">
        <w:rPr>
          <w:bCs/>
          <w:lang w:val="et-EE"/>
        </w:rPr>
        <w:t xml:space="preserve"> ebaõiglusega</w:t>
      </w:r>
      <w:r w:rsidR="000E1982">
        <w:rPr>
          <w:bCs/>
          <w:lang w:val="et-EE"/>
        </w:rPr>
        <w:t xml:space="preserve"> nõustu</w:t>
      </w:r>
      <w:r w:rsidR="00A7526F">
        <w:rPr>
          <w:bCs/>
          <w:lang w:val="et-EE"/>
        </w:rPr>
        <w:t>da. Seetõttu palume</w:t>
      </w:r>
      <w:r w:rsidR="003304B5">
        <w:rPr>
          <w:bCs/>
          <w:lang w:val="et-EE"/>
        </w:rPr>
        <w:t xml:space="preserve"> end</w:t>
      </w:r>
      <w:r w:rsidR="00E41343">
        <w:rPr>
          <w:bCs/>
          <w:lang w:val="et-EE"/>
        </w:rPr>
        <w:t xml:space="preserve"> edaspidi</w:t>
      </w:r>
      <w:r w:rsidR="00A7526F">
        <w:rPr>
          <w:bCs/>
          <w:lang w:val="et-EE"/>
        </w:rPr>
        <w:t xml:space="preserve"> kaasata </w:t>
      </w:r>
      <w:r w:rsidR="003304B5">
        <w:rPr>
          <w:bCs/>
          <w:lang w:val="et-EE"/>
        </w:rPr>
        <w:t>kõikidesse</w:t>
      </w:r>
      <w:r w:rsidR="00A7526F">
        <w:rPr>
          <w:bCs/>
          <w:lang w:val="et-EE"/>
        </w:rPr>
        <w:t xml:space="preserve"> </w:t>
      </w:r>
      <w:r w:rsidR="003304B5">
        <w:rPr>
          <w:bCs/>
          <w:lang w:val="et-EE"/>
        </w:rPr>
        <w:t>sooja</w:t>
      </w:r>
      <w:r w:rsidR="00A7526F">
        <w:rPr>
          <w:bCs/>
          <w:lang w:val="et-EE"/>
        </w:rPr>
        <w:t>tarbijate õiguste</w:t>
      </w:r>
      <w:r w:rsidR="003304B5">
        <w:rPr>
          <w:bCs/>
          <w:lang w:val="et-EE"/>
        </w:rPr>
        <w:t>ga seotu</w:t>
      </w:r>
      <w:r w:rsidR="00D6479E">
        <w:rPr>
          <w:bCs/>
          <w:lang w:val="et-EE"/>
        </w:rPr>
        <w:t>d</w:t>
      </w:r>
      <w:r w:rsidR="003304B5">
        <w:rPr>
          <w:bCs/>
          <w:lang w:val="et-EE"/>
        </w:rPr>
        <w:t xml:space="preserve"> aruteludesse</w:t>
      </w:r>
      <w:r w:rsidR="00D6479E">
        <w:rPr>
          <w:bCs/>
          <w:lang w:val="et-EE"/>
        </w:rPr>
        <w:t xml:space="preserve"> ning arvestada </w:t>
      </w:r>
      <w:r w:rsidR="00B95E7E">
        <w:rPr>
          <w:bCs/>
          <w:lang w:val="et-EE"/>
        </w:rPr>
        <w:t>soojamajanduses valitseva</w:t>
      </w:r>
      <w:r w:rsidR="00D6479E">
        <w:rPr>
          <w:bCs/>
          <w:lang w:val="et-EE"/>
        </w:rPr>
        <w:t xml:space="preserve"> </w:t>
      </w:r>
      <w:r w:rsidR="006F2FD8">
        <w:rPr>
          <w:bCs/>
          <w:lang w:val="et-EE"/>
        </w:rPr>
        <w:t>kriisolukorra lahendamisel</w:t>
      </w:r>
      <w:r w:rsidR="00B95E7E" w:rsidRPr="00B95E7E">
        <w:rPr>
          <w:bCs/>
          <w:lang w:val="et-EE"/>
        </w:rPr>
        <w:t xml:space="preserve"> </w:t>
      </w:r>
      <w:r w:rsidR="00B95E7E">
        <w:rPr>
          <w:bCs/>
          <w:lang w:val="et-EE"/>
        </w:rPr>
        <w:t xml:space="preserve">meie eelpool </w:t>
      </w:r>
      <w:r w:rsidR="006F2FD8">
        <w:rPr>
          <w:bCs/>
          <w:lang w:val="et-EE"/>
        </w:rPr>
        <w:t>esitatud</w:t>
      </w:r>
      <w:r w:rsidR="00B95E7E">
        <w:rPr>
          <w:bCs/>
          <w:lang w:val="et-EE"/>
        </w:rPr>
        <w:t xml:space="preserve"> ettepanekutega</w:t>
      </w:r>
      <w:r w:rsidR="006F2FD8">
        <w:rPr>
          <w:bCs/>
          <w:lang w:val="et-EE"/>
        </w:rPr>
        <w:t>.</w:t>
      </w:r>
    </w:p>
    <w:p w14:paraId="2EBBE9B8" w14:textId="1E581A9C" w:rsidR="000C2808" w:rsidRPr="00EF3BA5" w:rsidRDefault="000C2808" w:rsidP="00DE5ED4">
      <w:pPr>
        <w:spacing w:line="276" w:lineRule="auto"/>
        <w:jc w:val="both"/>
        <w:rPr>
          <w:lang w:val="et-EE"/>
        </w:rPr>
      </w:pPr>
    </w:p>
    <w:p w14:paraId="0EFFFCF5" w14:textId="77777777" w:rsidR="00BA155C" w:rsidRDefault="00BA155C" w:rsidP="00DE5ED4">
      <w:pPr>
        <w:spacing w:line="276" w:lineRule="auto"/>
        <w:jc w:val="both"/>
        <w:rPr>
          <w:lang w:val="et-EE"/>
        </w:rPr>
      </w:pPr>
    </w:p>
    <w:p w14:paraId="237F963D" w14:textId="0C82BFAD" w:rsidR="006C71FD" w:rsidRPr="00EF3BA5" w:rsidRDefault="006C71FD" w:rsidP="00DE5ED4">
      <w:pPr>
        <w:spacing w:line="276" w:lineRule="auto"/>
        <w:jc w:val="both"/>
        <w:rPr>
          <w:lang w:val="et-EE"/>
        </w:rPr>
      </w:pPr>
      <w:r w:rsidRPr="00EF3BA5">
        <w:rPr>
          <w:lang w:val="et-EE"/>
        </w:rPr>
        <w:t>Lugupidamisega,</w:t>
      </w:r>
    </w:p>
    <w:p w14:paraId="2B001EDB" w14:textId="39946A35" w:rsidR="006C71FD" w:rsidRPr="00EF3BA5" w:rsidRDefault="00D87F6A" w:rsidP="00DE5ED4">
      <w:pPr>
        <w:spacing w:line="276" w:lineRule="auto"/>
        <w:jc w:val="both"/>
        <w:rPr>
          <w:lang w:val="et-EE"/>
        </w:rPr>
      </w:pPr>
      <w:r w:rsidRPr="00EF3BA5">
        <w:rPr>
          <w:lang w:val="et-EE"/>
        </w:rPr>
        <w:t>Andry Krass</w:t>
      </w:r>
    </w:p>
    <w:p w14:paraId="44567D20" w14:textId="5015AAAA" w:rsidR="00D946C8" w:rsidRPr="007E5736" w:rsidRDefault="006C71FD" w:rsidP="00DE5ED4">
      <w:pPr>
        <w:spacing w:line="276" w:lineRule="auto"/>
        <w:jc w:val="both"/>
        <w:rPr>
          <w:lang w:val="et-EE"/>
        </w:rPr>
      </w:pPr>
      <w:r>
        <w:rPr>
          <w:lang w:val="et-EE"/>
        </w:rPr>
        <w:t>Juhatuse esimees</w:t>
      </w:r>
    </w:p>
    <w:sectPr w:rsidR="00D946C8" w:rsidRPr="007E5736" w:rsidSect="00BE593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Villu Pella" w:date="2025-11-01T15:59:00Z" w:initials="VP">
    <w:p w14:paraId="6A1A476A" w14:textId="77777777" w:rsidR="00FC1A2A" w:rsidRDefault="00FC1A2A" w:rsidP="00FC1A2A">
      <w:pPr>
        <w:pStyle w:val="CommentText"/>
      </w:pPr>
      <w:r>
        <w:rPr>
          <w:rStyle w:val="CommentReference"/>
        </w:rPr>
        <w:annotationRef/>
      </w:r>
      <w:r>
        <w:t>Kas me räägime tõhusast kaugkütte võrgupiirkonnast (TKVP) või üldiselt (KVP)? Üksiku(te) lahkumine mõjutab kõigi ülejäänute hinda, eriti väikeste võrkude korral.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1A476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A97883" w16cex:dateUtc="2025-11-01T13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1A476A" w16cid:durableId="63A978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A98D9" w14:textId="77777777" w:rsidR="009E674B" w:rsidRDefault="009E674B">
      <w:r>
        <w:separator/>
      </w:r>
    </w:p>
  </w:endnote>
  <w:endnote w:type="continuationSeparator" w:id="0">
    <w:p w14:paraId="77C680F2" w14:textId="77777777" w:rsidR="009E674B" w:rsidRDefault="009E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26D4" w14:textId="77777777" w:rsidR="00F53B02" w:rsidRDefault="00F53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FA3E" w14:textId="5DD0072C" w:rsidR="00F53B02" w:rsidRPr="007453B2" w:rsidRDefault="00F90D44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Kadaka tee 4</w:t>
    </w:r>
    <w:r w:rsidR="00F53B02">
      <w:rPr>
        <w:rFonts w:ascii="Arial" w:hAnsi="Arial" w:cs="Arial"/>
        <w:noProof/>
        <w:sz w:val="16"/>
        <w:szCs w:val="16"/>
      </w:rPr>
      <w:t xml:space="preserve"> Tallinn 10143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>
      <w:rPr>
        <w:rFonts w:ascii="Arial" w:hAnsi="Arial" w:cs="Arial"/>
        <w:noProof/>
        <w:sz w:val="16"/>
        <w:szCs w:val="16"/>
      </w:rPr>
      <w:t xml:space="preserve">   tel: +372 642 7020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F11" w14:textId="77777777" w:rsidR="00F53B02" w:rsidRDefault="00F53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F7BB8" w14:textId="77777777" w:rsidR="009E674B" w:rsidRDefault="009E674B">
      <w:r>
        <w:separator/>
      </w:r>
    </w:p>
  </w:footnote>
  <w:footnote w:type="continuationSeparator" w:id="0">
    <w:p w14:paraId="24BC7B07" w14:textId="77777777" w:rsidR="009E674B" w:rsidRDefault="009E6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55C82" w14:textId="77777777" w:rsidR="00F53B02" w:rsidRDefault="00F53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6502" w14:textId="46ED5965" w:rsidR="00F53B02" w:rsidRDefault="00F53B02" w:rsidP="00292D6C">
    <w:pPr>
      <w:pStyle w:val="Header"/>
      <w:tabs>
        <w:tab w:val="clear" w:pos="4153"/>
        <w:tab w:val="clear" w:pos="8306"/>
        <w:tab w:val="left" w:pos="2010"/>
      </w:tabs>
    </w:pPr>
    <w:r>
      <w:rPr>
        <w:noProof/>
        <w:lang w:val="et-EE" w:eastAsia="et-EE"/>
      </w:rPr>
      <w:drawing>
        <wp:anchor distT="0" distB="0" distL="114300" distR="114300" simplePos="0" relativeHeight="251658240" behindDoc="1" locked="0" layoutInCell="1" allowOverlap="1" wp14:anchorId="5E01BE1E" wp14:editId="6C05C115">
          <wp:simplePos x="0" y="0"/>
          <wp:positionH relativeFrom="margin">
            <wp:align>center</wp:align>
          </wp:positionH>
          <wp:positionV relativeFrom="paragraph">
            <wp:posOffset>-21590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D6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0DDE" w14:textId="77777777" w:rsidR="00F53B02" w:rsidRDefault="00F53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5935"/>
    <w:multiLevelType w:val="hybridMultilevel"/>
    <w:tmpl w:val="6E485FAA"/>
    <w:lvl w:ilvl="0" w:tplc="178E2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0834"/>
    <w:multiLevelType w:val="hybridMultilevel"/>
    <w:tmpl w:val="8922477A"/>
    <w:lvl w:ilvl="0" w:tplc="A5D2D3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6BE5"/>
    <w:multiLevelType w:val="hybridMultilevel"/>
    <w:tmpl w:val="AAFCF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13B68"/>
    <w:multiLevelType w:val="hybridMultilevel"/>
    <w:tmpl w:val="15049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30B62"/>
    <w:multiLevelType w:val="hybridMultilevel"/>
    <w:tmpl w:val="47806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50FB0"/>
    <w:multiLevelType w:val="hybridMultilevel"/>
    <w:tmpl w:val="01067F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801DD"/>
    <w:multiLevelType w:val="hybridMultilevel"/>
    <w:tmpl w:val="8988A0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7422E"/>
    <w:multiLevelType w:val="hybridMultilevel"/>
    <w:tmpl w:val="589A8270"/>
    <w:lvl w:ilvl="0" w:tplc="97A8A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6F7A"/>
    <w:multiLevelType w:val="hybridMultilevel"/>
    <w:tmpl w:val="8D2C6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174C8"/>
    <w:multiLevelType w:val="hybridMultilevel"/>
    <w:tmpl w:val="09789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B68D6"/>
    <w:multiLevelType w:val="hybridMultilevel"/>
    <w:tmpl w:val="D6F2B726"/>
    <w:lvl w:ilvl="0" w:tplc="FEF6C09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57793"/>
    <w:multiLevelType w:val="hybridMultilevel"/>
    <w:tmpl w:val="D83024A2"/>
    <w:lvl w:ilvl="0" w:tplc="AF444E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73661"/>
    <w:multiLevelType w:val="hybridMultilevel"/>
    <w:tmpl w:val="1A905C04"/>
    <w:lvl w:ilvl="0" w:tplc="7988F1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B67FD"/>
    <w:multiLevelType w:val="hybridMultilevel"/>
    <w:tmpl w:val="30F69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E61F6"/>
    <w:multiLevelType w:val="hybridMultilevel"/>
    <w:tmpl w:val="CD42FFFA"/>
    <w:lvl w:ilvl="0" w:tplc="53BA652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3617A"/>
    <w:multiLevelType w:val="hybridMultilevel"/>
    <w:tmpl w:val="1D605C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5199">
    <w:abstractNumId w:val="9"/>
  </w:num>
  <w:num w:numId="2" w16cid:durableId="1900744646">
    <w:abstractNumId w:val="8"/>
  </w:num>
  <w:num w:numId="3" w16cid:durableId="1178613484">
    <w:abstractNumId w:val="14"/>
  </w:num>
  <w:num w:numId="4" w16cid:durableId="1138914261">
    <w:abstractNumId w:val="0"/>
  </w:num>
  <w:num w:numId="5" w16cid:durableId="1088035894">
    <w:abstractNumId w:val="12"/>
  </w:num>
  <w:num w:numId="6" w16cid:durableId="1536771362">
    <w:abstractNumId w:val="11"/>
  </w:num>
  <w:num w:numId="7" w16cid:durableId="141850785">
    <w:abstractNumId w:val="3"/>
  </w:num>
  <w:num w:numId="8" w16cid:durableId="695621843">
    <w:abstractNumId w:val="2"/>
  </w:num>
  <w:num w:numId="9" w16cid:durableId="142241655">
    <w:abstractNumId w:val="5"/>
  </w:num>
  <w:num w:numId="10" w16cid:durableId="1788889415">
    <w:abstractNumId w:val="1"/>
  </w:num>
  <w:num w:numId="11" w16cid:durableId="604850432">
    <w:abstractNumId w:val="13"/>
  </w:num>
  <w:num w:numId="12" w16cid:durableId="215434026">
    <w:abstractNumId w:val="10"/>
  </w:num>
  <w:num w:numId="13" w16cid:durableId="865294405">
    <w:abstractNumId w:val="4"/>
  </w:num>
  <w:num w:numId="14" w16cid:durableId="726760546">
    <w:abstractNumId w:val="15"/>
  </w:num>
  <w:num w:numId="15" w16cid:durableId="775323544">
    <w:abstractNumId w:val="6"/>
  </w:num>
  <w:num w:numId="16" w16cid:durableId="92923903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illu Pella">
    <w15:presenceInfo w15:providerId="Windows Live" w15:userId="8aa42cb9805487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03FB"/>
    <w:rsid w:val="000005D4"/>
    <w:rsid w:val="00000CB8"/>
    <w:rsid w:val="00000F11"/>
    <w:rsid w:val="000016D2"/>
    <w:rsid w:val="00001D3E"/>
    <w:rsid w:val="00002001"/>
    <w:rsid w:val="00002ECC"/>
    <w:rsid w:val="000038DB"/>
    <w:rsid w:val="00003DC5"/>
    <w:rsid w:val="00004216"/>
    <w:rsid w:val="00004A38"/>
    <w:rsid w:val="00005613"/>
    <w:rsid w:val="00007595"/>
    <w:rsid w:val="00010113"/>
    <w:rsid w:val="00010337"/>
    <w:rsid w:val="0001055E"/>
    <w:rsid w:val="0001058C"/>
    <w:rsid w:val="00011408"/>
    <w:rsid w:val="00011B21"/>
    <w:rsid w:val="00012170"/>
    <w:rsid w:val="00012284"/>
    <w:rsid w:val="00012E50"/>
    <w:rsid w:val="000131BB"/>
    <w:rsid w:val="00013809"/>
    <w:rsid w:val="00014091"/>
    <w:rsid w:val="0001537E"/>
    <w:rsid w:val="00015965"/>
    <w:rsid w:val="000159F3"/>
    <w:rsid w:val="000179CC"/>
    <w:rsid w:val="00017D20"/>
    <w:rsid w:val="0002019B"/>
    <w:rsid w:val="0002114A"/>
    <w:rsid w:val="000224D3"/>
    <w:rsid w:val="00022A16"/>
    <w:rsid w:val="00023F47"/>
    <w:rsid w:val="00023FA3"/>
    <w:rsid w:val="000249CB"/>
    <w:rsid w:val="00024A58"/>
    <w:rsid w:val="00024E81"/>
    <w:rsid w:val="00025287"/>
    <w:rsid w:val="000259DE"/>
    <w:rsid w:val="00025B84"/>
    <w:rsid w:val="00026B02"/>
    <w:rsid w:val="00026DD0"/>
    <w:rsid w:val="00027700"/>
    <w:rsid w:val="0003074B"/>
    <w:rsid w:val="00030780"/>
    <w:rsid w:val="000309E6"/>
    <w:rsid w:val="00030B74"/>
    <w:rsid w:val="00030C75"/>
    <w:rsid w:val="00030CA3"/>
    <w:rsid w:val="0003139B"/>
    <w:rsid w:val="000319AE"/>
    <w:rsid w:val="00031F15"/>
    <w:rsid w:val="00032872"/>
    <w:rsid w:val="00032ABE"/>
    <w:rsid w:val="000330F6"/>
    <w:rsid w:val="0003479A"/>
    <w:rsid w:val="000349C3"/>
    <w:rsid w:val="00036637"/>
    <w:rsid w:val="0003670F"/>
    <w:rsid w:val="00037FFD"/>
    <w:rsid w:val="0004006B"/>
    <w:rsid w:val="00041427"/>
    <w:rsid w:val="000417BE"/>
    <w:rsid w:val="00043BF0"/>
    <w:rsid w:val="00043FE7"/>
    <w:rsid w:val="00044A34"/>
    <w:rsid w:val="00044C02"/>
    <w:rsid w:val="00044E8B"/>
    <w:rsid w:val="000450F0"/>
    <w:rsid w:val="000452B8"/>
    <w:rsid w:val="000464D1"/>
    <w:rsid w:val="000465A5"/>
    <w:rsid w:val="000467F8"/>
    <w:rsid w:val="00047249"/>
    <w:rsid w:val="00051031"/>
    <w:rsid w:val="000526DD"/>
    <w:rsid w:val="00053827"/>
    <w:rsid w:val="0005471C"/>
    <w:rsid w:val="00054D37"/>
    <w:rsid w:val="00055DE6"/>
    <w:rsid w:val="00056325"/>
    <w:rsid w:val="00056ABE"/>
    <w:rsid w:val="000574C0"/>
    <w:rsid w:val="00057B10"/>
    <w:rsid w:val="00057BD9"/>
    <w:rsid w:val="00057CE5"/>
    <w:rsid w:val="00057EFF"/>
    <w:rsid w:val="00060DAC"/>
    <w:rsid w:val="00061288"/>
    <w:rsid w:val="00062C6B"/>
    <w:rsid w:val="000632B2"/>
    <w:rsid w:val="00064271"/>
    <w:rsid w:val="00064A06"/>
    <w:rsid w:val="0006642E"/>
    <w:rsid w:val="00066CCD"/>
    <w:rsid w:val="000678B3"/>
    <w:rsid w:val="00070845"/>
    <w:rsid w:val="00070D14"/>
    <w:rsid w:val="000711DE"/>
    <w:rsid w:val="00071733"/>
    <w:rsid w:val="00071E26"/>
    <w:rsid w:val="00071F6E"/>
    <w:rsid w:val="000728F1"/>
    <w:rsid w:val="00073078"/>
    <w:rsid w:val="00073275"/>
    <w:rsid w:val="00073353"/>
    <w:rsid w:val="0007361D"/>
    <w:rsid w:val="00073FE1"/>
    <w:rsid w:val="000755F4"/>
    <w:rsid w:val="00075D35"/>
    <w:rsid w:val="00075DB7"/>
    <w:rsid w:val="000760FF"/>
    <w:rsid w:val="000762F8"/>
    <w:rsid w:val="000767A2"/>
    <w:rsid w:val="00076969"/>
    <w:rsid w:val="00076AA5"/>
    <w:rsid w:val="00076E12"/>
    <w:rsid w:val="00077C77"/>
    <w:rsid w:val="00077F01"/>
    <w:rsid w:val="000802D5"/>
    <w:rsid w:val="00080FE7"/>
    <w:rsid w:val="000810E4"/>
    <w:rsid w:val="0008116F"/>
    <w:rsid w:val="00081201"/>
    <w:rsid w:val="000816A7"/>
    <w:rsid w:val="000816F6"/>
    <w:rsid w:val="00082C59"/>
    <w:rsid w:val="0008318A"/>
    <w:rsid w:val="00083547"/>
    <w:rsid w:val="00084659"/>
    <w:rsid w:val="000852A5"/>
    <w:rsid w:val="000861A8"/>
    <w:rsid w:val="00086C93"/>
    <w:rsid w:val="00086F85"/>
    <w:rsid w:val="00087751"/>
    <w:rsid w:val="000877EC"/>
    <w:rsid w:val="0008784A"/>
    <w:rsid w:val="00090092"/>
    <w:rsid w:val="0009019E"/>
    <w:rsid w:val="000901D8"/>
    <w:rsid w:val="000912FF"/>
    <w:rsid w:val="00091B52"/>
    <w:rsid w:val="00092E76"/>
    <w:rsid w:val="000930A7"/>
    <w:rsid w:val="000957DA"/>
    <w:rsid w:val="00095943"/>
    <w:rsid w:val="00095C3E"/>
    <w:rsid w:val="00095DF1"/>
    <w:rsid w:val="00095EBB"/>
    <w:rsid w:val="0009661E"/>
    <w:rsid w:val="000966A8"/>
    <w:rsid w:val="00096A91"/>
    <w:rsid w:val="00096D00"/>
    <w:rsid w:val="00097448"/>
    <w:rsid w:val="000A0395"/>
    <w:rsid w:val="000A0EA9"/>
    <w:rsid w:val="000A2062"/>
    <w:rsid w:val="000A2B0F"/>
    <w:rsid w:val="000A398E"/>
    <w:rsid w:val="000A47B8"/>
    <w:rsid w:val="000A5BF0"/>
    <w:rsid w:val="000A5F94"/>
    <w:rsid w:val="000A6346"/>
    <w:rsid w:val="000A636F"/>
    <w:rsid w:val="000A65C2"/>
    <w:rsid w:val="000A6C9D"/>
    <w:rsid w:val="000A7406"/>
    <w:rsid w:val="000A77B1"/>
    <w:rsid w:val="000B06DE"/>
    <w:rsid w:val="000B0BDB"/>
    <w:rsid w:val="000B0DC3"/>
    <w:rsid w:val="000B1418"/>
    <w:rsid w:val="000B27FA"/>
    <w:rsid w:val="000B2E21"/>
    <w:rsid w:val="000B34F6"/>
    <w:rsid w:val="000B42C0"/>
    <w:rsid w:val="000B430D"/>
    <w:rsid w:val="000B5273"/>
    <w:rsid w:val="000B5D8D"/>
    <w:rsid w:val="000B622A"/>
    <w:rsid w:val="000B6317"/>
    <w:rsid w:val="000B635D"/>
    <w:rsid w:val="000B636B"/>
    <w:rsid w:val="000B6F68"/>
    <w:rsid w:val="000B708E"/>
    <w:rsid w:val="000B77E4"/>
    <w:rsid w:val="000B7D3F"/>
    <w:rsid w:val="000C032B"/>
    <w:rsid w:val="000C1AC9"/>
    <w:rsid w:val="000C2808"/>
    <w:rsid w:val="000C2F95"/>
    <w:rsid w:val="000C3D5B"/>
    <w:rsid w:val="000C3DE4"/>
    <w:rsid w:val="000C42C8"/>
    <w:rsid w:val="000C43C3"/>
    <w:rsid w:val="000C48C1"/>
    <w:rsid w:val="000C50F2"/>
    <w:rsid w:val="000C54CB"/>
    <w:rsid w:val="000C580B"/>
    <w:rsid w:val="000C5BC3"/>
    <w:rsid w:val="000C6BB4"/>
    <w:rsid w:val="000C7175"/>
    <w:rsid w:val="000C72B3"/>
    <w:rsid w:val="000C75E5"/>
    <w:rsid w:val="000C7A98"/>
    <w:rsid w:val="000D0202"/>
    <w:rsid w:val="000D0E9B"/>
    <w:rsid w:val="000D1177"/>
    <w:rsid w:val="000D16CE"/>
    <w:rsid w:val="000D2231"/>
    <w:rsid w:val="000D269D"/>
    <w:rsid w:val="000D39E5"/>
    <w:rsid w:val="000D3C1E"/>
    <w:rsid w:val="000D3ED7"/>
    <w:rsid w:val="000D413F"/>
    <w:rsid w:val="000D54BF"/>
    <w:rsid w:val="000D54DE"/>
    <w:rsid w:val="000D59CD"/>
    <w:rsid w:val="000D5BF3"/>
    <w:rsid w:val="000D5E74"/>
    <w:rsid w:val="000D6730"/>
    <w:rsid w:val="000D784A"/>
    <w:rsid w:val="000D7CD0"/>
    <w:rsid w:val="000E04F5"/>
    <w:rsid w:val="000E05CC"/>
    <w:rsid w:val="000E10D5"/>
    <w:rsid w:val="000E1982"/>
    <w:rsid w:val="000E2264"/>
    <w:rsid w:val="000E2646"/>
    <w:rsid w:val="000E415E"/>
    <w:rsid w:val="000E43E2"/>
    <w:rsid w:val="000E4655"/>
    <w:rsid w:val="000E4D15"/>
    <w:rsid w:val="000E4D75"/>
    <w:rsid w:val="000E4D9D"/>
    <w:rsid w:val="000E4DAC"/>
    <w:rsid w:val="000E5869"/>
    <w:rsid w:val="000E6744"/>
    <w:rsid w:val="000E6935"/>
    <w:rsid w:val="000E724C"/>
    <w:rsid w:val="000E74E7"/>
    <w:rsid w:val="000F134F"/>
    <w:rsid w:val="000F1C4B"/>
    <w:rsid w:val="000F23CD"/>
    <w:rsid w:val="000F3514"/>
    <w:rsid w:val="000F5188"/>
    <w:rsid w:val="000F5FEE"/>
    <w:rsid w:val="000F609D"/>
    <w:rsid w:val="000F64AF"/>
    <w:rsid w:val="000F6567"/>
    <w:rsid w:val="000F6D0B"/>
    <w:rsid w:val="000F6E6A"/>
    <w:rsid w:val="000F7007"/>
    <w:rsid w:val="000F7673"/>
    <w:rsid w:val="000F76D1"/>
    <w:rsid w:val="000F7918"/>
    <w:rsid w:val="0010073A"/>
    <w:rsid w:val="001008C2"/>
    <w:rsid w:val="001008D1"/>
    <w:rsid w:val="001008D9"/>
    <w:rsid w:val="00100C35"/>
    <w:rsid w:val="001011BF"/>
    <w:rsid w:val="00101DC0"/>
    <w:rsid w:val="00102449"/>
    <w:rsid w:val="00102986"/>
    <w:rsid w:val="001037E2"/>
    <w:rsid w:val="00103E1D"/>
    <w:rsid w:val="0010414C"/>
    <w:rsid w:val="00104413"/>
    <w:rsid w:val="001048A8"/>
    <w:rsid w:val="001049B8"/>
    <w:rsid w:val="0010576B"/>
    <w:rsid w:val="00105C6A"/>
    <w:rsid w:val="00106835"/>
    <w:rsid w:val="001070A9"/>
    <w:rsid w:val="00107512"/>
    <w:rsid w:val="00111270"/>
    <w:rsid w:val="001115CD"/>
    <w:rsid w:val="00111F5A"/>
    <w:rsid w:val="00112239"/>
    <w:rsid w:val="0011251A"/>
    <w:rsid w:val="00112ABA"/>
    <w:rsid w:val="00112AEA"/>
    <w:rsid w:val="00112F32"/>
    <w:rsid w:val="00113955"/>
    <w:rsid w:val="0011411D"/>
    <w:rsid w:val="00114186"/>
    <w:rsid w:val="00115435"/>
    <w:rsid w:val="00115503"/>
    <w:rsid w:val="0011576C"/>
    <w:rsid w:val="00115B15"/>
    <w:rsid w:val="00115B62"/>
    <w:rsid w:val="0011610A"/>
    <w:rsid w:val="0011661A"/>
    <w:rsid w:val="001175AC"/>
    <w:rsid w:val="00117F73"/>
    <w:rsid w:val="00120766"/>
    <w:rsid w:val="0012117E"/>
    <w:rsid w:val="001211C6"/>
    <w:rsid w:val="00122869"/>
    <w:rsid w:val="0012303B"/>
    <w:rsid w:val="001234F5"/>
    <w:rsid w:val="0012384E"/>
    <w:rsid w:val="00123BF8"/>
    <w:rsid w:val="001247DE"/>
    <w:rsid w:val="00125295"/>
    <w:rsid w:val="0012554F"/>
    <w:rsid w:val="0012588D"/>
    <w:rsid w:val="00125D02"/>
    <w:rsid w:val="00125FB8"/>
    <w:rsid w:val="00126539"/>
    <w:rsid w:val="0012666F"/>
    <w:rsid w:val="00126E27"/>
    <w:rsid w:val="001308E2"/>
    <w:rsid w:val="00130DCD"/>
    <w:rsid w:val="00131050"/>
    <w:rsid w:val="00131C74"/>
    <w:rsid w:val="00131E66"/>
    <w:rsid w:val="00132364"/>
    <w:rsid w:val="001326B2"/>
    <w:rsid w:val="001329FB"/>
    <w:rsid w:val="00132A14"/>
    <w:rsid w:val="00132F23"/>
    <w:rsid w:val="00134651"/>
    <w:rsid w:val="001362DA"/>
    <w:rsid w:val="00136B23"/>
    <w:rsid w:val="00137290"/>
    <w:rsid w:val="00137FCD"/>
    <w:rsid w:val="001407ED"/>
    <w:rsid w:val="00140CE6"/>
    <w:rsid w:val="001414D5"/>
    <w:rsid w:val="001423F2"/>
    <w:rsid w:val="001424AF"/>
    <w:rsid w:val="0014259D"/>
    <w:rsid w:val="0014302C"/>
    <w:rsid w:val="001433C9"/>
    <w:rsid w:val="00144CE3"/>
    <w:rsid w:val="001457EF"/>
    <w:rsid w:val="00145B51"/>
    <w:rsid w:val="00146027"/>
    <w:rsid w:val="00146BE7"/>
    <w:rsid w:val="00146E2D"/>
    <w:rsid w:val="00150079"/>
    <w:rsid w:val="001502CC"/>
    <w:rsid w:val="001510C8"/>
    <w:rsid w:val="001517AE"/>
    <w:rsid w:val="00151CC5"/>
    <w:rsid w:val="001536BD"/>
    <w:rsid w:val="00153C18"/>
    <w:rsid w:val="001540E3"/>
    <w:rsid w:val="00154F12"/>
    <w:rsid w:val="00155997"/>
    <w:rsid w:val="001561FA"/>
    <w:rsid w:val="00156782"/>
    <w:rsid w:val="00156ECA"/>
    <w:rsid w:val="00156F3C"/>
    <w:rsid w:val="001570C8"/>
    <w:rsid w:val="00157AC0"/>
    <w:rsid w:val="00160E53"/>
    <w:rsid w:val="00161243"/>
    <w:rsid w:val="0016180F"/>
    <w:rsid w:val="0016196D"/>
    <w:rsid w:val="00162289"/>
    <w:rsid w:val="00162A33"/>
    <w:rsid w:val="00162BA7"/>
    <w:rsid w:val="001632FD"/>
    <w:rsid w:val="00163926"/>
    <w:rsid w:val="0016439A"/>
    <w:rsid w:val="00164F54"/>
    <w:rsid w:val="00165B81"/>
    <w:rsid w:val="00167092"/>
    <w:rsid w:val="001673A9"/>
    <w:rsid w:val="001702A7"/>
    <w:rsid w:val="00171BE3"/>
    <w:rsid w:val="001727BC"/>
    <w:rsid w:val="0017340E"/>
    <w:rsid w:val="00173764"/>
    <w:rsid w:val="00175A0E"/>
    <w:rsid w:val="00175A99"/>
    <w:rsid w:val="00175D71"/>
    <w:rsid w:val="00177852"/>
    <w:rsid w:val="00177D1F"/>
    <w:rsid w:val="00180693"/>
    <w:rsid w:val="001813B9"/>
    <w:rsid w:val="00181B4D"/>
    <w:rsid w:val="00182046"/>
    <w:rsid w:val="001831AD"/>
    <w:rsid w:val="00183BF8"/>
    <w:rsid w:val="00183C3C"/>
    <w:rsid w:val="0018417A"/>
    <w:rsid w:val="001846FC"/>
    <w:rsid w:val="00185A49"/>
    <w:rsid w:val="001868B3"/>
    <w:rsid w:val="0019116F"/>
    <w:rsid w:val="001915A7"/>
    <w:rsid w:val="00191A24"/>
    <w:rsid w:val="00191AF7"/>
    <w:rsid w:val="00192088"/>
    <w:rsid w:val="001929A7"/>
    <w:rsid w:val="00193E45"/>
    <w:rsid w:val="0019548A"/>
    <w:rsid w:val="00196531"/>
    <w:rsid w:val="001966B2"/>
    <w:rsid w:val="00196BBD"/>
    <w:rsid w:val="00196BEC"/>
    <w:rsid w:val="00197536"/>
    <w:rsid w:val="0019784F"/>
    <w:rsid w:val="00197F87"/>
    <w:rsid w:val="001A005E"/>
    <w:rsid w:val="001A0600"/>
    <w:rsid w:val="001A0FDC"/>
    <w:rsid w:val="001A1228"/>
    <w:rsid w:val="001A1EE3"/>
    <w:rsid w:val="001A20F4"/>
    <w:rsid w:val="001A27D3"/>
    <w:rsid w:val="001A3A69"/>
    <w:rsid w:val="001A480C"/>
    <w:rsid w:val="001A4967"/>
    <w:rsid w:val="001A5082"/>
    <w:rsid w:val="001A5216"/>
    <w:rsid w:val="001A56B2"/>
    <w:rsid w:val="001A607A"/>
    <w:rsid w:val="001A60DC"/>
    <w:rsid w:val="001A6320"/>
    <w:rsid w:val="001A7C74"/>
    <w:rsid w:val="001A7F85"/>
    <w:rsid w:val="001B152B"/>
    <w:rsid w:val="001B1623"/>
    <w:rsid w:val="001B1CF2"/>
    <w:rsid w:val="001B20E0"/>
    <w:rsid w:val="001B2C5E"/>
    <w:rsid w:val="001B31AE"/>
    <w:rsid w:val="001B3900"/>
    <w:rsid w:val="001B3BD0"/>
    <w:rsid w:val="001B4193"/>
    <w:rsid w:val="001B45EC"/>
    <w:rsid w:val="001B464D"/>
    <w:rsid w:val="001B5262"/>
    <w:rsid w:val="001B5272"/>
    <w:rsid w:val="001B587A"/>
    <w:rsid w:val="001B6AEC"/>
    <w:rsid w:val="001B6F80"/>
    <w:rsid w:val="001B7065"/>
    <w:rsid w:val="001B778F"/>
    <w:rsid w:val="001B781B"/>
    <w:rsid w:val="001C052E"/>
    <w:rsid w:val="001C07F4"/>
    <w:rsid w:val="001C2DC2"/>
    <w:rsid w:val="001C309E"/>
    <w:rsid w:val="001C3139"/>
    <w:rsid w:val="001C3826"/>
    <w:rsid w:val="001C39C2"/>
    <w:rsid w:val="001C3E85"/>
    <w:rsid w:val="001C621F"/>
    <w:rsid w:val="001C65B1"/>
    <w:rsid w:val="001C731E"/>
    <w:rsid w:val="001C7493"/>
    <w:rsid w:val="001D0D11"/>
    <w:rsid w:val="001D354F"/>
    <w:rsid w:val="001D367E"/>
    <w:rsid w:val="001D4E8B"/>
    <w:rsid w:val="001D50AF"/>
    <w:rsid w:val="001D5211"/>
    <w:rsid w:val="001D5539"/>
    <w:rsid w:val="001D5AB0"/>
    <w:rsid w:val="001D5CA8"/>
    <w:rsid w:val="001D6066"/>
    <w:rsid w:val="001D6C7A"/>
    <w:rsid w:val="001D7671"/>
    <w:rsid w:val="001D7A55"/>
    <w:rsid w:val="001E07D2"/>
    <w:rsid w:val="001E13D7"/>
    <w:rsid w:val="001E1F99"/>
    <w:rsid w:val="001E1FD5"/>
    <w:rsid w:val="001E2138"/>
    <w:rsid w:val="001E2AA5"/>
    <w:rsid w:val="001E31E0"/>
    <w:rsid w:val="001E328B"/>
    <w:rsid w:val="001E3767"/>
    <w:rsid w:val="001E3C05"/>
    <w:rsid w:val="001E3D81"/>
    <w:rsid w:val="001E4A9D"/>
    <w:rsid w:val="001E52A8"/>
    <w:rsid w:val="001E5706"/>
    <w:rsid w:val="001E5AEC"/>
    <w:rsid w:val="001E5CAA"/>
    <w:rsid w:val="001E5E2F"/>
    <w:rsid w:val="001E6DC4"/>
    <w:rsid w:val="001E6E76"/>
    <w:rsid w:val="001F12B6"/>
    <w:rsid w:val="001F12D7"/>
    <w:rsid w:val="001F140C"/>
    <w:rsid w:val="001F14AC"/>
    <w:rsid w:val="001F179C"/>
    <w:rsid w:val="001F1897"/>
    <w:rsid w:val="001F195A"/>
    <w:rsid w:val="001F2FA8"/>
    <w:rsid w:val="001F3B55"/>
    <w:rsid w:val="001F3DFE"/>
    <w:rsid w:val="001F4C1D"/>
    <w:rsid w:val="001F51A5"/>
    <w:rsid w:val="001F52E6"/>
    <w:rsid w:val="001F560C"/>
    <w:rsid w:val="001F5631"/>
    <w:rsid w:val="001F625F"/>
    <w:rsid w:val="00200ADD"/>
    <w:rsid w:val="00200EFD"/>
    <w:rsid w:val="00201531"/>
    <w:rsid w:val="00201DB4"/>
    <w:rsid w:val="00201DCD"/>
    <w:rsid w:val="002022DA"/>
    <w:rsid w:val="002025B9"/>
    <w:rsid w:val="00202DDE"/>
    <w:rsid w:val="00203BDF"/>
    <w:rsid w:val="002042CD"/>
    <w:rsid w:val="00204C11"/>
    <w:rsid w:val="00205BF4"/>
    <w:rsid w:val="00205DD6"/>
    <w:rsid w:val="00205F45"/>
    <w:rsid w:val="00206985"/>
    <w:rsid w:val="00206F9A"/>
    <w:rsid w:val="00207FBE"/>
    <w:rsid w:val="0021000D"/>
    <w:rsid w:val="0021131D"/>
    <w:rsid w:val="00211744"/>
    <w:rsid w:val="0021176A"/>
    <w:rsid w:val="00211A51"/>
    <w:rsid w:val="00211F4D"/>
    <w:rsid w:val="00211F99"/>
    <w:rsid w:val="00212465"/>
    <w:rsid w:val="002125D9"/>
    <w:rsid w:val="002128F4"/>
    <w:rsid w:val="00212AB4"/>
    <w:rsid w:val="0021339A"/>
    <w:rsid w:val="002134A9"/>
    <w:rsid w:val="00213EF5"/>
    <w:rsid w:val="00214EE5"/>
    <w:rsid w:val="002151E1"/>
    <w:rsid w:val="00215676"/>
    <w:rsid w:val="00216990"/>
    <w:rsid w:val="00216B35"/>
    <w:rsid w:val="00217440"/>
    <w:rsid w:val="00217E57"/>
    <w:rsid w:val="002215B2"/>
    <w:rsid w:val="0022227A"/>
    <w:rsid w:val="00222BEB"/>
    <w:rsid w:val="00222DF2"/>
    <w:rsid w:val="00223BC1"/>
    <w:rsid w:val="00223D34"/>
    <w:rsid w:val="002258B0"/>
    <w:rsid w:val="002269F0"/>
    <w:rsid w:val="00226F31"/>
    <w:rsid w:val="002276D5"/>
    <w:rsid w:val="002277E7"/>
    <w:rsid w:val="00227D9C"/>
    <w:rsid w:val="00227ED2"/>
    <w:rsid w:val="00230479"/>
    <w:rsid w:val="002321B1"/>
    <w:rsid w:val="00232308"/>
    <w:rsid w:val="00232383"/>
    <w:rsid w:val="002330EB"/>
    <w:rsid w:val="002357CE"/>
    <w:rsid w:val="00235C19"/>
    <w:rsid w:val="00236ABF"/>
    <w:rsid w:val="00236F9A"/>
    <w:rsid w:val="002377EF"/>
    <w:rsid w:val="00237908"/>
    <w:rsid w:val="00237F0E"/>
    <w:rsid w:val="00240422"/>
    <w:rsid w:val="00240492"/>
    <w:rsid w:val="002419F6"/>
    <w:rsid w:val="002431B5"/>
    <w:rsid w:val="002441B9"/>
    <w:rsid w:val="00245540"/>
    <w:rsid w:val="0024568F"/>
    <w:rsid w:val="00245A86"/>
    <w:rsid w:val="00245B12"/>
    <w:rsid w:val="002467DE"/>
    <w:rsid w:val="00246B97"/>
    <w:rsid w:val="0025243E"/>
    <w:rsid w:val="002524B4"/>
    <w:rsid w:val="00252A12"/>
    <w:rsid w:val="00252C27"/>
    <w:rsid w:val="00252C48"/>
    <w:rsid w:val="002546BE"/>
    <w:rsid w:val="00256D8F"/>
    <w:rsid w:val="00256F76"/>
    <w:rsid w:val="0025710E"/>
    <w:rsid w:val="0026026C"/>
    <w:rsid w:val="00260816"/>
    <w:rsid w:val="00260D84"/>
    <w:rsid w:val="00260EAA"/>
    <w:rsid w:val="00262C71"/>
    <w:rsid w:val="002633F3"/>
    <w:rsid w:val="0026363D"/>
    <w:rsid w:val="00263F0A"/>
    <w:rsid w:val="00264342"/>
    <w:rsid w:val="0026464D"/>
    <w:rsid w:val="002656A0"/>
    <w:rsid w:val="00265816"/>
    <w:rsid w:val="0026594D"/>
    <w:rsid w:val="00265CE0"/>
    <w:rsid w:val="00265DA2"/>
    <w:rsid w:val="00266E41"/>
    <w:rsid w:val="00267889"/>
    <w:rsid w:val="00267D1E"/>
    <w:rsid w:val="00271D4E"/>
    <w:rsid w:val="00272089"/>
    <w:rsid w:val="002722DD"/>
    <w:rsid w:val="0027334C"/>
    <w:rsid w:val="002738DD"/>
    <w:rsid w:val="00273D6C"/>
    <w:rsid w:val="002741A8"/>
    <w:rsid w:val="00274233"/>
    <w:rsid w:val="00274B7D"/>
    <w:rsid w:val="002750B0"/>
    <w:rsid w:val="00275D55"/>
    <w:rsid w:val="002769A4"/>
    <w:rsid w:val="0027708E"/>
    <w:rsid w:val="002778A0"/>
    <w:rsid w:val="0027790C"/>
    <w:rsid w:val="00277A91"/>
    <w:rsid w:val="00277AB6"/>
    <w:rsid w:val="00277BBB"/>
    <w:rsid w:val="00277C9B"/>
    <w:rsid w:val="00277EBA"/>
    <w:rsid w:val="00280859"/>
    <w:rsid w:val="0028143C"/>
    <w:rsid w:val="002831FA"/>
    <w:rsid w:val="00283221"/>
    <w:rsid w:val="00283812"/>
    <w:rsid w:val="00283CAF"/>
    <w:rsid w:val="00284E9E"/>
    <w:rsid w:val="0028507B"/>
    <w:rsid w:val="002868F1"/>
    <w:rsid w:val="00286942"/>
    <w:rsid w:val="00286E35"/>
    <w:rsid w:val="00290A3F"/>
    <w:rsid w:val="002922F9"/>
    <w:rsid w:val="002925D0"/>
    <w:rsid w:val="002927F1"/>
    <w:rsid w:val="00292B73"/>
    <w:rsid w:val="00292BBE"/>
    <w:rsid w:val="00292D6C"/>
    <w:rsid w:val="002932EF"/>
    <w:rsid w:val="00293A89"/>
    <w:rsid w:val="0029485E"/>
    <w:rsid w:val="0029693C"/>
    <w:rsid w:val="00296CB9"/>
    <w:rsid w:val="002972DA"/>
    <w:rsid w:val="002979DA"/>
    <w:rsid w:val="00297B3E"/>
    <w:rsid w:val="00297F30"/>
    <w:rsid w:val="002A06D3"/>
    <w:rsid w:val="002A12EE"/>
    <w:rsid w:val="002A225B"/>
    <w:rsid w:val="002A24E8"/>
    <w:rsid w:val="002A2A69"/>
    <w:rsid w:val="002A2CEF"/>
    <w:rsid w:val="002A2E71"/>
    <w:rsid w:val="002A4020"/>
    <w:rsid w:val="002A45AA"/>
    <w:rsid w:val="002A48F1"/>
    <w:rsid w:val="002A6E91"/>
    <w:rsid w:val="002A74C2"/>
    <w:rsid w:val="002A7681"/>
    <w:rsid w:val="002A7988"/>
    <w:rsid w:val="002B0547"/>
    <w:rsid w:val="002B0C0C"/>
    <w:rsid w:val="002B0C7A"/>
    <w:rsid w:val="002B23C1"/>
    <w:rsid w:val="002B35CF"/>
    <w:rsid w:val="002B37B4"/>
    <w:rsid w:val="002B4B27"/>
    <w:rsid w:val="002B4F96"/>
    <w:rsid w:val="002B5418"/>
    <w:rsid w:val="002B74E4"/>
    <w:rsid w:val="002B7915"/>
    <w:rsid w:val="002C020F"/>
    <w:rsid w:val="002C06E7"/>
    <w:rsid w:val="002C09D0"/>
    <w:rsid w:val="002C1E2F"/>
    <w:rsid w:val="002C20FD"/>
    <w:rsid w:val="002C25EC"/>
    <w:rsid w:val="002C2652"/>
    <w:rsid w:val="002C2AB5"/>
    <w:rsid w:val="002C32C2"/>
    <w:rsid w:val="002C346F"/>
    <w:rsid w:val="002C3E0D"/>
    <w:rsid w:val="002C503B"/>
    <w:rsid w:val="002C54E0"/>
    <w:rsid w:val="002C5921"/>
    <w:rsid w:val="002C62F5"/>
    <w:rsid w:val="002C6DDC"/>
    <w:rsid w:val="002C6E9A"/>
    <w:rsid w:val="002C76FA"/>
    <w:rsid w:val="002D026C"/>
    <w:rsid w:val="002D0BA2"/>
    <w:rsid w:val="002D0F6C"/>
    <w:rsid w:val="002D1501"/>
    <w:rsid w:val="002D196B"/>
    <w:rsid w:val="002D1C83"/>
    <w:rsid w:val="002D2D18"/>
    <w:rsid w:val="002D56DF"/>
    <w:rsid w:val="002D64C4"/>
    <w:rsid w:val="002D692E"/>
    <w:rsid w:val="002D72D9"/>
    <w:rsid w:val="002D7AD0"/>
    <w:rsid w:val="002D7D24"/>
    <w:rsid w:val="002D7F79"/>
    <w:rsid w:val="002D7FDC"/>
    <w:rsid w:val="002E0754"/>
    <w:rsid w:val="002E0C03"/>
    <w:rsid w:val="002E1637"/>
    <w:rsid w:val="002E17FA"/>
    <w:rsid w:val="002E1BEE"/>
    <w:rsid w:val="002E1F4E"/>
    <w:rsid w:val="002E359C"/>
    <w:rsid w:val="002E408B"/>
    <w:rsid w:val="002E48AC"/>
    <w:rsid w:val="002E5DAF"/>
    <w:rsid w:val="002E6A96"/>
    <w:rsid w:val="002E6C96"/>
    <w:rsid w:val="002E7261"/>
    <w:rsid w:val="002F10A1"/>
    <w:rsid w:val="002F1469"/>
    <w:rsid w:val="002F1FFB"/>
    <w:rsid w:val="002F4A0C"/>
    <w:rsid w:val="002F4E1B"/>
    <w:rsid w:val="002F4F59"/>
    <w:rsid w:val="002F615D"/>
    <w:rsid w:val="002F6366"/>
    <w:rsid w:val="002F642F"/>
    <w:rsid w:val="002F7670"/>
    <w:rsid w:val="002F77ED"/>
    <w:rsid w:val="002F7C8F"/>
    <w:rsid w:val="00300569"/>
    <w:rsid w:val="00301A59"/>
    <w:rsid w:val="00301E47"/>
    <w:rsid w:val="003027E1"/>
    <w:rsid w:val="00303335"/>
    <w:rsid w:val="00303FA8"/>
    <w:rsid w:val="00304FD3"/>
    <w:rsid w:val="00305786"/>
    <w:rsid w:val="00305B78"/>
    <w:rsid w:val="00306456"/>
    <w:rsid w:val="003064BB"/>
    <w:rsid w:val="00306A95"/>
    <w:rsid w:val="0030771B"/>
    <w:rsid w:val="003107CE"/>
    <w:rsid w:val="00310AB5"/>
    <w:rsid w:val="00310AB7"/>
    <w:rsid w:val="00310F7C"/>
    <w:rsid w:val="003112B4"/>
    <w:rsid w:val="0031209A"/>
    <w:rsid w:val="0031281A"/>
    <w:rsid w:val="00312A65"/>
    <w:rsid w:val="003132D3"/>
    <w:rsid w:val="003145F1"/>
    <w:rsid w:val="00315BF2"/>
    <w:rsid w:val="0031602F"/>
    <w:rsid w:val="003160D8"/>
    <w:rsid w:val="00316262"/>
    <w:rsid w:val="0031728C"/>
    <w:rsid w:val="00317419"/>
    <w:rsid w:val="00320C78"/>
    <w:rsid w:val="00321734"/>
    <w:rsid w:val="00321A66"/>
    <w:rsid w:val="0032234B"/>
    <w:rsid w:val="003242E5"/>
    <w:rsid w:val="003259A2"/>
    <w:rsid w:val="00325B1D"/>
    <w:rsid w:val="00325D2D"/>
    <w:rsid w:val="00326F25"/>
    <w:rsid w:val="003275F4"/>
    <w:rsid w:val="00330319"/>
    <w:rsid w:val="003304B5"/>
    <w:rsid w:val="00330F6A"/>
    <w:rsid w:val="00331FD4"/>
    <w:rsid w:val="003320FC"/>
    <w:rsid w:val="0033271C"/>
    <w:rsid w:val="003332F6"/>
    <w:rsid w:val="0033379D"/>
    <w:rsid w:val="003340D8"/>
    <w:rsid w:val="00334B51"/>
    <w:rsid w:val="00334D10"/>
    <w:rsid w:val="00335F66"/>
    <w:rsid w:val="00336290"/>
    <w:rsid w:val="003365D9"/>
    <w:rsid w:val="00336DF9"/>
    <w:rsid w:val="00337061"/>
    <w:rsid w:val="00340590"/>
    <w:rsid w:val="00341487"/>
    <w:rsid w:val="003421AF"/>
    <w:rsid w:val="00343B54"/>
    <w:rsid w:val="00344338"/>
    <w:rsid w:val="00344B8E"/>
    <w:rsid w:val="00346665"/>
    <w:rsid w:val="00346D29"/>
    <w:rsid w:val="003513BB"/>
    <w:rsid w:val="00351E41"/>
    <w:rsid w:val="003521B1"/>
    <w:rsid w:val="003535B9"/>
    <w:rsid w:val="003537DE"/>
    <w:rsid w:val="00353A8F"/>
    <w:rsid w:val="003540C3"/>
    <w:rsid w:val="00354248"/>
    <w:rsid w:val="00354254"/>
    <w:rsid w:val="0035491F"/>
    <w:rsid w:val="003551F4"/>
    <w:rsid w:val="0035547D"/>
    <w:rsid w:val="00355642"/>
    <w:rsid w:val="00356288"/>
    <w:rsid w:val="00356328"/>
    <w:rsid w:val="00356926"/>
    <w:rsid w:val="00356931"/>
    <w:rsid w:val="00356F6F"/>
    <w:rsid w:val="003572CE"/>
    <w:rsid w:val="00357659"/>
    <w:rsid w:val="00357824"/>
    <w:rsid w:val="003616FF"/>
    <w:rsid w:val="00361DCB"/>
    <w:rsid w:val="003624D2"/>
    <w:rsid w:val="00363158"/>
    <w:rsid w:val="00363E39"/>
    <w:rsid w:val="0036440B"/>
    <w:rsid w:val="00365095"/>
    <w:rsid w:val="00365818"/>
    <w:rsid w:val="003667AC"/>
    <w:rsid w:val="003673A6"/>
    <w:rsid w:val="0036759C"/>
    <w:rsid w:val="00367D80"/>
    <w:rsid w:val="00371047"/>
    <w:rsid w:val="0037109F"/>
    <w:rsid w:val="00371D1C"/>
    <w:rsid w:val="00372202"/>
    <w:rsid w:val="003734A0"/>
    <w:rsid w:val="003736EF"/>
    <w:rsid w:val="003739A3"/>
    <w:rsid w:val="00373A7B"/>
    <w:rsid w:val="00373DC1"/>
    <w:rsid w:val="00374605"/>
    <w:rsid w:val="00375CE3"/>
    <w:rsid w:val="00375E5E"/>
    <w:rsid w:val="0037600C"/>
    <w:rsid w:val="00376624"/>
    <w:rsid w:val="003768ED"/>
    <w:rsid w:val="00377178"/>
    <w:rsid w:val="003779E0"/>
    <w:rsid w:val="00381178"/>
    <w:rsid w:val="003815E1"/>
    <w:rsid w:val="00381935"/>
    <w:rsid w:val="00382729"/>
    <w:rsid w:val="003827C7"/>
    <w:rsid w:val="00382AB8"/>
    <w:rsid w:val="00384492"/>
    <w:rsid w:val="00384F2B"/>
    <w:rsid w:val="003851A6"/>
    <w:rsid w:val="00386333"/>
    <w:rsid w:val="00392C72"/>
    <w:rsid w:val="00393063"/>
    <w:rsid w:val="003937D2"/>
    <w:rsid w:val="00394E8C"/>
    <w:rsid w:val="003951C3"/>
    <w:rsid w:val="003959ED"/>
    <w:rsid w:val="003A043F"/>
    <w:rsid w:val="003A04C1"/>
    <w:rsid w:val="003A056B"/>
    <w:rsid w:val="003A085C"/>
    <w:rsid w:val="003A0ED8"/>
    <w:rsid w:val="003A1EDB"/>
    <w:rsid w:val="003A25B8"/>
    <w:rsid w:val="003A2EE6"/>
    <w:rsid w:val="003A365A"/>
    <w:rsid w:val="003A391B"/>
    <w:rsid w:val="003A47B7"/>
    <w:rsid w:val="003A4848"/>
    <w:rsid w:val="003A4957"/>
    <w:rsid w:val="003A5180"/>
    <w:rsid w:val="003A5334"/>
    <w:rsid w:val="003A5F6F"/>
    <w:rsid w:val="003A6617"/>
    <w:rsid w:val="003A7E39"/>
    <w:rsid w:val="003B002A"/>
    <w:rsid w:val="003B04FD"/>
    <w:rsid w:val="003B2295"/>
    <w:rsid w:val="003B2852"/>
    <w:rsid w:val="003B2ECA"/>
    <w:rsid w:val="003B31F4"/>
    <w:rsid w:val="003B3517"/>
    <w:rsid w:val="003B38A9"/>
    <w:rsid w:val="003B3C85"/>
    <w:rsid w:val="003B3F8C"/>
    <w:rsid w:val="003B402E"/>
    <w:rsid w:val="003B4303"/>
    <w:rsid w:val="003B470C"/>
    <w:rsid w:val="003B4850"/>
    <w:rsid w:val="003B4D29"/>
    <w:rsid w:val="003B56EB"/>
    <w:rsid w:val="003B5C6C"/>
    <w:rsid w:val="003B5FFE"/>
    <w:rsid w:val="003B7991"/>
    <w:rsid w:val="003B7E04"/>
    <w:rsid w:val="003B7F7C"/>
    <w:rsid w:val="003C0A17"/>
    <w:rsid w:val="003C1C68"/>
    <w:rsid w:val="003C1CCC"/>
    <w:rsid w:val="003C27FE"/>
    <w:rsid w:val="003C2998"/>
    <w:rsid w:val="003C2EAC"/>
    <w:rsid w:val="003C3851"/>
    <w:rsid w:val="003C4BD0"/>
    <w:rsid w:val="003C53C1"/>
    <w:rsid w:val="003C5624"/>
    <w:rsid w:val="003C5D4E"/>
    <w:rsid w:val="003C6672"/>
    <w:rsid w:val="003C729A"/>
    <w:rsid w:val="003C78C0"/>
    <w:rsid w:val="003C7D92"/>
    <w:rsid w:val="003D041B"/>
    <w:rsid w:val="003D0474"/>
    <w:rsid w:val="003D09D2"/>
    <w:rsid w:val="003D124C"/>
    <w:rsid w:val="003D1D90"/>
    <w:rsid w:val="003D2164"/>
    <w:rsid w:val="003D2BF7"/>
    <w:rsid w:val="003D2EFF"/>
    <w:rsid w:val="003D34C4"/>
    <w:rsid w:val="003D3767"/>
    <w:rsid w:val="003D3AE0"/>
    <w:rsid w:val="003D4C99"/>
    <w:rsid w:val="003D58D4"/>
    <w:rsid w:val="003D5E2C"/>
    <w:rsid w:val="003D6A07"/>
    <w:rsid w:val="003D6A7E"/>
    <w:rsid w:val="003D6E36"/>
    <w:rsid w:val="003D7E97"/>
    <w:rsid w:val="003E039E"/>
    <w:rsid w:val="003E0A95"/>
    <w:rsid w:val="003E169F"/>
    <w:rsid w:val="003E1997"/>
    <w:rsid w:val="003E1C50"/>
    <w:rsid w:val="003E237C"/>
    <w:rsid w:val="003E27DC"/>
    <w:rsid w:val="003E33C9"/>
    <w:rsid w:val="003E41F2"/>
    <w:rsid w:val="003E43F3"/>
    <w:rsid w:val="003E4454"/>
    <w:rsid w:val="003E4645"/>
    <w:rsid w:val="003E4946"/>
    <w:rsid w:val="003E5620"/>
    <w:rsid w:val="003E5EA1"/>
    <w:rsid w:val="003E5F1D"/>
    <w:rsid w:val="003E6F96"/>
    <w:rsid w:val="003E7651"/>
    <w:rsid w:val="003E76AC"/>
    <w:rsid w:val="003E7CDA"/>
    <w:rsid w:val="003F058E"/>
    <w:rsid w:val="003F0CAA"/>
    <w:rsid w:val="003F0FBC"/>
    <w:rsid w:val="003F12B1"/>
    <w:rsid w:val="003F1B25"/>
    <w:rsid w:val="003F1B4C"/>
    <w:rsid w:val="003F1E07"/>
    <w:rsid w:val="003F2803"/>
    <w:rsid w:val="003F2C58"/>
    <w:rsid w:val="003F30F6"/>
    <w:rsid w:val="003F316E"/>
    <w:rsid w:val="003F3A8F"/>
    <w:rsid w:val="003F3D8A"/>
    <w:rsid w:val="003F4DF2"/>
    <w:rsid w:val="003F565A"/>
    <w:rsid w:val="003F57FD"/>
    <w:rsid w:val="003F5CE7"/>
    <w:rsid w:val="003F6824"/>
    <w:rsid w:val="003F6AC6"/>
    <w:rsid w:val="003F7265"/>
    <w:rsid w:val="003F7841"/>
    <w:rsid w:val="0040032C"/>
    <w:rsid w:val="004003ED"/>
    <w:rsid w:val="00400720"/>
    <w:rsid w:val="00400D9B"/>
    <w:rsid w:val="0040106F"/>
    <w:rsid w:val="00403170"/>
    <w:rsid w:val="00404515"/>
    <w:rsid w:val="004048F1"/>
    <w:rsid w:val="00404C5D"/>
    <w:rsid w:val="00405AA1"/>
    <w:rsid w:val="004061A9"/>
    <w:rsid w:val="004069D7"/>
    <w:rsid w:val="00407BCA"/>
    <w:rsid w:val="00407F6E"/>
    <w:rsid w:val="00410405"/>
    <w:rsid w:val="004106A4"/>
    <w:rsid w:val="00410B74"/>
    <w:rsid w:val="00411F90"/>
    <w:rsid w:val="004132AD"/>
    <w:rsid w:val="0041377E"/>
    <w:rsid w:val="00413EBE"/>
    <w:rsid w:val="00415510"/>
    <w:rsid w:val="00415689"/>
    <w:rsid w:val="00415CDB"/>
    <w:rsid w:val="004161E4"/>
    <w:rsid w:val="004162FA"/>
    <w:rsid w:val="00416835"/>
    <w:rsid w:val="004168F2"/>
    <w:rsid w:val="00416EC4"/>
    <w:rsid w:val="00417786"/>
    <w:rsid w:val="00417905"/>
    <w:rsid w:val="00417A35"/>
    <w:rsid w:val="00417A3D"/>
    <w:rsid w:val="00420751"/>
    <w:rsid w:val="00421D9C"/>
    <w:rsid w:val="00421DB5"/>
    <w:rsid w:val="00421FD6"/>
    <w:rsid w:val="00422752"/>
    <w:rsid w:val="00423A53"/>
    <w:rsid w:val="0042541D"/>
    <w:rsid w:val="004256C9"/>
    <w:rsid w:val="00425800"/>
    <w:rsid w:val="00425CDE"/>
    <w:rsid w:val="00426280"/>
    <w:rsid w:val="004270AD"/>
    <w:rsid w:val="004302CB"/>
    <w:rsid w:val="00430CEB"/>
    <w:rsid w:val="00431486"/>
    <w:rsid w:val="0043376F"/>
    <w:rsid w:val="0043418E"/>
    <w:rsid w:val="004342D5"/>
    <w:rsid w:val="004348D4"/>
    <w:rsid w:val="004361CC"/>
    <w:rsid w:val="0043699B"/>
    <w:rsid w:val="0043789C"/>
    <w:rsid w:val="00437EE2"/>
    <w:rsid w:val="004401A9"/>
    <w:rsid w:val="004402EC"/>
    <w:rsid w:val="00440501"/>
    <w:rsid w:val="0044234E"/>
    <w:rsid w:val="004425E6"/>
    <w:rsid w:val="00442C0A"/>
    <w:rsid w:val="00443EB4"/>
    <w:rsid w:val="004456E9"/>
    <w:rsid w:val="00445D47"/>
    <w:rsid w:val="004465EF"/>
    <w:rsid w:val="0044698B"/>
    <w:rsid w:val="00447003"/>
    <w:rsid w:val="004473EA"/>
    <w:rsid w:val="00447FC4"/>
    <w:rsid w:val="004512C2"/>
    <w:rsid w:val="00451986"/>
    <w:rsid w:val="00452754"/>
    <w:rsid w:val="00452977"/>
    <w:rsid w:val="004537D2"/>
    <w:rsid w:val="00453EA1"/>
    <w:rsid w:val="00453EB9"/>
    <w:rsid w:val="00453F3E"/>
    <w:rsid w:val="004542DF"/>
    <w:rsid w:val="0045442F"/>
    <w:rsid w:val="004549D9"/>
    <w:rsid w:val="004550C6"/>
    <w:rsid w:val="00455A02"/>
    <w:rsid w:val="00455D55"/>
    <w:rsid w:val="00456395"/>
    <w:rsid w:val="004564B0"/>
    <w:rsid w:val="004610CC"/>
    <w:rsid w:val="0046160E"/>
    <w:rsid w:val="00462252"/>
    <w:rsid w:val="0046260A"/>
    <w:rsid w:val="00462BF0"/>
    <w:rsid w:val="00462DA3"/>
    <w:rsid w:val="004635FB"/>
    <w:rsid w:val="00464524"/>
    <w:rsid w:val="00464AA1"/>
    <w:rsid w:val="00465425"/>
    <w:rsid w:val="00465495"/>
    <w:rsid w:val="00465828"/>
    <w:rsid w:val="00465AB3"/>
    <w:rsid w:val="00465F72"/>
    <w:rsid w:val="004663E4"/>
    <w:rsid w:val="004666CD"/>
    <w:rsid w:val="00466BC7"/>
    <w:rsid w:val="00467248"/>
    <w:rsid w:val="004673AA"/>
    <w:rsid w:val="00470204"/>
    <w:rsid w:val="00471177"/>
    <w:rsid w:val="00471727"/>
    <w:rsid w:val="004721C6"/>
    <w:rsid w:val="0047232D"/>
    <w:rsid w:val="00472722"/>
    <w:rsid w:val="00473772"/>
    <w:rsid w:val="00473A01"/>
    <w:rsid w:val="0047421D"/>
    <w:rsid w:val="00474C1C"/>
    <w:rsid w:val="00474D94"/>
    <w:rsid w:val="00474ED7"/>
    <w:rsid w:val="004757F7"/>
    <w:rsid w:val="004762F2"/>
    <w:rsid w:val="00477312"/>
    <w:rsid w:val="004775B4"/>
    <w:rsid w:val="00480B21"/>
    <w:rsid w:val="00480E16"/>
    <w:rsid w:val="00480FE3"/>
    <w:rsid w:val="00481256"/>
    <w:rsid w:val="00481461"/>
    <w:rsid w:val="0048177B"/>
    <w:rsid w:val="00481D1A"/>
    <w:rsid w:val="00482977"/>
    <w:rsid w:val="00482EBC"/>
    <w:rsid w:val="00482FA4"/>
    <w:rsid w:val="004839CE"/>
    <w:rsid w:val="0048497A"/>
    <w:rsid w:val="004851FF"/>
    <w:rsid w:val="00485216"/>
    <w:rsid w:val="00485248"/>
    <w:rsid w:val="00485472"/>
    <w:rsid w:val="0048556E"/>
    <w:rsid w:val="00485895"/>
    <w:rsid w:val="00485F1E"/>
    <w:rsid w:val="004864F3"/>
    <w:rsid w:val="004866EA"/>
    <w:rsid w:val="00486863"/>
    <w:rsid w:val="00490D95"/>
    <w:rsid w:val="00490FBD"/>
    <w:rsid w:val="004913CF"/>
    <w:rsid w:val="00492444"/>
    <w:rsid w:val="00492591"/>
    <w:rsid w:val="004925C7"/>
    <w:rsid w:val="00492F73"/>
    <w:rsid w:val="0049361E"/>
    <w:rsid w:val="00493E81"/>
    <w:rsid w:val="00494C68"/>
    <w:rsid w:val="004954C4"/>
    <w:rsid w:val="0049559C"/>
    <w:rsid w:val="0049580A"/>
    <w:rsid w:val="00496060"/>
    <w:rsid w:val="004972FF"/>
    <w:rsid w:val="004976B3"/>
    <w:rsid w:val="004979BB"/>
    <w:rsid w:val="004A035E"/>
    <w:rsid w:val="004A0D4F"/>
    <w:rsid w:val="004A0DB0"/>
    <w:rsid w:val="004A1161"/>
    <w:rsid w:val="004A1EFA"/>
    <w:rsid w:val="004A25D8"/>
    <w:rsid w:val="004A34B7"/>
    <w:rsid w:val="004A3ABF"/>
    <w:rsid w:val="004A4500"/>
    <w:rsid w:val="004A5523"/>
    <w:rsid w:val="004A60E1"/>
    <w:rsid w:val="004A725E"/>
    <w:rsid w:val="004B04DB"/>
    <w:rsid w:val="004B1F9A"/>
    <w:rsid w:val="004B365F"/>
    <w:rsid w:val="004B3DB7"/>
    <w:rsid w:val="004B43E0"/>
    <w:rsid w:val="004B44F0"/>
    <w:rsid w:val="004B4CCB"/>
    <w:rsid w:val="004B5088"/>
    <w:rsid w:val="004B5133"/>
    <w:rsid w:val="004B56AB"/>
    <w:rsid w:val="004B5D28"/>
    <w:rsid w:val="004B64B2"/>
    <w:rsid w:val="004B69DA"/>
    <w:rsid w:val="004B73B2"/>
    <w:rsid w:val="004B7672"/>
    <w:rsid w:val="004B793B"/>
    <w:rsid w:val="004B7F4B"/>
    <w:rsid w:val="004C01EB"/>
    <w:rsid w:val="004C12D9"/>
    <w:rsid w:val="004C14ED"/>
    <w:rsid w:val="004C1ACD"/>
    <w:rsid w:val="004C22EA"/>
    <w:rsid w:val="004C2F2F"/>
    <w:rsid w:val="004C323F"/>
    <w:rsid w:val="004C3C46"/>
    <w:rsid w:val="004C3DC1"/>
    <w:rsid w:val="004C3E09"/>
    <w:rsid w:val="004C3EB1"/>
    <w:rsid w:val="004C495C"/>
    <w:rsid w:val="004C4DB9"/>
    <w:rsid w:val="004C57B9"/>
    <w:rsid w:val="004C60D7"/>
    <w:rsid w:val="004C67AF"/>
    <w:rsid w:val="004C68B4"/>
    <w:rsid w:val="004C77A9"/>
    <w:rsid w:val="004C7B67"/>
    <w:rsid w:val="004D160D"/>
    <w:rsid w:val="004D1A07"/>
    <w:rsid w:val="004D24C1"/>
    <w:rsid w:val="004D25F9"/>
    <w:rsid w:val="004D2F6A"/>
    <w:rsid w:val="004D3CCD"/>
    <w:rsid w:val="004D5020"/>
    <w:rsid w:val="004D563A"/>
    <w:rsid w:val="004D641B"/>
    <w:rsid w:val="004D68C3"/>
    <w:rsid w:val="004D6B8D"/>
    <w:rsid w:val="004E0615"/>
    <w:rsid w:val="004E2E47"/>
    <w:rsid w:val="004E323B"/>
    <w:rsid w:val="004E48A7"/>
    <w:rsid w:val="004E557A"/>
    <w:rsid w:val="004E72C4"/>
    <w:rsid w:val="004E7CB2"/>
    <w:rsid w:val="004E7DAA"/>
    <w:rsid w:val="004E7DF5"/>
    <w:rsid w:val="004F017F"/>
    <w:rsid w:val="004F02A8"/>
    <w:rsid w:val="004F0618"/>
    <w:rsid w:val="004F0E96"/>
    <w:rsid w:val="004F1F6B"/>
    <w:rsid w:val="004F2025"/>
    <w:rsid w:val="004F2191"/>
    <w:rsid w:val="004F232E"/>
    <w:rsid w:val="004F29CC"/>
    <w:rsid w:val="004F2B79"/>
    <w:rsid w:val="004F54F1"/>
    <w:rsid w:val="004F6217"/>
    <w:rsid w:val="004F6B77"/>
    <w:rsid w:val="004F6E64"/>
    <w:rsid w:val="004F6FBF"/>
    <w:rsid w:val="00500806"/>
    <w:rsid w:val="00500AB8"/>
    <w:rsid w:val="00500F67"/>
    <w:rsid w:val="005011F4"/>
    <w:rsid w:val="005013AB"/>
    <w:rsid w:val="00502FD2"/>
    <w:rsid w:val="00503A1C"/>
    <w:rsid w:val="00503B59"/>
    <w:rsid w:val="00504460"/>
    <w:rsid w:val="0050453B"/>
    <w:rsid w:val="005048DE"/>
    <w:rsid w:val="00504DAE"/>
    <w:rsid w:val="00506588"/>
    <w:rsid w:val="00506F1A"/>
    <w:rsid w:val="0051072B"/>
    <w:rsid w:val="005111F8"/>
    <w:rsid w:val="005114C7"/>
    <w:rsid w:val="00512044"/>
    <w:rsid w:val="005120DA"/>
    <w:rsid w:val="00512D5A"/>
    <w:rsid w:val="00513B8B"/>
    <w:rsid w:val="005148AE"/>
    <w:rsid w:val="00514FD8"/>
    <w:rsid w:val="0051560D"/>
    <w:rsid w:val="005174B9"/>
    <w:rsid w:val="00517C94"/>
    <w:rsid w:val="00520355"/>
    <w:rsid w:val="00520E87"/>
    <w:rsid w:val="005212EE"/>
    <w:rsid w:val="0052200A"/>
    <w:rsid w:val="0052297D"/>
    <w:rsid w:val="00522C1C"/>
    <w:rsid w:val="00523B15"/>
    <w:rsid w:val="00524953"/>
    <w:rsid w:val="00524AFD"/>
    <w:rsid w:val="00525769"/>
    <w:rsid w:val="00525958"/>
    <w:rsid w:val="00525A19"/>
    <w:rsid w:val="005262CE"/>
    <w:rsid w:val="005264EE"/>
    <w:rsid w:val="005270A9"/>
    <w:rsid w:val="00527A6C"/>
    <w:rsid w:val="0053022C"/>
    <w:rsid w:val="00531750"/>
    <w:rsid w:val="0053287A"/>
    <w:rsid w:val="00532EC1"/>
    <w:rsid w:val="0053302D"/>
    <w:rsid w:val="005337B0"/>
    <w:rsid w:val="005346A5"/>
    <w:rsid w:val="00534E9E"/>
    <w:rsid w:val="00536932"/>
    <w:rsid w:val="00536BAA"/>
    <w:rsid w:val="00536C2E"/>
    <w:rsid w:val="00536D3C"/>
    <w:rsid w:val="0053738A"/>
    <w:rsid w:val="0053745C"/>
    <w:rsid w:val="00537E3C"/>
    <w:rsid w:val="00540C72"/>
    <w:rsid w:val="00541040"/>
    <w:rsid w:val="00541DE6"/>
    <w:rsid w:val="005420DA"/>
    <w:rsid w:val="005433E7"/>
    <w:rsid w:val="00543560"/>
    <w:rsid w:val="00543CA3"/>
    <w:rsid w:val="00543FDD"/>
    <w:rsid w:val="00544829"/>
    <w:rsid w:val="00544E58"/>
    <w:rsid w:val="005456F9"/>
    <w:rsid w:val="0054631A"/>
    <w:rsid w:val="0054670E"/>
    <w:rsid w:val="00546B46"/>
    <w:rsid w:val="005509A5"/>
    <w:rsid w:val="005514A8"/>
    <w:rsid w:val="005519D4"/>
    <w:rsid w:val="00551C5D"/>
    <w:rsid w:val="00551CA0"/>
    <w:rsid w:val="00551E6F"/>
    <w:rsid w:val="00551EE8"/>
    <w:rsid w:val="00551F4E"/>
    <w:rsid w:val="00552007"/>
    <w:rsid w:val="0055252D"/>
    <w:rsid w:val="005527D3"/>
    <w:rsid w:val="005534E9"/>
    <w:rsid w:val="00553DBC"/>
    <w:rsid w:val="00554146"/>
    <w:rsid w:val="00554D70"/>
    <w:rsid w:val="00555E04"/>
    <w:rsid w:val="00555E45"/>
    <w:rsid w:val="00555F41"/>
    <w:rsid w:val="0055660C"/>
    <w:rsid w:val="00556889"/>
    <w:rsid w:val="00556DEC"/>
    <w:rsid w:val="0055738F"/>
    <w:rsid w:val="005575A0"/>
    <w:rsid w:val="00557C86"/>
    <w:rsid w:val="00557C89"/>
    <w:rsid w:val="00557E65"/>
    <w:rsid w:val="00557ED1"/>
    <w:rsid w:val="00560723"/>
    <w:rsid w:val="005607BE"/>
    <w:rsid w:val="00560E91"/>
    <w:rsid w:val="00560F13"/>
    <w:rsid w:val="00561901"/>
    <w:rsid w:val="00562890"/>
    <w:rsid w:val="0056421E"/>
    <w:rsid w:val="00565189"/>
    <w:rsid w:val="0056571A"/>
    <w:rsid w:val="005657FD"/>
    <w:rsid w:val="0056685A"/>
    <w:rsid w:val="00566D09"/>
    <w:rsid w:val="00567FE8"/>
    <w:rsid w:val="00570009"/>
    <w:rsid w:val="00570091"/>
    <w:rsid w:val="00570547"/>
    <w:rsid w:val="00570A79"/>
    <w:rsid w:val="005718D5"/>
    <w:rsid w:val="005720F1"/>
    <w:rsid w:val="00575101"/>
    <w:rsid w:val="00575C28"/>
    <w:rsid w:val="00575D25"/>
    <w:rsid w:val="00576749"/>
    <w:rsid w:val="00576C8F"/>
    <w:rsid w:val="00577EDA"/>
    <w:rsid w:val="00582269"/>
    <w:rsid w:val="00582853"/>
    <w:rsid w:val="00582FB3"/>
    <w:rsid w:val="00583EFB"/>
    <w:rsid w:val="00583F6E"/>
    <w:rsid w:val="00583F9A"/>
    <w:rsid w:val="00584C5F"/>
    <w:rsid w:val="00584DC9"/>
    <w:rsid w:val="005852BD"/>
    <w:rsid w:val="0058589C"/>
    <w:rsid w:val="00585C98"/>
    <w:rsid w:val="00586960"/>
    <w:rsid w:val="00586E38"/>
    <w:rsid w:val="00587A78"/>
    <w:rsid w:val="005901E4"/>
    <w:rsid w:val="00591CD9"/>
    <w:rsid w:val="00592843"/>
    <w:rsid w:val="00593725"/>
    <w:rsid w:val="00593A42"/>
    <w:rsid w:val="005944AF"/>
    <w:rsid w:val="00595A1C"/>
    <w:rsid w:val="005961DA"/>
    <w:rsid w:val="00596A9E"/>
    <w:rsid w:val="0059767D"/>
    <w:rsid w:val="00597734"/>
    <w:rsid w:val="005A0AD2"/>
    <w:rsid w:val="005A0BEC"/>
    <w:rsid w:val="005A124F"/>
    <w:rsid w:val="005A12B6"/>
    <w:rsid w:val="005A1FD2"/>
    <w:rsid w:val="005A2365"/>
    <w:rsid w:val="005A2758"/>
    <w:rsid w:val="005A27BE"/>
    <w:rsid w:val="005A2BF6"/>
    <w:rsid w:val="005A3391"/>
    <w:rsid w:val="005A3DA8"/>
    <w:rsid w:val="005A459F"/>
    <w:rsid w:val="005A4B2A"/>
    <w:rsid w:val="005A517F"/>
    <w:rsid w:val="005A5A11"/>
    <w:rsid w:val="005A5ED5"/>
    <w:rsid w:val="005A61C7"/>
    <w:rsid w:val="005A66CA"/>
    <w:rsid w:val="005A6836"/>
    <w:rsid w:val="005A6D21"/>
    <w:rsid w:val="005B0228"/>
    <w:rsid w:val="005B0C51"/>
    <w:rsid w:val="005B2364"/>
    <w:rsid w:val="005B2783"/>
    <w:rsid w:val="005B33DF"/>
    <w:rsid w:val="005B39CC"/>
    <w:rsid w:val="005B3BD0"/>
    <w:rsid w:val="005B40E5"/>
    <w:rsid w:val="005B42E5"/>
    <w:rsid w:val="005B492C"/>
    <w:rsid w:val="005B4CFB"/>
    <w:rsid w:val="005B5072"/>
    <w:rsid w:val="005B5082"/>
    <w:rsid w:val="005B5296"/>
    <w:rsid w:val="005B63C6"/>
    <w:rsid w:val="005B6DBE"/>
    <w:rsid w:val="005B6E5F"/>
    <w:rsid w:val="005B7438"/>
    <w:rsid w:val="005B7D00"/>
    <w:rsid w:val="005C03B7"/>
    <w:rsid w:val="005C0543"/>
    <w:rsid w:val="005C0A94"/>
    <w:rsid w:val="005C144B"/>
    <w:rsid w:val="005C16F8"/>
    <w:rsid w:val="005C1738"/>
    <w:rsid w:val="005C2029"/>
    <w:rsid w:val="005C5699"/>
    <w:rsid w:val="005C69F3"/>
    <w:rsid w:val="005C75A1"/>
    <w:rsid w:val="005C7CDB"/>
    <w:rsid w:val="005C7D07"/>
    <w:rsid w:val="005C7DAB"/>
    <w:rsid w:val="005D09E5"/>
    <w:rsid w:val="005D0F1B"/>
    <w:rsid w:val="005D0F6F"/>
    <w:rsid w:val="005D101B"/>
    <w:rsid w:val="005D10F2"/>
    <w:rsid w:val="005D1125"/>
    <w:rsid w:val="005D2015"/>
    <w:rsid w:val="005D2517"/>
    <w:rsid w:val="005D2BE3"/>
    <w:rsid w:val="005D2D15"/>
    <w:rsid w:val="005D303F"/>
    <w:rsid w:val="005D3A4F"/>
    <w:rsid w:val="005D45CB"/>
    <w:rsid w:val="005D45EF"/>
    <w:rsid w:val="005D5E1F"/>
    <w:rsid w:val="005D7449"/>
    <w:rsid w:val="005D7C8E"/>
    <w:rsid w:val="005E071E"/>
    <w:rsid w:val="005E209F"/>
    <w:rsid w:val="005E2982"/>
    <w:rsid w:val="005E2DB9"/>
    <w:rsid w:val="005E2F76"/>
    <w:rsid w:val="005E3141"/>
    <w:rsid w:val="005E5118"/>
    <w:rsid w:val="005E5191"/>
    <w:rsid w:val="005E53AB"/>
    <w:rsid w:val="005E5580"/>
    <w:rsid w:val="005E5975"/>
    <w:rsid w:val="005E5A3E"/>
    <w:rsid w:val="005E5C5C"/>
    <w:rsid w:val="005E68B3"/>
    <w:rsid w:val="005E702D"/>
    <w:rsid w:val="005E7674"/>
    <w:rsid w:val="005E7E61"/>
    <w:rsid w:val="005F00B6"/>
    <w:rsid w:val="005F064F"/>
    <w:rsid w:val="005F086F"/>
    <w:rsid w:val="005F1088"/>
    <w:rsid w:val="005F1352"/>
    <w:rsid w:val="005F1E94"/>
    <w:rsid w:val="005F2041"/>
    <w:rsid w:val="005F2692"/>
    <w:rsid w:val="005F27A7"/>
    <w:rsid w:val="005F2E0B"/>
    <w:rsid w:val="005F2E5B"/>
    <w:rsid w:val="005F3418"/>
    <w:rsid w:val="005F5283"/>
    <w:rsid w:val="005F5306"/>
    <w:rsid w:val="005F599C"/>
    <w:rsid w:val="005F5A1C"/>
    <w:rsid w:val="005F60D7"/>
    <w:rsid w:val="005F63A8"/>
    <w:rsid w:val="005F6BDE"/>
    <w:rsid w:val="005F72E8"/>
    <w:rsid w:val="005F7500"/>
    <w:rsid w:val="005F7522"/>
    <w:rsid w:val="0060138D"/>
    <w:rsid w:val="00602849"/>
    <w:rsid w:val="0060301A"/>
    <w:rsid w:val="00603C33"/>
    <w:rsid w:val="00604AC1"/>
    <w:rsid w:val="00604BC9"/>
    <w:rsid w:val="00604CB7"/>
    <w:rsid w:val="00605CAF"/>
    <w:rsid w:val="0060614D"/>
    <w:rsid w:val="006066FF"/>
    <w:rsid w:val="00607429"/>
    <w:rsid w:val="00610288"/>
    <w:rsid w:val="0061181D"/>
    <w:rsid w:val="006120B9"/>
    <w:rsid w:val="00612D06"/>
    <w:rsid w:val="0061333A"/>
    <w:rsid w:val="006134D7"/>
    <w:rsid w:val="00614682"/>
    <w:rsid w:val="00615752"/>
    <w:rsid w:val="006161A6"/>
    <w:rsid w:val="0061711A"/>
    <w:rsid w:val="00617438"/>
    <w:rsid w:val="00617470"/>
    <w:rsid w:val="00617972"/>
    <w:rsid w:val="00617EA5"/>
    <w:rsid w:val="00620423"/>
    <w:rsid w:val="00621953"/>
    <w:rsid w:val="006221CC"/>
    <w:rsid w:val="00622939"/>
    <w:rsid w:val="00622A07"/>
    <w:rsid w:val="00623DAE"/>
    <w:rsid w:val="00625DAE"/>
    <w:rsid w:val="00626749"/>
    <w:rsid w:val="006269CC"/>
    <w:rsid w:val="006275B0"/>
    <w:rsid w:val="00627624"/>
    <w:rsid w:val="00627A4F"/>
    <w:rsid w:val="00627D98"/>
    <w:rsid w:val="00630D3F"/>
    <w:rsid w:val="006318D1"/>
    <w:rsid w:val="0063242F"/>
    <w:rsid w:val="00632EFB"/>
    <w:rsid w:val="00633684"/>
    <w:rsid w:val="00633C68"/>
    <w:rsid w:val="00633ECA"/>
    <w:rsid w:val="00635D6E"/>
    <w:rsid w:val="00636B3A"/>
    <w:rsid w:val="00636C0B"/>
    <w:rsid w:val="0063761F"/>
    <w:rsid w:val="006411A7"/>
    <w:rsid w:val="006411EE"/>
    <w:rsid w:val="006420A1"/>
    <w:rsid w:val="00642878"/>
    <w:rsid w:val="00642892"/>
    <w:rsid w:val="006444A0"/>
    <w:rsid w:val="00644E72"/>
    <w:rsid w:val="00646CC5"/>
    <w:rsid w:val="006515E9"/>
    <w:rsid w:val="00651F10"/>
    <w:rsid w:val="006525ED"/>
    <w:rsid w:val="00652A66"/>
    <w:rsid w:val="00652A8E"/>
    <w:rsid w:val="00653539"/>
    <w:rsid w:val="00653573"/>
    <w:rsid w:val="00653D05"/>
    <w:rsid w:val="00653FA3"/>
    <w:rsid w:val="00654817"/>
    <w:rsid w:val="00654BCC"/>
    <w:rsid w:val="006550C7"/>
    <w:rsid w:val="00655628"/>
    <w:rsid w:val="00655A17"/>
    <w:rsid w:val="00655EE9"/>
    <w:rsid w:val="00656306"/>
    <w:rsid w:val="006565BD"/>
    <w:rsid w:val="00656BF4"/>
    <w:rsid w:val="00656D0A"/>
    <w:rsid w:val="0065737E"/>
    <w:rsid w:val="006602F7"/>
    <w:rsid w:val="0066085E"/>
    <w:rsid w:val="00660AC5"/>
    <w:rsid w:val="006617F8"/>
    <w:rsid w:val="006624A0"/>
    <w:rsid w:val="00662E94"/>
    <w:rsid w:val="006632AA"/>
    <w:rsid w:val="00663672"/>
    <w:rsid w:val="00664246"/>
    <w:rsid w:val="0066460D"/>
    <w:rsid w:val="00664710"/>
    <w:rsid w:val="00665112"/>
    <w:rsid w:val="00665213"/>
    <w:rsid w:val="00665446"/>
    <w:rsid w:val="006669CF"/>
    <w:rsid w:val="00666AFB"/>
    <w:rsid w:val="00667A20"/>
    <w:rsid w:val="00670694"/>
    <w:rsid w:val="0067097A"/>
    <w:rsid w:val="00670C6A"/>
    <w:rsid w:val="006710BE"/>
    <w:rsid w:val="00671C3D"/>
    <w:rsid w:val="00673080"/>
    <w:rsid w:val="00673AFE"/>
    <w:rsid w:val="00673F1A"/>
    <w:rsid w:val="0067411C"/>
    <w:rsid w:val="00674645"/>
    <w:rsid w:val="00674D2B"/>
    <w:rsid w:val="00675C3C"/>
    <w:rsid w:val="00675F75"/>
    <w:rsid w:val="0067649E"/>
    <w:rsid w:val="006765C6"/>
    <w:rsid w:val="00676AFF"/>
    <w:rsid w:val="006810FE"/>
    <w:rsid w:val="006814E4"/>
    <w:rsid w:val="006822C5"/>
    <w:rsid w:val="00682E6F"/>
    <w:rsid w:val="00683045"/>
    <w:rsid w:val="006830AE"/>
    <w:rsid w:val="00684317"/>
    <w:rsid w:val="00684495"/>
    <w:rsid w:val="0068464C"/>
    <w:rsid w:val="00684690"/>
    <w:rsid w:val="00684FD4"/>
    <w:rsid w:val="006859D5"/>
    <w:rsid w:val="00685D35"/>
    <w:rsid w:val="006861ED"/>
    <w:rsid w:val="006862D4"/>
    <w:rsid w:val="00687999"/>
    <w:rsid w:val="00690D91"/>
    <w:rsid w:val="006918B9"/>
    <w:rsid w:val="00691B18"/>
    <w:rsid w:val="00691F0E"/>
    <w:rsid w:val="006924C1"/>
    <w:rsid w:val="0069278D"/>
    <w:rsid w:val="006939D5"/>
    <w:rsid w:val="00693C28"/>
    <w:rsid w:val="00693EEE"/>
    <w:rsid w:val="006947D6"/>
    <w:rsid w:val="0069529F"/>
    <w:rsid w:val="00695B87"/>
    <w:rsid w:val="00695F05"/>
    <w:rsid w:val="006963F9"/>
    <w:rsid w:val="00696466"/>
    <w:rsid w:val="006964FE"/>
    <w:rsid w:val="00696BD6"/>
    <w:rsid w:val="0069747B"/>
    <w:rsid w:val="006978B6"/>
    <w:rsid w:val="006A052C"/>
    <w:rsid w:val="006A093B"/>
    <w:rsid w:val="006A09A6"/>
    <w:rsid w:val="006A0A92"/>
    <w:rsid w:val="006A12A9"/>
    <w:rsid w:val="006A1ABA"/>
    <w:rsid w:val="006A23C3"/>
    <w:rsid w:val="006A2930"/>
    <w:rsid w:val="006A322B"/>
    <w:rsid w:val="006A3446"/>
    <w:rsid w:val="006A3B34"/>
    <w:rsid w:val="006A60A1"/>
    <w:rsid w:val="006A68F5"/>
    <w:rsid w:val="006A6DB9"/>
    <w:rsid w:val="006B0167"/>
    <w:rsid w:val="006B06EE"/>
    <w:rsid w:val="006B0951"/>
    <w:rsid w:val="006B1DDC"/>
    <w:rsid w:val="006B241D"/>
    <w:rsid w:val="006B3600"/>
    <w:rsid w:val="006B38EC"/>
    <w:rsid w:val="006B4109"/>
    <w:rsid w:val="006B4151"/>
    <w:rsid w:val="006B47B9"/>
    <w:rsid w:val="006B52E2"/>
    <w:rsid w:val="006B6089"/>
    <w:rsid w:val="006B6298"/>
    <w:rsid w:val="006B65ED"/>
    <w:rsid w:val="006B6A47"/>
    <w:rsid w:val="006C00D8"/>
    <w:rsid w:val="006C0653"/>
    <w:rsid w:val="006C09E2"/>
    <w:rsid w:val="006C0A33"/>
    <w:rsid w:val="006C0BA3"/>
    <w:rsid w:val="006C0FEA"/>
    <w:rsid w:val="006C114D"/>
    <w:rsid w:val="006C15CE"/>
    <w:rsid w:val="006C1A43"/>
    <w:rsid w:val="006C28E0"/>
    <w:rsid w:val="006C2D3E"/>
    <w:rsid w:val="006C2FFF"/>
    <w:rsid w:val="006C3022"/>
    <w:rsid w:val="006C322C"/>
    <w:rsid w:val="006C3CE5"/>
    <w:rsid w:val="006C41F0"/>
    <w:rsid w:val="006C5EE8"/>
    <w:rsid w:val="006C625B"/>
    <w:rsid w:val="006C65D8"/>
    <w:rsid w:val="006C71FD"/>
    <w:rsid w:val="006C734D"/>
    <w:rsid w:val="006C7D4A"/>
    <w:rsid w:val="006D18A6"/>
    <w:rsid w:val="006D24E7"/>
    <w:rsid w:val="006D34D6"/>
    <w:rsid w:val="006D3D05"/>
    <w:rsid w:val="006D4772"/>
    <w:rsid w:val="006D479A"/>
    <w:rsid w:val="006D50FE"/>
    <w:rsid w:val="006D7B23"/>
    <w:rsid w:val="006E0F1B"/>
    <w:rsid w:val="006E2250"/>
    <w:rsid w:val="006E2696"/>
    <w:rsid w:val="006E26D4"/>
    <w:rsid w:val="006E27DE"/>
    <w:rsid w:val="006E2D6D"/>
    <w:rsid w:val="006E353D"/>
    <w:rsid w:val="006E3599"/>
    <w:rsid w:val="006E3645"/>
    <w:rsid w:val="006E43CA"/>
    <w:rsid w:val="006E54CD"/>
    <w:rsid w:val="006E5E76"/>
    <w:rsid w:val="006E63B7"/>
    <w:rsid w:val="006E74C5"/>
    <w:rsid w:val="006E7D5F"/>
    <w:rsid w:val="006E7ECD"/>
    <w:rsid w:val="006F091D"/>
    <w:rsid w:val="006F111B"/>
    <w:rsid w:val="006F2198"/>
    <w:rsid w:val="006F2E0C"/>
    <w:rsid w:val="006F2FD8"/>
    <w:rsid w:val="006F3511"/>
    <w:rsid w:val="006F40B1"/>
    <w:rsid w:val="006F464B"/>
    <w:rsid w:val="006F46A9"/>
    <w:rsid w:val="006F5121"/>
    <w:rsid w:val="006F5348"/>
    <w:rsid w:val="006F54B3"/>
    <w:rsid w:val="006F5705"/>
    <w:rsid w:val="006F590A"/>
    <w:rsid w:val="006F6428"/>
    <w:rsid w:val="006F7148"/>
    <w:rsid w:val="006F7AD4"/>
    <w:rsid w:val="0070088D"/>
    <w:rsid w:val="007009F1"/>
    <w:rsid w:val="00700C54"/>
    <w:rsid w:val="00700FD1"/>
    <w:rsid w:val="0070180F"/>
    <w:rsid w:val="0070214C"/>
    <w:rsid w:val="007041A9"/>
    <w:rsid w:val="00704EDC"/>
    <w:rsid w:val="00705805"/>
    <w:rsid w:val="00705A41"/>
    <w:rsid w:val="0070622B"/>
    <w:rsid w:val="00706386"/>
    <w:rsid w:val="007068DF"/>
    <w:rsid w:val="00706F96"/>
    <w:rsid w:val="00706F97"/>
    <w:rsid w:val="007072E1"/>
    <w:rsid w:val="00707BEE"/>
    <w:rsid w:val="00710D5D"/>
    <w:rsid w:val="0071126A"/>
    <w:rsid w:val="007118CF"/>
    <w:rsid w:val="0071263F"/>
    <w:rsid w:val="00712F66"/>
    <w:rsid w:val="0071320E"/>
    <w:rsid w:val="00713A85"/>
    <w:rsid w:val="00713B8F"/>
    <w:rsid w:val="00714C51"/>
    <w:rsid w:val="0071584C"/>
    <w:rsid w:val="00716BF4"/>
    <w:rsid w:val="00717780"/>
    <w:rsid w:val="00717BA4"/>
    <w:rsid w:val="00717E2C"/>
    <w:rsid w:val="007203C1"/>
    <w:rsid w:val="007204BE"/>
    <w:rsid w:val="00720902"/>
    <w:rsid w:val="00720A3D"/>
    <w:rsid w:val="00720D2A"/>
    <w:rsid w:val="00720F96"/>
    <w:rsid w:val="0072124D"/>
    <w:rsid w:val="00721DB5"/>
    <w:rsid w:val="007224BC"/>
    <w:rsid w:val="0072503C"/>
    <w:rsid w:val="00725D32"/>
    <w:rsid w:val="00725DF1"/>
    <w:rsid w:val="00726E28"/>
    <w:rsid w:val="00726E8C"/>
    <w:rsid w:val="007271A3"/>
    <w:rsid w:val="00730173"/>
    <w:rsid w:val="0073124B"/>
    <w:rsid w:val="00731591"/>
    <w:rsid w:val="0073172A"/>
    <w:rsid w:val="0073218B"/>
    <w:rsid w:val="0073368A"/>
    <w:rsid w:val="0073369B"/>
    <w:rsid w:val="007336CE"/>
    <w:rsid w:val="007336E0"/>
    <w:rsid w:val="00733DE5"/>
    <w:rsid w:val="00734060"/>
    <w:rsid w:val="00734456"/>
    <w:rsid w:val="0073452A"/>
    <w:rsid w:val="00734F52"/>
    <w:rsid w:val="00735536"/>
    <w:rsid w:val="007404FF"/>
    <w:rsid w:val="007412B3"/>
    <w:rsid w:val="00742248"/>
    <w:rsid w:val="007432D0"/>
    <w:rsid w:val="007436D1"/>
    <w:rsid w:val="007449CC"/>
    <w:rsid w:val="007449F0"/>
    <w:rsid w:val="007450DD"/>
    <w:rsid w:val="007453B2"/>
    <w:rsid w:val="00746E6E"/>
    <w:rsid w:val="007501EE"/>
    <w:rsid w:val="00750709"/>
    <w:rsid w:val="00751CC2"/>
    <w:rsid w:val="0075256E"/>
    <w:rsid w:val="00752806"/>
    <w:rsid w:val="00753153"/>
    <w:rsid w:val="00753F95"/>
    <w:rsid w:val="00753FD9"/>
    <w:rsid w:val="007540EF"/>
    <w:rsid w:val="00755712"/>
    <w:rsid w:val="0075575B"/>
    <w:rsid w:val="007557EB"/>
    <w:rsid w:val="00755846"/>
    <w:rsid w:val="00756135"/>
    <w:rsid w:val="007561BF"/>
    <w:rsid w:val="00756359"/>
    <w:rsid w:val="00757BC9"/>
    <w:rsid w:val="00760013"/>
    <w:rsid w:val="00760830"/>
    <w:rsid w:val="007609ED"/>
    <w:rsid w:val="0076165D"/>
    <w:rsid w:val="00761859"/>
    <w:rsid w:val="007618C3"/>
    <w:rsid w:val="007626CD"/>
    <w:rsid w:val="00762F12"/>
    <w:rsid w:val="007631D3"/>
    <w:rsid w:val="00763F00"/>
    <w:rsid w:val="007652A5"/>
    <w:rsid w:val="00765F9D"/>
    <w:rsid w:val="0076632C"/>
    <w:rsid w:val="007667A1"/>
    <w:rsid w:val="00766885"/>
    <w:rsid w:val="00766ABD"/>
    <w:rsid w:val="00767051"/>
    <w:rsid w:val="0076782C"/>
    <w:rsid w:val="00767B38"/>
    <w:rsid w:val="00767E3E"/>
    <w:rsid w:val="00770F16"/>
    <w:rsid w:val="00771162"/>
    <w:rsid w:val="00771E75"/>
    <w:rsid w:val="00773B2B"/>
    <w:rsid w:val="00773B7E"/>
    <w:rsid w:val="00773B89"/>
    <w:rsid w:val="0077473F"/>
    <w:rsid w:val="00774A8C"/>
    <w:rsid w:val="00774E5D"/>
    <w:rsid w:val="00775125"/>
    <w:rsid w:val="00775D01"/>
    <w:rsid w:val="007776F9"/>
    <w:rsid w:val="00777821"/>
    <w:rsid w:val="00777FEB"/>
    <w:rsid w:val="00780352"/>
    <w:rsid w:val="0078044E"/>
    <w:rsid w:val="00780522"/>
    <w:rsid w:val="00780843"/>
    <w:rsid w:val="007809A1"/>
    <w:rsid w:val="00781A66"/>
    <w:rsid w:val="00781FDC"/>
    <w:rsid w:val="00782198"/>
    <w:rsid w:val="007822CB"/>
    <w:rsid w:val="007826F6"/>
    <w:rsid w:val="00782A29"/>
    <w:rsid w:val="007839CC"/>
    <w:rsid w:val="00783A25"/>
    <w:rsid w:val="00784523"/>
    <w:rsid w:val="00785AF8"/>
    <w:rsid w:val="00785C69"/>
    <w:rsid w:val="00786983"/>
    <w:rsid w:val="007869AF"/>
    <w:rsid w:val="00787092"/>
    <w:rsid w:val="00787BF3"/>
    <w:rsid w:val="00787D2A"/>
    <w:rsid w:val="0079167C"/>
    <w:rsid w:val="0079190D"/>
    <w:rsid w:val="00791F48"/>
    <w:rsid w:val="00792C2F"/>
    <w:rsid w:val="00793203"/>
    <w:rsid w:val="00793CB8"/>
    <w:rsid w:val="00794040"/>
    <w:rsid w:val="00794562"/>
    <w:rsid w:val="00795A4C"/>
    <w:rsid w:val="00795E07"/>
    <w:rsid w:val="00797576"/>
    <w:rsid w:val="00797C1B"/>
    <w:rsid w:val="00797F1F"/>
    <w:rsid w:val="007A08CD"/>
    <w:rsid w:val="007A0DDB"/>
    <w:rsid w:val="007A14F8"/>
    <w:rsid w:val="007A1959"/>
    <w:rsid w:val="007A20D6"/>
    <w:rsid w:val="007A2AB7"/>
    <w:rsid w:val="007A3900"/>
    <w:rsid w:val="007A3F92"/>
    <w:rsid w:val="007A51DD"/>
    <w:rsid w:val="007A5B2A"/>
    <w:rsid w:val="007A5C86"/>
    <w:rsid w:val="007A6D37"/>
    <w:rsid w:val="007A7267"/>
    <w:rsid w:val="007A7AEB"/>
    <w:rsid w:val="007A7FF5"/>
    <w:rsid w:val="007B029F"/>
    <w:rsid w:val="007B19BF"/>
    <w:rsid w:val="007B1AA6"/>
    <w:rsid w:val="007B202D"/>
    <w:rsid w:val="007B28B4"/>
    <w:rsid w:val="007B2F6B"/>
    <w:rsid w:val="007B328D"/>
    <w:rsid w:val="007B3E86"/>
    <w:rsid w:val="007B3F6A"/>
    <w:rsid w:val="007B42BA"/>
    <w:rsid w:val="007B4BE2"/>
    <w:rsid w:val="007B5073"/>
    <w:rsid w:val="007B5D5A"/>
    <w:rsid w:val="007B5F76"/>
    <w:rsid w:val="007B6565"/>
    <w:rsid w:val="007B76E4"/>
    <w:rsid w:val="007C0137"/>
    <w:rsid w:val="007C04D8"/>
    <w:rsid w:val="007C06AF"/>
    <w:rsid w:val="007C0B7E"/>
    <w:rsid w:val="007C1412"/>
    <w:rsid w:val="007C17E7"/>
    <w:rsid w:val="007C29BA"/>
    <w:rsid w:val="007C2F8F"/>
    <w:rsid w:val="007C41CD"/>
    <w:rsid w:val="007C4861"/>
    <w:rsid w:val="007C4AA3"/>
    <w:rsid w:val="007C51F7"/>
    <w:rsid w:val="007C62F9"/>
    <w:rsid w:val="007C631F"/>
    <w:rsid w:val="007C7285"/>
    <w:rsid w:val="007C73A9"/>
    <w:rsid w:val="007D0298"/>
    <w:rsid w:val="007D10CB"/>
    <w:rsid w:val="007D13B0"/>
    <w:rsid w:val="007D1720"/>
    <w:rsid w:val="007D1F5B"/>
    <w:rsid w:val="007D2D14"/>
    <w:rsid w:val="007D3124"/>
    <w:rsid w:val="007D36FA"/>
    <w:rsid w:val="007D3705"/>
    <w:rsid w:val="007D37A4"/>
    <w:rsid w:val="007D3D41"/>
    <w:rsid w:val="007D3FB2"/>
    <w:rsid w:val="007D5594"/>
    <w:rsid w:val="007D57D1"/>
    <w:rsid w:val="007D5F35"/>
    <w:rsid w:val="007D6075"/>
    <w:rsid w:val="007D6182"/>
    <w:rsid w:val="007D6A8C"/>
    <w:rsid w:val="007D7F89"/>
    <w:rsid w:val="007E0930"/>
    <w:rsid w:val="007E0BFE"/>
    <w:rsid w:val="007E1AD0"/>
    <w:rsid w:val="007E1C5F"/>
    <w:rsid w:val="007E43B3"/>
    <w:rsid w:val="007E451F"/>
    <w:rsid w:val="007E4CE5"/>
    <w:rsid w:val="007E4DA7"/>
    <w:rsid w:val="007E4F36"/>
    <w:rsid w:val="007E503E"/>
    <w:rsid w:val="007E52F3"/>
    <w:rsid w:val="007E55EA"/>
    <w:rsid w:val="007E5736"/>
    <w:rsid w:val="007E653D"/>
    <w:rsid w:val="007E6724"/>
    <w:rsid w:val="007E675A"/>
    <w:rsid w:val="007E7675"/>
    <w:rsid w:val="007E7710"/>
    <w:rsid w:val="007F0167"/>
    <w:rsid w:val="007F13A8"/>
    <w:rsid w:val="007F1E55"/>
    <w:rsid w:val="007F1F22"/>
    <w:rsid w:val="007F2F84"/>
    <w:rsid w:val="007F3273"/>
    <w:rsid w:val="007F3453"/>
    <w:rsid w:val="007F37F7"/>
    <w:rsid w:val="007F3FCD"/>
    <w:rsid w:val="007F435E"/>
    <w:rsid w:val="007F4713"/>
    <w:rsid w:val="007F5444"/>
    <w:rsid w:val="007F5D93"/>
    <w:rsid w:val="007F6326"/>
    <w:rsid w:val="007F7D83"/>
    <w:rsid w:val="00800B67"/>
    <w:rsid w:val="00800F08"/>
    <w:rsid w:val="00800F0F"/>
    <w:rsid w:val="00801116"/>
    <w:rsid w:val="0080129D"/>
    <w:rsid w:val="0080141A"/>
    <w:rsid w:val="00801431"/>
    <w:rsid w:val="00801B4F"/>
    <w:rsid w:val="0080211F"/>
    <w:rsid w:val="0080242E"/>
    <w:rsid w:val="00802A1F"/>
    <w:rsid w:val="00804049"/>
    <w:rsid w:val="0080475A"/>
    <w:rsid w:val="00805744"/>
    <w:rsid w:val="00805E53"/>
    <w:rsid w:val="008068A5"/>
    <w:rsid w:val="00806DE4"/>
    <w:rsid w:val="008074E5"/>
    <w:rsid w:val="0080793F"/>
    <w:rsid w:val="00810444"/>
    <w:rsid w:val="00810495"/>
    <w:rsid w:val="008106F7"/>
    <w:rsid w:val="00810DFB"/>
    <w:rsid w:val="0081105A"/>
    <w:rsid w:val="0081238A"/>
    <w:rsid w:val="0081249A"/>
    <w:rsid w:val="00812BC2"/>
    <w:rsid w:val="00812DBD"/>
    <w:rsid w:val="00813187"/>
    <w:rsid w:val="008133D1"/>
    <w:rsid w:val="00813D1D"/>
    <w:rsid w:val="00814258"/>
    <w:rsid w:val="008143E6"/>
    <w:rsid w:val="008149C7"/>
    <w:rsid w:val="00815868"/>
    <w:rsid w:val="008160C5"/>
    <w:rsid w:val="0081690E"/>
    <w:rsid w:val="00816E53"/>
    <w:rsid w:val="00816F1C"/>
    <w:rsid w:val="00820129"/>
    <w:rsid w:val="00820D9D"/>
    <w:rsid w:val="00820E96"/>
    <w:rsid w:val="00822783"/>
    <w:rsid w:val="0082342D"/>
    <w:rsid w:val="008237CF"/>
    <w:rsid w:val="00823AEF"/>
    <w:rsid w:val="00823C56"/>
    <w:rsid w:val="00824754"/>
    <w:rsid w:val="008260CF"/>
    <w:rsid w:val="00826C6D"/>
    <w:rsid w:val="00826E8D"/>
    <w:rsid w:val="00827F74"/>
    <w:rsid w:val="00827FCC"/>
    <w:rsid w:val="008300AB"/>
    <w:rsid w:val="00830D17"/>
    <w:rsid w:val="00831F4C"/>
    <w:rsid w:val="00832289"/>
    <w:rsid w:val="00832738"/>
    <w:rsid w:val="008328E1"/>
    <w:rsid w:val="00832E12"/>
    <w:rsid w:val="00832EED"/>
    <w:rsid w:val="00835521"/>
    <w:rsid w:val="00835602"/>
    <w:rsid w:val="0083561E"/>
    <w:rsid w:val="00837188"/>
    <w:rsid w:val="00837227"/>
    <w:rsid w:val="00837581"/>
    <w:rsid w:val="0084001A"/>
    <w:rsid w:val="00840D97"/>
    <w:rsid w:val="0084217A"/>
    <w:rsid w:val="008439E5"/>
    <w:rsid w:val="0084435C"/>
    <w:rsid w:val="00844A3B"/>
    <w:rsid w:val="00845550"/>
    <w:rsid w:val="00845AA3"/>
    <w:rsid w:val="00845CD5"/>
    <w:rsid w:val="00845DE8"/>
    <w:rsid w:val="00845F3B"/>
    <w:rsid w:val="008464C6"/>
    <w:rsid w:val="00846B13"/>
    <w:rsid w:val="008470BD"/>
    <w:rsid w:val="00847FB3"/>
    <w:rsid w:val="008504EB"/>
    <w:rsid w:val="008508A1"/>
    <w:rsid w:val="00850DD0"/>
    <w:rsid w:val="008510F7"/>
    <w:rsid w:val="00851E75"/>
    <w:rsid w:val="008521C3"/>
    <w:rsid w:val="008527B1"/>
    <w:rsid w:val="00852D37"/>
    <w:rsid w:val="00852D3B"/>
    <w:rsid w:val="00852E85"/>
    <w:rsid w:val="008533F0"/>
    <w:rsid w:val="008538D4"/>
    <w:rsid w:val="00854EDD"/>
    <w:rsid w:val="00855ADD"/>
    <w:rsid w:val="008568D7"/>
    <w:rsid w:val="008578E1"/>
    <w:rsid w:val="00857F7F"/>
    <w:rsid w:val="008602AC"/>
    <w:rsid w:val="00861159"/>
    <w:rsid w:val="008614BC"/>
    <w:rsid w:val="00861E79"/>
    <w:rsid w:val="008620C2"/>
    <w:rsid w:val="0086242B"/>
    <w:rsid w:val="00862636"/>
    <w:rsid w:val="008632F8"/>
    <w:rsid w:val="008633DB"/>
    <w:rsid w:val="00863D0C"/>
    <w:rsid w:val="00864125"/>
    <w:rsid w:val="008648B2"/>
    <w:rsid w:val="00864933"/>
    <w:rsid w:val="00864BFC"/>
    <w:rsid w:val="00864EB4"/>
    <w:rsid w:val="00864F6E"/>
    <w:rsid w:val="00865ABD"/>
    <w:rsid w:val="00866320"/>
    <w:rsid w:val="008668B8"/>
    <w:rsid w:val="0086694C"/>
    <w:rsid w:val="00866D46"/>
    <w:rsid w:val="0087017F"/>
    <w:rsid w:val="00870A04"/>
    <w:rsid w:val="00870E82"/>
    <w:rsid w:val="0087137C"/>
    <w:rsid w:val="00871ABA"/>
    <w:rsid w:val="0087255B"/>
    <w:rsid w:val="00872A4A"/>
    <w:rsid w:val="008737DE"/>
    <w:rsid w:val="00874242"/>
    <w:rsid w:val="00874948"/>
    <w:rsid w:val="008759F0"/>
    <w:rsid w:val="00875EF0"/>
    <w:rsid w:val="0087656F"/>
    <w:rsid w:val="00876778"/>
    <w:rsid w:val="00876E0F"/>
    <w:rsid w:val="00876EB5"/>
    <w:rsid w:val="00877609"/>
    <w:rsid w:val="0087797F"/>
    <w:rsid w:val="00877CC0"/>
    <w:rsid w:val="008812F6"/>
    <w:rsid w:val="00881BA0"/>
    <w:rsid w:val="00881BE5"/>
    <w:rsid w:val="00882310"/>
    <w:rsid w:val="0088402C"/>
    <w:rsid w:val="008853C7"/>
    <w:rsid w:val="00885891"/>
    <w:rsid w:val="00886BD3"/>
    <w:rsid w:val="008871D3"/>
    <w:rsid w:val="008874E8"/>
    <w:rsid w:val="00887B50"/>
    <w:rsid w:val="00887DBB"/>
    <w:rsid w:val="0089165B"/>
    <w:rsid w:val="00891D42"/>
    <w:rsid w:val="00892257"/>
    <w:rsid w:val="00893724"/>
    <w:rsid w:val="00894A19"/>
    <w:rsid w:val="00894F3E"/>
    <w:rsid w:val="008955BD"/>
    <w:rsid w:val="00895651"/>
    <w:rsid w:val="00895ED5"/>
    <w:rsid w:val="00896766"/>
    <w:rsid w:val="00896B4E"/>
    <w:rsid w:val="00897744"/>
    <w:rsid w:val="00897831"/>
    <w:rsid w:val="00897A9B"/>
    <w:rsid w:val="00897D36"/>
    <w:rsid w:val="00897D83"/>
    <w:rsid w:val="00897F35"/>
    <w:rsid w:val="008A0176"/>
    <w:rsid w:val="008A02E3"/>
    <w:rsid w:val="008A0BE4"/>
    <w:rsid w:val="008A18FC"/>
    <w:rsid w:val="008A1E67"/>
    <w:rsid w:val="008A2091"/>
    <w:rsid w:val="008A2B0F"/>
    <w:rsid w:val="008A2D71"/>
    <w:rsid w:val="008A3ECF"/>
    <w:rsid w:val="008A45E3"/>
    <w:rsid w:val="008A5115"/>
    <w:rsid w:val="008A511D"/>
    <w:rsid w:val="008A53CF"/>
    <w:rsid w:val="008A711F"/>
    <w:rsid w:val="008A745C"/>
    <w:rsid w:val="008B007C"/>
    <w:rsid w:val="008B089F"/>
    <w:rsid w:val="008B0963"/>
    <w:rsid w:val="008B0F2A"/>
    <w:rsid w:val="008B1A60"/>
    <w:rsid w:val="008B1E4F"/>
    <w:rsid w:val="008B2462"/>
    <w:rsid w:val="008B2799"/>
    <w:rsid w:val="008B29F6"/>
    <w:rsid w:val="008B5052"/>
    <w:rsid w:val="008B57FC"/>
    <w:rsid w:val="008B6258"/>
    <w:rsid w:val="008B65A6"/>
    <w:rsid w:val="008B6A40"/>
    <w:rsid w:val="008B6EE5"/>
    <w:rsid w:val="008B70A6"/>
    <w:rsid w:val="008B722A"/>
    <w:rsid w:val="008B7544"/>
    <w:rsid w:val="008B7C44"/>
    <w:rsid w:val="008B7F3A"/>
    <w:rsid w:val="008C040D"/>
    <w:rsid w:val="008C0EF4"/>
    <w:rsid w:val="008C132A"/>
    <w:rsid w:val="008C2FDF"/>
    <w:rsid w:val="008C37D2"/>
    <w:rsid w:val="008C4589"/>
    <w:rsid w:val="008C4D73"/>
    <w:rsid w:val="008C612A"/>
    <w:rsid w:val="008C643F"/>
    <w:rsid w:val="008C6E85"/>
    <w:rsid w:val="008C700B"/>
    <w:rsid w:val="008C7B60"/>
    <w:rsid w:val="008C7CDE"/>
    <w:rsid w:val="008C7D2D"/>
    <w:rsid w:val="008D06C1"/>
    <w:rsid w:val="008D1141"/>
    <w:rsid w:val="008D1202"/>
    <w:rsid w:val="008D16EF"/>
    <w:rsid w:val="008D2516"/>
    <w:rsid w:val="008D2820"/>
    <w:rsid w:val="008D29A0"/>
    <w:rsid w:val="008D37E4"/>
    <w:rsid w:val="008D467E"/>
    <w:rsid w:val="008D4ADF"/>
    <w:rsid w:val="008D5512"/>
    <w:rsid w:val="008D6D0A"/>
    <w:rsid w:val="008D7DCB"/>
    <w:rsid w:val="008E0759"/>
    <w:rsid w:val="008E0C1A"/>
    <w:rsid w:val="008E10D1"/>
    <w:rsid w:val="008E1BFE"/>
    <w:rsid w:val="008E23D8"/>
    <w:rsid w:val="008E266F"/>
    <w:rsid w:val="008E279C"/>
    <w:rsid w:val="008E328F"/>
    <w:rsid w:val="008E3369"/>
    <w:rsid w:val="008E4BF4"/>
    <w:rsid w:val="008E4C54"/>
    <w:rsid w:val="008E556D"/>
    <w:rsid w:val="008E5B64"/>
    <w:rsid w:val="008E61F7"/>
    <w:rsid w:val="008E6FB2"/>
    <w:rsid w:val="008E7DB3"/>
    <w:rsid w:val="008E7ED8"/>
    <w:rsid w:val="008F002B"/>
    <w:rsid w:val="008F008C"/>
    <w:rsid w:val="008F00BF"/>
    <w:rsid w:val="008F01E0"/>
    <w:rsid w:val="008F0654"/>
    <w:rsid w:val="008F0945"/>
    <w:rsid w:val="008F1316"/>
    <w:rsid w:val="008F2463"/>
    <w:rsid w:val="008F27A5"/>
    <w:rsid w:val="008F2CE0"/>
    <w:rsid w:val="008F32F4"/>
    <w:rsid w:val="008F3436"/>
    <w:rsid w:val="008F3A4B"/>
    <w:rsid w:val="008F3EA0"/>
    <w:rsid w:val="008F4AC8"/>
    <w:rsid w:val="008F4AF7"/>
    <w:rsid w:val="008F5415"/>
    <w:rsid w:val="008F5765"/>
    <w:rsid w:val="008F656C"/>
    <w:rsid w:val="008F74D5"/>
    <w:rsid w:val="00900566"/>
    <w:rsid w:val="00900823"/>
    <w:rsid w:val="00901500"/>
    <w:rsid w:val="0090166E"/>
    <w:rsid w:val="0090182B"/>
    <w:rsid w:val="00901EFD"/>
    <w:rsid w:val="0090200E"/>
    <w:rsid w:val="0090223C"/>
    <w:rsid w:val="00902505"/>
    <w:rsid w:val="00902DD0"/>
    <w:rsid w:val="0090303F"/>
    <w:rsid w:val="00903E52"/>
    <w:rsid w:val="009043D1"/>
    <w:rsid w:val="00904D2A"/>
    <w:rsid w:val="00904D63"/>
    <w:rsid w:val="009063CD"/>
    <w:rsid w:val="00907469"/>
    <w:rsid w:val="009100F8"/>
    <w:rsid w:val="00910E9B"/>
    <w:rsid w:val="00911032"/>
    <w:rsid w:val="00911109"/>
    <w:rsid w:val="0091130B"/>
    <w:rsid w:val="009115B9"/>
    <w:rsid w:val="00912672"/>
    <w:rsid w:val="00912C2C"/>
    <w:rsid w:val="00913549"/>
    <w:rsid w:val="00913C05"/>
    <w:rsid w:val="00913D16"/>
    <w:rsid w:val="00913ED0"/>
    <w:rsid w:val="00914409"/>
    <w:rsid w:val="0091487B"/>
    <w:rsid w:val="00914D7E"/>
    <w:rsid w:val="00914F4E"/>
    <w:rsid w:val="0091532A"/>
    <w:rsid w:val="009156D3"/>
    <w:rsid w:val="0091648C"/>
    <w:rsid w:val="00916DCC"/>
    <w:rsid w:val="00916F2B"/>
    <w:rsid w:val="0091748D"/>
    <w:rsid w:val="00917957"/>
    <w:rsid w:val="00917AA8"/>
    <w:rsid w:val="00920265"/>
    <w:rsid w:val="00920DF5"/>
    <w:rsid w:val="00921162"/>
    <w:rsid w:val="00921186"/>
    <w:rsid w:val="009211C1"/>
    <w:rsid w:val="009218AA"/>
    <w:rsid w:val="00921F79"/>
    <w:rsid w:val="00924851"/>
    <w:rsid w:val="0092551C"/>
    <w:rsid w:val="0092662B"/>
    <w:rsid w:val="0092696D"/>
    <w:rsid w:val="00926A40"/>
    <w:rsid w:val="0092764B"/>
    <w:rsid w:val="00927C74"/>
    <w:rsid w:val="009302C1"/>
    <w:rsid w:val="00930340"/>
    <w:rsid w:val="00930961"/>
    <w:rsid w:val="00930EC8"/>
    <w:rsid w:val="00931AF2"/>
    <w:rsid w:val="00931B2E"/>
    <w:rsid w:val="00931F9A"/>
    <w:rsid w:val="00933024"/>
    <w:rsid w:val="00933E1C"/>
    <w:rsid w:val="00934E06"/>
    <w:rsid w:val="00935C8C"/>
    <w:rsid w:val="00936D31"/>
    <w:rsid w:val="00936D5C"/>
    <w:rsid w:val="00936E79"/>
    <w:rsid w:val="009374CB"/>
    <w:rsid w:val="00940AC1"/>
    <w:rsid w:val="0094172D"/>
    <w:rsid w:val="00941EA9"/>
    <w:rsid w:val="00941FE4"/>
    <w:rsid w:val="00942C07"/>
    <w:rsid w:val="00942C5B"/>
    <w:rsid w:val="009435C3"/>
    <w:rsid w:val="00945BA7"/>
    <w:rsid w:val="00945BCC"/>
    <w:rsid w:val="0094636C"/>
    <w:rsid w:val="009468C6"/>
    <w:rsid w:val="0094726D"/>
    <w:rsid w:val="009503EF"/>
    <w:rsid w:val="009505BF"/>
    <w:rsid w:val="0095072F"/>
    <w:rsid w:val="009520D7"/>
    <w:rsid w:val="00952F69"/>
    <w:rsid w:val="0095462F"/>
    <w:rsid w:val="009555E0"/>
    <w:rsid w:val="009558C4"/>
    <w:rsid w:val="00956631"/>
    <w:rsid w:val="009567B8"/>
    <w:rsid w:val="009569DD"/>
    <w:rsid w:val="00957B31"/>
    <w:rsid w:val="00957F24"/>
    <w:rsid w:val="0096033A"/>
    <w:rsid w:val="009604D0"/>
    <w:rsid w:val="009610DE"/>
    <w:rsid w:val="009618E9"/>
    <w:rsid w:val="00962668"/>
    <w:rsid w:val="009626F8"/>
    <w:rsid w:val="00962AB2"/>
    <w:rsid w:val="00962BDA"/>
    <w:rsid w:val="0096319C"/>
    <w:rsid w:val="00963633"/>
    <w:rsid w:val="009639B5"/>
    <w:rsid w:val="009642C7"/>
    <w:rsid w:val="00964687"/>
    <w:rsid w:val="009646B9"/>
    <w:rsid w:val="00964C50"/>
    <w:rsid w:val="00964F45"/>
    <w:rsid w:val="00966C06"/>
    <w:rsid w:val="00967829"/>
    <w:rsid w:val="009678D2"/>
    <w:rsid w:val="00967CF9"/>
    <w:rsid w:val="00970316"/>
    <w:rsid w:val="00970FA9"/>
    <w:rsid w:val="009711CA"/>
    <w:rsid w:val="00971200"/>
    <w:rsid w:val="009714B9"/>
    <w:rsid w:val="00971938"/>
    <w:rsid w:val="00971B10"/>
    <w:rsid w:val="00972209"/>
    <w:rsid w:val="009729A6"/>
    <w:rsid w:val="00973158"/>
    <w:rsid w:val="00973290"/>
    <w:rsid w:val="0097342D"/>
    <w:rsid w:val="00973A5E"/>
    <w:rsid w:val="0097403C"/>
    <w:rsid w:val="0097472D"/>
    <w:rsid w:val="00974CB3"/>
    <w:rsid w:val="00974EEB"/>
    <w:rsid w:val="00975902"/>
    <w:rsid w:val="00975A7D"/>
    <w:rsid w:val="009770E9"/>
    <w:rsid w:val="009808DE"/>
    <w:rsid w:val="00981243"/>
    <w:rsid w:val="0098198E"/>
    <w:rsid w:val="009820C6"/>
    <w:rsid w:val="009821CE"/>
    <w:rsid w:val="00982356"/>
    <w:rsid w:val="00982DF0"/>
    <w:rsid w:val="00982F10"/>
    <w:rsid w:val="00983245"/>
    <w:rsid w:val="009838E0"/>
    <w:rsid w:val="00983AB1"/>
    <w:rsid w:val="00983EC4"/>
    <w:rsid w:val="0098419E"/>
    <w:rsid w:val="00984E4E"/>
    <w:rsid w:val="00985593"/>
    <w:rsid w:val="00986AC1"/>
    <w:rsid w:val="0099004C"/>
    <w:rsid w:val="009913DA"/>
    <w:rsid w:val="00991964"/>
    <w:rsid w:val="009919AB"/>
    <w:rsid w:val="00991BCD"/>
    <w:rsid w:val="009921CF"/>
    <w:rsid w:val="009922AB"/>
    <w:rsid w:val="0099252A"/>
    <w:rsid w:val="00992592"/>
    <w:rsid w:val="009927AE"/>
    <w:rsid w:val="0099321C"/>
    <w:rsid w:val="00993366"/>
    <w:rsid w:val="00993681"/>
    <w:rsid w:val="00993BF0"/>
    <w:rsid w:val="00994B79"/>
    <w:rsid w:val="00995184"/>
    <w:rsid w:val="009956C5"/>
    <w:rsid w:val="0099588D"/>
    <w:rsid w:val="0099591B"/>
    <w:rsid w:val="00996560"/>
    <w:rsid w:val="009969F8"/>
    <w:rsid w:val="00996BC7"/>
    <w:rsid w:val="00996EEA"/>
    <w:rsid w:val="00997098"/>
    <w:rsid w:val="0099728B"/>
    <w:rsid w:val="00997A1F"/>
    <w:rsid w:val="009A15D6"/>
    <w:rsid w:val="009A187D"/>
    <w:rsid w:val="009A2040"/>
    <w:rsid w:val="009A3463"/>
    <w:rsid w:val="009A46F0"/>
    <w:rsid w:val="009A4F48"/>
    <w:rsid w:val="009A5269"/>
    <w:rsid w:val="009A52D6"/>
    <w:rsid w:val="009A531E"/>
    <w:rsid w:val="009A5407"/>
    <w:rsid w:val="009A5449"/>
    <w:rsid w:val="009A54DC"/>
    <w:rsid w:val="009A6076"/>
    <w:rsid w:val="009A611A"/>
    <w:rsid w:val="009A6B8C"/>
    <w:rsid w:val="009A6BE5"/>
    <w:rsid w:val="009A7096"/>
    <w:rsid w:val="009A73B3"/>
    <w:rsid w:val="009B0A35"/>
    <w:rsid w:val="009B1597"/>
    <w:rsid w:val="009B181F"/>
    <w:rsid w:val="009B23A5"/>
    <w:rsid w:val="009B2427"/>
    <w:rsid w:val="009B3008"/>
    <w:rsid w:val="009B3ADD"/>
    <w:rsid w:val="009B3BDB"/>
    <w:rsid w:val="009B4152"/>
    <w:rsid w:val="009B4BF9"/>
    <w:rsid w:val="009B507D"/>
    <w:rsid w:val="009B52F0"/>
    <w:rsid w:val="009B57C4"/>
    <w:rsid w:val="009B621A"/>
    <w:rsid w:val="009B7240"/>
    <w:rsid w:val="009C00BF"/>
    <w:rsid w:val="009C02D8"/>
    <w:rsid w:val="009C331E"/>
    <w:rsid w:val="009C353E"/>
    <w:rsid w:val="009C385C"/>
    <w:rsid w:val="009C57E3"/>
    <w:rsid w:val="009C7062"/>
    <w:rsid w:val="009C78D8"/>
    <w:rsid w:val="009D0EFD"/>
    <w:rsid w:val="009D140C"/>
    <w:rsid w:val="009D1D35"/>
    <w:rsid w:val="009D2AEE"/>
    <w:rsid w:val="009D2B38"/>
    <w:rsid w:val="009D306D"/>
    <w:rsid w:val="009D3D22"/>
    <w:rsid w:val="009D455E"/>
    <w:rsid w:val="009D52D9"/>
    <w:rsid w:val="009D659D"/>
    <w:rsid w:val="009D74FA"/>
    <w:rsid w:val="009D7EDE"/>
    <w:rsid w:val="009D7F0F"/>
    <w:rsid w:val="009D7F23"/>
    <w:rsid w:val="009E01C5"/>
    <w:rsid w:val="009E0D74"/>
    <w:rsid w:val="009E108D"/>
    <w:rsid w:val="009E2668"/>
    <w:rsid w:val="009E2AF2"/>
    <w:rsid w:val="009E3194"/>
    <w:rsid w:val="009E3E37"/>
    <w:rsid w:val="009E53E2"/>
    <w:rsid w:val="009E56E8"/>
    <w:rsid w:val="009E5C4B"/>
    <w:rsid w:val="009E6639"/>
    <w:rsid w:val="009E674B"/>
    <w:rsid w:val="009E72F9"/>
    <w:rsid w:val="009E7E8B"/>
    <w:rsid w:val="009F0167"/>
    <w:rsid w:val="009F043A"/>
    <w:rsid w:val="009F058D"/>
    <w:rsid w:val="009F0A82"/>
    <w:rsid w:val="009F0C5E"/>
    <w:rsid w:val="009F151E"/>
    <w:rsid w:val="009F167D"/>
    <w:rsid w:val="009F23B4"/>
    <w:rsid w:val="009F4275"/>
    <w:rsid w:val="009F4B32"/>
    <w:rsid w:val="009F4FAA"/>
    <w:rsid w:val="009F68B4"/>
    <w:rsid w:val="009F6B88"/>
    <w:rsid w:val="009F794F"/>
    <w:rsid w:val="00A00A07"/>
    <w:rsid w:val="00A00DD5"/>
    <w:rsid w:val="00A011B5"/>
    <w:rsid w:val="00A012DF"/>
    <w:rsid w:val="00A016AE"/>
    <w:rsid w:val="00A01828"/>
    <w:rsid w:val="00A032E7"/>
    <w:rsid w:val="00A037B1"/>
    <w:rsid w:val="00A03950"/>
    <w:rsid w:val="00A04B00"/>
    <w:rsid w:val="00A0536B"/>
    <w:rsid w:val="00A05847"/>
    <w:rsid w:val="00A05857"/>
    <w:rsid w:val="00A05DB0"/>
    <w:rsid w:val="00A0658A"/>
    <w:rsid w:val="00A0674F"/>
    <w:rsid w:val="00A06A26"/>
    <w:rsid w:val="00A07462"/>
    <w:rsid w:val="00A07E96"/>
    <w:rsid w:val="00A101EB"/>
    <w:rsid w:val="00A109ED"/>
    <w:rsid w:val="00A11003"/>
    <w:rsid w:val="00A11007"/>
    <w:rsid w:val="00A11166"/>
    <w:rsid w:val="00A116B8"/>
    <w:rsid w:val="00A13679"/>
    <w:rsid w:val="00A14A92"/>
    <w:rsid w:val="00A14AF5"/>
    <w:rsid w:val="00A15198"/>
    <w:rsid w:val="00A15262"/>
    <w:rsid w:val="00A1548C"/>
    <w:rsid w:val="00A16E3A"/>
    <w:rsid w:val="00A1781F"/>
    <w:rsid w:val="00A17C67"/>
    <w:rsid w:val="00A2006A"/>
    <w:rsid w:val="00A2070B"/>
    <w:rsid w:val="00A21316"/>
    <w:rsid w:val="00A21333"/>
    <w:rsid w:val="00A213E7"/>
    <w:rsid w:val="00A21C71"/>
    <w:rsid w:val="00A21F5E"/>
    <w:rsid w:val="00A23035"/>
    <w:rsid w:val="00A2348E"/>
    <w:rsid w:val="00A244D2"/>
    <w:rsid w:val="00A2481E"/>
    <w:rsid w:val="00A248C9"/>
    <w:rsid w:val="00A2549F"/>
    <w:rsid w:val="00A25CE1"/>
    <w:rsid w:val="00A26194"/>
    <w:rsid w:val="00A2653A"/>
    <w:rsid w:val="00A26871"/>
    <w:rsid w:val="00A26A14"/>
    <w:rsid w:val="00A27581"/>
    <w:rsid w:val="00A27B24"/>
    <w:rsid w:val="00A27C40"/>
    <w:rsid w:val="00A27C55"/>
    <w:rsid w:val="00A27EE4"/>
    <w:rsid w:val="00A30437"/>
    <w:rsid w:val="00A30573"/>
    <w:rsid w:val="00A3104B"/>
    <w:rsid w:val="00A31FC6"/>
    <w:rsid w:val="00A321D1"/>
    <w:rsid w:val="00A32DED"/>
    <w:rsid w:val="00A32E42"/>
    <w:rsid w:val="00A33DCE"/>
    <w:rsid w:val="00A34A03"/>
    <w:rsid w:val="00A34AA5"/>
    <w:rsid w:val="00A360F0"/>
    <w:rsid w:val="00A362F9"/>
    <w:rsid w:val="00A36953"/>
    <w:rsid w:val="00A3730A"/>
    <w:rsid w:val="00A408C3"/>
    <w:rsid w:val="00A40A7D"/>
    <w:rsid w:val="00A40EB6"/>
    <w:rsid w:val="00A4110E"/>
    <w:rsid w:val="00A41167"/>
    <w:rsid w:val="00A43D38"/>
    <w:rsid w:val="00A44368"/>
    <w:rsid w:val="00A448C9"/>
    <w:rsid w:val="00A44A9B"/>
    <w:rsid w:val="00A47BEF"/>
    <w:rsid w:val="00A5142D"/>
    <w:rsid w:val="00A514BE"/>
    <w:rsid w:val="00A52611"/>
    <w:rsid w:val="00A52813"/>
    <w:rsid w:val="00A52AF0"/>
    <w:rsid w:val="00A5322A"/>
    <w:rsid w:val="00A53D28"/>
    <w:rsid w:val="00A53E5F"/>
    <w:rsid w:val="00A53F4E"/>
    <w:rsid w:val="00A542D9"/>
    <w:rsid w:val="00A5455A"/>
    <w:rsid w:val="00A55347"/>
    <w:rsid w:val="00A55518"/>
    <w:rsid w:val="00A55987"/>
    <w:rsid w:val="00A55C9B"/>
    <w:rsid w:val="00A563F2"/>
    <w:rsid w:val="00A56408"/>
    <w:rsid w:val="00A565D9"/>
    <w:rsid w:val="00A568C3"/>
    <w:rsid w:val="00A569DB"/>
    <w:rsid w:val="00A5751E"/>
    <w:rsid w:val="00A57DA7"/>
    <w:rsid w:val="00A603C4"/>
    <w:rsid w:val="00A60888"/>
    <w:rsid w:val="00A61009"/>
    <w:rsid w:val="00A61649"/>
    <w:rsid w:val="00A61834"/>
    <w:rsid w:val="00A61921"/>
    <w:rsid w:val="00A61DAE"/>
    <w:rsid w:val="00A62545"/>
    <w:rsid w:val="00A62DE3"/>
    <w:rsid w:val="00A638C4"/>
    <w:rsid w:val="00A651DE"/>
    <w:rsid w:val="00A65C99"/>
    <w:rsid w:val="00A65D14"/>
    <w:rsid w:val="00A675C7"/>
    <w:rsid w:val="00A67801"/>
    <w:rsid w:val="00A67973"/>
    <w:rsid w:val="00A67B69"/>
    <w:rsid w:val="00A7018F"/>
    <w:rsid w:val="00A7066C"/>
    <w:rsid w:val="00A70842"/>
    <w:rsid w:val="00A710ED"/>
    <w:rsid w:val="00A7190B"/>
    <w:rsid w:val="00A73C44"/>
    <w:rsid w:val="00A73F43"/>
    <w:rsid w:val="00A751E9"/>
    <w:rsid w:val="00A7526F"/>
    <w:rsid w:val="00A75840"/>
    <w:rsid w:val="00A7633C"/>
    <w:rsid w:val="00A76643"/>
    <w:rsid w:val="00A77535"/>
    <w:rsid w:val="00A77682"/>
    <w:rsid w:val="00A80FB9"/>
    <w:rsid w:val="00A82624"/>
    <w:rsid w:val="00A82655"/>
    <w:rsid w:val="00A8267B"/>
    <w:rsid w:val="00A827D2"/>
    <w:rsid w:val="00A829A9"/>
    <w:rsid w:val="00A832FA"/>
    <w:rsid w:val="00A84281"/>
    <w:rsid w:val="00A845FF"/>
    <w:rsid w:val="00A84B10"/>
    <w:rsid w:val="00A851C9"/>
    <w:rsid w:val="00A85E5D"/>
    <w:rsid w:val="00A85EEE"/>
    <w:rsid w:val="00A863C4"/>
    <w:rsid w:val="00A86577"/>
    <w:rsid w:val="00A875A5"/>
    <w:rsid w:val="00A909AF"/>
    <w:rsid w:val="00A92139"/>
    <w:rsid w:val="00A926FB"/>
    <w:rsid w:val="00A9277F"/>
    <w:rsid w:val="00A93712"/>
    <w:rsid w:val="00A93B0C"/>
    <w:rsid w:val="00A94486"/>
    <w:rsid w:val="00A94C31"/>
    <w:rsid w:val="00A9517C"/>
    <w:rsid w:val="00A95586"/>
    <w:rsid w:val="00A95940"/>
    <w:rsid w:val="00A95A02"/>
    <w:rsid w:val="00A95F92"/>
    <w:rsid w:val="00A96208"/>
    <w:rsid w:val="00A9644F"/>
    <w:rsid w:val="00A96730"/>
    <w:rsid w:val="00A96E3B"/>
    <w:rsid w:val="00A97249"/>
    <w:rsid w:val="00A978B4"/>
    <w:rsid w:val="00A97E4D"/>
    <w:rsid w:val="00AA0260"/>
    <w:rsid w:val="00AA0875"/>
    <w:rsid w:val="00AA0EF4"/>
    <w:rsid w:val="00AA11F6"/>
    <w:rsid w:val="00AA1498"/>
    <w:rsid w:val="00AA183F"/>
    <w:rsid w:val="00AA2EC7"/>
    <w:rsid w:val="00AA30DC"/>
    <w:rsid w:val="00AA32BB"/>
    <w:rsid w:val="00AA4071"/>
    <w:rsid w:val="00AA6170"/>
    <w:rsid w:val="00AA691C"/>
    <w:rsid w:val="00AA6A65"/>
    <w:rsid w:val="00AA775C"/>
    <w:rsid w:val="00AB0C0F"/>
    <w:rsid w:val="00AB0E77"/>
    <w:rsid w:val="00AB12FE"/>
    <w:rsid w:val="00AB1388"/>
    <w:rsid w:val="00AB1A43"/>
    <w:rsid w:val="00AB1A75"/>
    <w:rsid w:val="00AB1C22"/>
    <w:rsid w:val="00AB1EDF"/>
    <w:rsid w:val="00AB3231"/>
    <w:rsid w:val="00AB3916"/>
    <w:rsid w:val="00AB4C0E"/>
    <w:rsid w:val="00AB51ED"/>
    <w:rsid w:val="00AB586D"/>
    <w:rsid w:val="00AB6545"/>
    <w:rsid w:val="00AB7BF8"/>
    <w:rsid w:val="00AB7ED9"/>
    <w:rsid w:val="00AC0320"/>
    <w:rsid w:val="00AC08D4"/>
    <w:rsid w:val="00AC08FD"/>
    <w:rsid w:val="00AC138D"/>
    <w:rsid w:val="00AC19CC"/>
    <w:rsid w:val="00AC1B64"/>
    <w:rsid w:val="00AC26BF"/>
    <w:rsid w:val="00AC27DC"/>
    <w:rsid w:val="00AC2870"/>
    <w:rsid w:val="00AC29E9"/>
    <w:rsid w:val="00AC2FEF"/>
    <w:rsid w:val="00AC30F5"/>
    <w:rsid w:val="00AC3730"/>
    <w:rsid w:val="00AC4541"/>
    <w:rsid w:val="00AC507C"/>
    <w:rsid w:val="00AC52B7"/>
    <w:rsid w:val="00AC6059"/>
    <w:rsid w:val="00AC62FC"/>
    <w:rsid w:val="00AC6453"/>
    <w:rsid w:val="00AC79D5"/>
    <w:rsid w:val="00AD1279"/>
    <w:rsid w:val="00AD14E8"/>
    <w:rsid w:val="00AD170C"/>
    <w:rsid w:val="00AD1BCB"/>
    <w:rsid w:val="00AD29AF"/>
    <w:rsid w:val="00AD2D61"/>
    <w:rsid w:val="00AD2DB4"/>
    <w:rsid w:val="00AD319E"/>
    <w:rsid w:val="00AD3BEE"/>
    <w:rsid w:val="00AD406A"/>
    <w:rsid w:val="00AD421E"/>
    <w:rsid w:val="00AD43D4"/>
    <w:rsid w:val="00AD44F2"/>
    <w:rsid w:val="00AD547A"/>
    <w:rsid w:val="00AD7129"/>
    <w:rsid w:val="00AD7629"/>
    <w:rsid w:val="00AD7D1C"/>
    <w:rsid w:val="00AE079B"/>
    <w:rsid w:val="00AE07A4"/>
    <w:rsid w:val="00AE090E"/>
    <w:rsid w:val="00AE0D24"/>
    <w:rsid w:val="00AE0FD1"/>
    <w:rsid w:val="00AE1077"/>
    <w:rsid w:val="00AE1C94"/>
    <w:rsid w:val="00AE1D38"/>
    <w:rsid w:val="00AE1D59"/>
    <w:rsid w:val="00AE2081"/>
    <w:rsid w:val="00AE223D"/>
    <w:rsid w:val="00AE2252"/>
    <w:rsid w:val="00AE2388"/>
    <w:rsid w:val="00AE2E32"/>
    <w:rsid w:val="00AE3C29"/>
    <w:rsid w:val="00AE3EE9"/>
    <w:rsid w:val="00AE403A"/>
    <w:rsid w:val="00AE48FB"/>
    <w:rsid w:val="00AE55FA"/>
    <w:rsid w:val="00AE5B42"/>
    <w:rsid w:val="00AE684E"/>
    <w:rsid w:val="00AE70BC"/>
    <w:rsid w:val="00AE7C3E"/>
    <w:rsid w:val="00AE7EED"/>
    <w:rsid w:val="00AF0915"/>
    <w:rsid w:val="00AF1A13"/>
    <w:rsid w:val="00AF1D0D"/>
    <w:rsid w:val="00AF2553"/>
    <w:rsid w:val="00AF2981"/>
    <w:rsid w:val="00AF2BAA"/>
    <w:rsid w:val="00AF2BE4"/>
    <w:rsid w:val="00AF3373"/>
    <w:rsid w:val="00AF3D9F"/>
    <w:rsid w:val="00AF3F66"/>
    <w:rsid w:val="00AF3F8D"/>
    <w:rsid w:val="00AF44F3"/>
    <w:rsid w:val="00AF4568"/>
    <w:rsid w:val="00AF4736"/>
    <w:rsid w:val="00AF4C5C"/>
    <w:rsid w:val="00AF4E54"/>
    <w:rsid w:val="00AF575D"/>
    <w:rsid w:val="00AF5967"/>
    <w:rsid w:val="00AF5C2E"/>
    <w:rsid w:val="00AF5DCB"/>
    <w:rsid w:val="00AF6639"/>
    <w:rsid w:val="00AF6C9B"/>
    <w:rsid w:val="00AF785E"/>
    <w:rsid w:val="00B00378"/>
    <w:rsid w:val="00B015FD"/>
    <w:rsid w:val="00B0206A"/>
    <w:rsid w:val="00B02EF2"/>
    <w:rsid w:val="00B03290"/>
    <w:rsid w:val="00B033AB"/>
    <w:rsid w:val="00B03493"/>
    <w:rsid w:val="00B0411C"/>
    <w:rsid w:val="00B045F8"/>
    <w:rsid w:val="00B04637"/>
    <w:rsid w:val="00B04CA4"/>
    <w:rsid w:val="00B05A4E"/>
    <w:rsid w:val="00B071F9"/>
    <w:rsid w:val="00B07846"/>
    <w:rsid w:val="00B101B1"/>
    <w:rsid w:val="00B10CA8"/>
    <w:rsid w:val="00B10EB5"/>
    <w:rsid w:val="00B11231"/>
    <w:rsid w:val="00B11827"/>
    <w:rsid w:val="00B133EF"/>
    <w:rsid w:val="00B13C03"/>
    <w:rsid w:val="00B145C6"/>
    <w:rsid w:val="00B15707"/>
    <w:rsid w:val="00B16002"/>
    <w:rsid w:val="00B16276"/>
    <w:rsid w:val="00B16953"/>
    <w:rsid w:val="00B176BD"/>
    <w:rsid w:val="00B1785C"/>
    <w:rsid w:val="00B208B9"/>
    <w:rsid w:val="00B210D9"/>
    <w:rsid w:val="00B21C34"/>
    <w:rsid w:val="00B222CB"/>
    <w:rsid w:val="00B22486"/>
    <w:rsid w:val="00B22AEC"/>
    <w:rsid w:val="00B23294"/>
    <w:rsid w:val="00B23E42"/>
    <w:rsid w:val="00B242DD"/>
    <w:rsid w:val="00B2527B"/>
    <w:rsid w:val="00B27DE7"/>
    <w:rsid w:val="00B300B4"/>
    <w:rsid w:val="00B300F5"/>
    <w:rsid w:val="00B30CFB"/>
    <w:rsid w:val="00B310D3"/>
    <w:rsid w:val="00B3128D"/>
    <w:rsid w:val="00B313AA"/>
    <w:rsid w:val="00B31D73"/>
    <w:rsid w:val="00B31E6B"/>
    <w:rsid w:val="00B32991"/>
    <w:rsid w:val="00B32D6B"/>
    <w:rsid w:val="00B33267"/>
    <w:rsid w:val="00B34886"/>
    <w:rsid w:val="00B3602B"/>
    <w:rsid w:val="00B3610F"/>
    <w:rsid w:val="00B40453"/>
    <w:rsid w:val="00B41571"/>
    <w:rsid w:val="00B433EB"/>
    <w:rsid w:val="00B44728"/>
    <w:rsid w:val="00B44FA6"/>
    <w:rsid w:val="00B4528D"/>
    <w:rsid w:val="00B4590C"/>
    <w:rsid w:val="00B4634A"/>
    <w:rsid w:val="00B46DD5"/>
    <w:rsid w:val="00B46E2E"/>
    <w:rsid w:val="00B47591"/>
    <w:rsid w:val="00B47B14"/>
    <w:rsid w:val="00B47B38"/>
    <w:rsid w:val="00B47B86"/>
    <w:rsid w:val="00B47FEA"/>
    <w:rsid w:val="00B50128"/>
    <w:rsid w:val="00B502B1"/>
    <w:rsid w:val="00B50557"/>
    <w:rsid w:val="00B50571"/>
    <w:rsid w:val="00B50C71"/>
    <w:rsid w:val="00B515EF"/>
    <w:rsid w:val="00B51A22"/>
    <w:rsid w:val="00B529D1"/>
    <w:rsid w:val="00B54004"/>
    <w:rsid w:val="00B54517"/>
    <w:rsid w:val="00B573CE"/>
    <w:rsid w:val="00B601C2"/>
    <w:rsid w:val="00B60DC4"/>
    <w:rsid w:val="00B614CE"/>
    <w:rsid w:val="00B625E4"/>
    <w:rsid w:val="00B63909"/>
    <w:rsid w:val="00B63E75"/>
    <w:rsid w:val="00B65EF2"/>
    <w:rsid w:val="00B66552"/>
    <w:rsid w:val="00B67200"/>
    <w:rsid w:val="00B72C18"/>
    <w:rsid w:val="00B72E7A"/>
    <w:rsid w:val="00B73A19"/>
    <w:rsid w:val="00B73CF1"/>
    <w:rsid w:val="00B745D6"/>
    <w:rsid w:val="00B74D86"/>
    <w:rsid w:val="00B75101"/>
    <w:rsid w:val="00B75B36"/>
    <w:rsid w:val="00B75C27"/>
    <w:rsid w:val="00B75F84"/>
    <w:rsid w:val="00B75F9F"/>
    <w:rsid w:val="00B75FC9"/>
    <w:rsid w:val="00B779CE"/>
    <w:rsid w:val="00B77A4B"/>
    <w:rsid w:val="00B77C46"/>
    <w:rsid w:val="00B804D8"/>
    <w:rsid w:val="00B81C5F"/>
    <w:rsid w:val="00B83081"/>
    <w:rsid w:val="00B83410"/>
    <w:rsid w:val="00B83559"/>
    <w:rsid w:val="00B83BD3"/>
    <w:rsid w:val="00B83E96"/>
    <w:rsid w:val="00B85544"/>
    <w:rsid w:val="00B865E2"/>
    <w:rsid w:val="00B865F9"/>
    <w:rsid w:val="00B86A28"/>
    <w:rsid w:val="00B8702F"/>
    <w:rsid w:val="00B87678"/>
    <w:rsid w:val="00B877B1"/>
    <w:rsid w:val="00B87A4A"/>
    <w:rsid w:val="00B9019C"/>
    <w:rsid w:val="00B90993"/>
    <w:rsid w:val="00B90C8B"/>
    <w:rsid w:val="00B90E66"/>
    <w:rsid w:val="00B90FD9"/>
    <w:rsid w:val="00B91281"/>
    <w:rsid w:val="00B921D5"/>
    <w:rsid w:val="00B93B35"/>
    <w:rsid w:val="00B940F4"/>
    <w:rsid w:val="00B9531F"/>
    <w:rsid w:val="00B95E56"/>
    <w:rsid w:val="00B95E7E"/>
    <w:rsid w:val="00B96B0E"/>
    <w:rsid w:val="00B97659"/>
    <w:rsid w:val="00B97761"/>
    <w:rsid w:val="00BA0069"/>
    <w:rsid w:val="00BA09FF"/>
    <w:rsid w:val="00BA0B3C"/>
    <w:rsid w:val="00BA0E60"/>
    <w:rsid w:val="00BA0EB4"/>
    <w:rsid w:val="00BA155C"/>
    <w:rsid w:val="00BA22EE"/>
    <w:rsid w:val="00BA2D42"/>
    <w:rsid w:val="00BA3048"/>
    <w:rsid w:val="00BA323E"/>
    <w:rsid w:val="00BA57C9"/>
    <w:rsid w:val="00BA7054"/>
    <w:rsid w:val="00BA7A84"/>
    <w:rsid w:val="00BA7DA1"/>
    <w:rsid w:val="00BA7E58"/>
    <w:rsid w:val="00BB0276"/>
    <w:rsid w:val="00BB1452"/>
    <w:rsid w:val="00BB1AC0"/>
    <w:rsid w:val="00BB2293"/>
    <w:rsid w:val="00BB3450"/>
    <w:rsid w:val="00BB4098"/>
    <w:rsid w:val="00BB433A"/>
    <w:rsid w:val="00BB513A"/>
    <w:rsid w:val="00BB552D"/>
    <w:rsid w:val="00BB60AE"/>
    <w:rsid w:val="00BB7467"/>
    <w:rsid w:val="00BB7851"/>
    <w:rsid w:val="00BB7ECC"/>
    <w:rsid w:val="00BB7F35"/>
    <w:rsid w:val="00BC1254"/>
    <w:rsid w:val="00BC12A3"/>
    <w:rsid w:val="00BC1937"/>
    <w:rsid w:val="00BC1C2D"/>
    <w:rsid w:val="00BC2354"/>
    <w:rsid w:val="00BC265E"/>
    <w:rsid w:val="00BC2EAE"/>
    <w:rsid w:val="00BC3640"/>
    <w:rsid w:val="00BC3BDD"/>
    <w:rsid w:val="00BC3D7E"/>
    <w:rsid w:val="00BC4794"/>
    <w:rsid w:val="00BC4FBF"/>
    <w:rsid w:val="00BC56BA"/>
    <w:rsid w:val="00BC56F5"/>
    <w:rsid w:val="00BC5765"/>
    <w:rsid w:val="00BC5C4D"/>
    <w:rsid w:val="00BC6009"/>
    <w:rsid w:val="00BC60D1"/>
    <w:rsid w:val="00BC6347"/>
    <w:rsid w:val="00BC645B"/>
    <w:rsid w:val="00BC647A"/>
    <w:rsid w:val="00BC7788"/>
    <w:rsid w:val="00BC78A4"/>
    <w:rsid w:val="00BC7BA2"/>
    <w:rsid w:val="00BC7EA5"/>
    <w:rsid w:val="00BD071E"/>
    <w:rsid w:val="00BD081C"/>
    <w:rsid w:val="00BD1397"/>
    <w:rsid w:val="00BD2C9A"/>
    <w:rsid w:val="00BD33C9"/>
    <w:rsid w:val="00BD4045"/>
    <w:rsid w:val="00BD40F0"/>
    <w:rsid w:val="00BD57D1"/>
    <w:rsid w:val="00BD5905"/>
    <w:rsid w:val="00BD5CA9"/>
    <w:rsid w:val="00BD6A36"/>
    <w:rsid w:val="00BD7194"/>
    <w:rsid w:val="00BE018D"/>
    <w:rsid w:val="00BE0758"/>
    <w:rsid w:val="00BE2154"/>
    <w:rsid w:val="00BE2EC5"/>
    <w:rsid w:val="00BE3C04"/>
    <w:rsid w:val="00BE439D"/>
    <w:rsid w:val="00BE45A8"/>
    <w:rsid w:val="00BE5127"/>
    <w:rsid w:val="00BE525E"/>
    <w:rsid w:val="00BE5507"/>
    <w:rsid w:val="00BE593A"/>
    <w:rsid w:val="00BE5A52"/>
    <w:rsid w:val="00BE623F"/>
    <w:rsid w:val="00BE6B8D"/>
    <w:rsid w:val="00BE76FF"/>
    <w:rsid w:val="00BF025F"/>
    <w:rsid w:val="00BF1F52"/>
    <w:rsid w:val="00BF26FD"/>
    <w:rsid w:val="00BF295F"/>
    <w:rsid w:val="00BF4038"/>
    <w:rsid w:val="00BF44F6"/>
    <w:rsid w:val="00BF517B"/>
    <w:rsid w:val="00BF5D6A"/>
    <w:rsid w:val="00BF5E80"/>
    <w:rsid w:val="00BF67D4"/>
    <w:rsid w:val="00BF6AC4"/>
    <w:rsid w:val="00BF7217"/>
    <w:rsid w:val="00BF7391"/>
    <w:rsid w:val="00BF7524"/>
    <w:rsid w:val="00C00D65"/>
    <w:rsid w:val="00C01195"/>
    <w:rsid w:val="00C011EC"/>
    <w:rsid w:val="00C0151C"/>
    <w:rsid w:val="00C020CD"/>
    <w:rsid w:val="00C02FE0"/>
    <w:rsid w:val="00C0366A"/>
    <w:rsid w:val="00C038BF"/>
    <w:rsid w:val="00C03B22"/>
    <w:rsid w:val="00C03CB6"/>
    <w:rsid w:val="00C03E79"/>
    <w:rsid w:val="00C044B4"/>
    <w:rsid w:val="00C04D4B"/>
    <w:rsid w:val="00C04F58"/>
    <w:rsid w:val="00C06269"/>
    <w:rsid w:val="00C0691A"/>
    <w:rsid w:val="00C0694E"/>
    <w:rsid w:val="00C1000E"/>
    <w:rsid w:val="00C10455"/>
    <w:rsid w:val="00C10654"/>
    <w:rsid w:val="00C10766"/>
    <w:rsid w:val="00C10C30"/>
    <w:rsid w:val="00C10C7F"/>
    <w:rsid w:val="00C10FD0"/>
    <w:rsid w:val="00C11F99"/>
    <w:rsid w:val="00C14863"/>
    <w:rsid w:val="00C14972"/>
    <w:rsid w:val="00C14EA1"/>
    <w:rsid w:val="00C14FD0"/>
    <w:rsid w:val="00C1511D"/>
    <w:rsid w:val="00C1589C"/>
    <w:rsid w:val="00C1724C"/>
    <w:rsid w:val="00C17C23"/>
    <w:rsid w:val="00C20BB2"/>
    <w:rsid w:val="00C2239E"/>
    <w:rsid w:val="00C22B2F"/>
    <w:rsid w:val="00C22EAD"/>
    <w:rsid w:val="00C2307A"/>
    <w:rsid w:val="00C2391E"/>
    <w:rsid w:val="00C23FF2"/>
    <w:rsid w:val="00C24E74"/>
    <w:rsid w:val="00C251F2"/>
    <w:rsid w:val="00C301ED"/>
    <w:rsid w:val="00C30C4A"/>
    <w:rsid w:val="00C31C4C"/>
    <w:rsid w:val="00C31F2A"/>
    <w:rsid w:val="00C3218D"/>
    <w:rsid w:val="00C32319"/>
    <w:rsid w:val="00C33263"/>
    <w:rsid w:val="00C338C0"/>
    <w:rsid w:val="00C3393E"/>
    <w:rsid w:val="00C33D98"/>
    <w:rsid w:val="00C34176"/>
    <w:rsid w:val="00C342E3"/>
    <w:rsid w:val="00C358EB"/>
    <w:rsid w:val="00C35B08"/>
    <w:rsid w:val="00C35F61"/>
    <w:rsid w:val="00C36425"/>
    <w:rsid w:val="00C37688"/>
    <w:rsid w:val="00C40D35"/>
    <w:rsid w:val="00C41148"/>
    <w:rsid w:val="00C411DA"/>
    <w:rsid w:val="00C41242"/>
    <w:rsid w:val="00C41365"/>
    <w:rsid w:val="00C416A2"/>
    <w:rsid w:val="00C421C4"/>
    <w:rsid w:val="00C4241F"/>
    <w:rsid w:val="00C425C9"/>
    <w:rsid w:val="00C42A01"/>
    <w:rsid w:val="00C43237"/>
    <w:rsid w:val="00C43544"/>
    <w:rsid w:val="00C43929"/>
    <w:rsid w:val="00C43C59"/>
    <w:rsid w:val="00C445FB"/>
    <w:rsid w:val="00C4460C"/>
    <w:rsid w:val="00C4475C"/>
    <w:rsid w:val="00C458FF"/>
    <w:rsid w:val="00C45BA2"/>
    <w:rsid w:val="00C45CA0"/>
    <w:rsid w:val="00C5011E"/>
    <w:rsid w:val="00C5034B"/>
    <w:rsid w:val="00C51788"/>
    <w:rsid w:val="00C5254D"/>
    <w:rsid w:val="00C52670"/>
    <w:rsid w:val="00C52AF4"/>
    <w:rsid w:val="00C536A5"/>
    <w:rsid w:val="00C537F3"/>
    <w:rsid w:val="00C54581"/>
    <w:rsid w:val="00C54838"/>
    <w:rsid w:val="00C54910"/>
    <w:rsid w:val="00C56594"/>
    <w:rsid w:val="00C56883"/>
    <w:rsid w:val="00C57A02"/>
    <w:rsid w:val="00C57F74"/>
    <w:rsid w:val="00C61E2A"/>
    <w:rsid w:val="00C627A8"/>
    <w:rsid w:val="00C62C67"/>
    <w:rsid w:val="00C62F9D"/>
    <w:rsid w:val="00C63700"/>
    <w:rsid w:val="00C6437D"/>
    <w:rsid w:val="00C6446F"/>
    <w:rsid w:val="00C66696"/>
    <w:rsid w:val="00C66958"/>
    <w:rsid w:val="00C677A2"/>
    <w:rsid w:val="00C706A4"/>
    <w:rsid w:val="00C71196"/>
    <w:rsid w:val="00C71243"/>
    <w:rsid w:val="00C714EA"/>
    <w:rsid w:val="00C71ECF"/>
    <w:rsid w:val="00C72BF1"/>
    <w:rsid w:val="00C734D7"/>
    <w:rsid w:val="00C73974"/>
    <w:rsid w:val="00C7408F"/>
    <w:rsid w:val="00C7459F"/>
    <w:rsid w:val="00C74D54"/>
    <w:rsid w:val="00C752F7"/>
    <w:rsid w:val="00C75510"/>
    <w:rsid w:val="00C759B9"/>
    <w:rsid w:val="00C766F1"/>
    <w:rsid w:val="00C7716F"/>
    <w:rsid w:val="00C77421"/>
    <w:rsid w:val="00C77874"/>
    <w:rsid w:val="00C804E6"/>
    <w:rsid w:val="00C820AC"/>
    <w:rsid w:val="00C82CAB"/>
    <w:rsid w:val="00C8304F"/>
    <w:rsid w:val="00C831A7"/>
    <w:rsid w:val="00C84614"/>
    <w:rsid w:val="00C8494E"/>
    <w:rsid w:val="00C84C3D"/>
    <w:rsid w:val="00C84C8B"/>
    <w:rsid w:val="00C85433"/>
    <w:rsid w:val="00C857FD"/>
    <w:rsid w:val="00C8610D"/>
    <w:rsid w:val="00C865CE"/>
    <w:rsid w:val="00C873C8"/>
    <w:rsid w:val="00C87FCE"/>
    <w:rsid w:val="00C9000C"/>
    <w:rsid w:val="00C91CD9"/>
    <w:rsid w:val="00C91E17"/>
    <w:rsid w:val="00C92744"/>
    <w:rsid w:val="00C931D9"/>
    <w:rsid w:val="00C9337A"/>
    <w:rsid w:val="00C93710"/>
    <w:rsid w:val="00C94508"/>
    <w:rsid w:val="00C946CE"/>
    <w:rsid w:val="00C94AA8"/>
    <w:rsid w:val="00C95173"/>
    <w:rsid w:val="00C96855"/>
    <w:rsid w:val="00C96EDC"/>
    <w:rsid w:val="00CA13AD"/>
    <w:rsid w:val="00CA155F"/>
    <w:rsid w:val="00CA1B8A"/>
    <w:rsid w:val="00CA1FB4"/>
    <w:rsid w:val="00CA3FEE"/>
    <w:rsid w:val="00CA4121"/>
    <w:rsid w:val="00CA54F4"/>
    <w:rsid w:val="00CA5919"/>
    <w:rsid w:val="00CA639A"/>
    <w:rsid w:val="00CA65B9"/>
    <w:rsid w:val="00CA6B4E"/>
    <w:rsid w:val="00CA76D7"/>
    <w:rsid w:val="00CB0397"/>
    <w:rsid w:val="00CB05C8"/>
    <w:rsid w:val="00CB09D1"/>
    <w:rsid w:val="00CB0EF7"/>
    <w:rsid w:val="00CB1E91"/>
    <w:rsid w:val="00CB2122"/>
    <w:rsid w:val="00CB24CB"/>
    <w:rsid w:val="00CB273E"/>
    <w:rsid w:val="00CB392E"/>
    <w:rsid w:val="00CB4577"/>
    <w:rsid w:val="00CB4B64"/>
    <w:rsid w:val="00CB547C"/>
    <w:rsid w:val="00CB6650"/>
    <w:rsid w:val="00CB6694"/>
    <w:rsid w:val="00CB76B6"/>
    <w:rsid w:val="00CB79F2"/>
    <w:rsid w:val="00CC0DC1"/>
    <w:rsid w:val="00CC199E"/>
    <w:rsid w:val="00CC222A"/>
    <w:rsid w:val="00CC2BBC"/>
    <w:rsid w:val="00CC3042"/>
    <w:rsid w:val="00CC3C54"/>
    <w:rsid w:val="00CC40C2"/>
    <w:rsid w:val="00CC4EB3"/>
    <w:rsid w:val="00CC662F"/>
    <w:rsid w:val="00CC664E"/>
    <w:rsid w:val="00CC6953"/>
    <w:rsid w:val="00CC6AB1"/>
    <w:rsid w:val="00CC7FC7"/>
    <w:rsid w:val="00CD0CCA"/>
    <w:rsid w:val="00CD120E"/>
    <w:rsid w:val="00CD18A6"/>
    <w:rsid w:val="00CD2D32"/>
    <w:rsid w:val="00CD3412"/>
    <w:rsid w:val="00CD3AE0"/>
    <w:rsid w:val="00CD410D"/>
    <w:rsid w:val="00CD472C"/>
    <w:rsid w:val="00CD4C7B"/>
    <w:rsid w:val="00CD51A1"/>
    <w:rsid w:val="00CD5605"/>
    <w:rsid w:val="00CD6516"/>
    <w:rsid w:val="00CD664D"/>
    <w:rsid w:val="00CD7C1A"/>
    <w:rsid w:val="00CE033E"/>
    <w:rsid w:val="00CE0896"/>
    <w:rsid w:val="00CE0941"/>
    <w:rsid w:val="00CE101A"/>
    <w:rsid w:val="00CE1262"/>
    <w:rsid w:val="00CE2E34"/>
    <w:rsid w:val="00CE3806"/>
    <w:rsid w:val="00CE40EF"/>
    <w:rsid w:val="00CE5800"/>
    <w:rsid w:val="00CE5FD9"/>
    <w:rsid w:val="00CE70FC"/>
    <w:rsid w:val="00CF0254"/>
    <w:rsid w:val="00CF143A"/>
    <w:rsid w:val="00CF252D"/>
    <w:rsid w:val="00CF3787"/>
    <w:rsid w:val="00CF5360"/>
    <w:rsid w:val="00CF5B78"/>
    <w:rsid w:val="00CF5C97"/>
    <w:rsid w:val="00CF7233"/>
    <w:rsid w:val="00CF72E8"/>
    <w:rsid w:val="00CF7CFC"/>
    <w:rsid w:val="00CF7FB5"/>
    <w:rsid w:val="00D00446"/>
    <w:rsid w:val="00D00472"/>
    <w:rsid w:val="00D00D07"/>
    <w:rsid w:val="00D00D94"/>
    <w:rsid w:val="00D01693"/>
    <w:rsid w:val="00D0233E"/>
    <w:rsid w:val="00D055DD"/>
    <w:rsid w:val="00D05F55"/>
    <w:rsid w:val="00D05FB8"/>
    <w:rsid w:val="00D0647C"/>
    <w:rsid w:val="00D07208"/>
    <w:rsid w:val="00D07855"/>
    <w:rsid w:val="00D1109A"/>
    <w:rsid w:val="00D1133A"/>
    <w:rsid w:val="00D1187F"/>
    <w:rsid w:val="00D123D1"/>
    <w:rsid w:val="00D124C5"/>
    <w:rsid w:val="00D124D6"/>
    <w:rsid w:val="00D1337C"/>
    <w:rsid w:val="00D134E2"/>
    <w:rsid w:val="00D134F7"/>
    <w:rsid w:val="00D14459"/>
    <w:rsid w:val="00D1455A"/>
    <w:rsid w:val="00D1464D"/>
    <w:rsid w:val="00D14823"/>
    <w:rsid w:val="00D149A7"/>
    <w:rsid w:val="00D14E42"/>
    <w:rsid w:val="00D151D0"/>
    <w:rsid w:val="00D16A24"/>
    <w:rsid w:val="00D17606"/>
    <w:rsid w:val="00D177AC"/>
    <w:rsid w:val="00D17D59"/>
    <w:rsid w:val="00D209A5"/>
    <w:rsid w:val="00D2171C"/>
    <w:rsid w:val="00D21F54"/>
    <w:rsid w:val="00D22434"/>
    <w:rsid w:val="00D22478"/>
    <w:rsid w:val="00D226F1"/>
    <w:rsid w:val="00D22C28"/>
    <w:rsid w:val="00D23011"/>
    <w:rsid w:val="00D23185"/>
    <w:rsid w:val="00D23209"/>
    <w:rsid w:val="00D232F2"/>
    <w:rsid w:val="00D233CA"/>
    <w:rsid w:val="00D239B3"/>
    <w:rsid w:val="00D23A6A"/>
    <w:rsid w:val="00D244A1"/>
    <w:rsid w:val="00D24F62"/>
    <w:rsid w:val="00D250A9"/>
    <w:rsid w:val="00D251A5"/>
    <w:rsid w:val="00D260F3"/>
    <w:rsid w:val="00D264C2"/>
    <w:rsid w:val="00D2678D"/>
    <w:rsid w:val="00D26949"/>
    <w:rsid w:val="00D269A4"/>
    <w:rsid w:val="00D26D3E"/>
    <w:rsid w:val="00D270E5"/>
    <w:rsid w:val="00D272BD"/>
    <w:rsid w:val="00D278B6"/>
    <w:rsid w:val="00D27F11"/>
    <w:rsid w:val="00D31A88"/>
    <w:rsid w:val="00D3286D"/>
    <w:rsid w:val="00D32A2F"/>
    <w:rsid w:val="00D32C42"/>
    <w:rsid w:val="00D32CB2"/>
    <w:rsid w:val="00D33590"/>
    <w:rsid w:val="00D33669"/>
    <w:rsid w:val="00D33783"/>
    <w:rsid w:val="00D348D9"/>
    <w:rsid w:val="00D34EF1"/>
    <w:rsid w:val="00D352BB"/>
    <w:rsid w:val="00D352D4"/>
    <w:rsid w:val="00D3552B"/>
    <w:rsid w:val="00D35DE0"/>
    <w:rsid w:val="00D362A1"/>
    <w:rsid w:val="00D370B6"/>
    <w:rsid w:val="00D37803"/>
    <w:rsid w:val="00D37CB8"/>
    <w:rsid w:val="00D37E1F"/>
    <w:rsid w:val="00D406F7"/>
    <w:rsid w:val="00D40788"/>
    <w:rsid w:val="00D409EB"/>
    <w:rsid w:val="00D41C06"/>
    <w:rsid w:val="00D425B8"/>
    <w:rsid w:val="00D428A3"/>
    <w:rsid w:val="00D4466E"/>
    <w:rsid w:val="00D44890"/>
    <w:rsid w:val="00D44B66"/>
    <w:rsid w:val="00D4563F"/>
    <w:rsid w:val="00D467C1"/>
    <w:rsid w:val="00D46D83"/>
    <w:rsid w:val="00D47078"/>
    <w:rsid w:val="00D4743F"/>
    <w:rsid w:val="00D4774F"/>
    <w:rsid w:val="00D47E27"/>
    <w:rsid w:val="00D50257"/>
    <w:rsid w:val="00D502A9"/>
    <w:rsid w:val="00D505AE"/>
    <w:rsid w:val="00D50C31"/>
    <w:rsid w:val="00D52156"/>
    <w:rsid w:val="00D526CA"/>
    <w:rsid w:val="00D5368F"/>
    <w:rsid w:val="00D54FC3"/>
    <w:rsid w:val="00D55070"/>
    <w:rsid w:val="00D55090"/>
    <w:rsid w:val="00D55C33"/>
    <w:rsid w:val="00D56FD8"/>
    <w:rsid w:val="00D577A5"/>
    <w:rsid w:val="00D578C7"/>
    <w:rsid w:val="00D603CA"/>
    <w:rsid w:val="00D60902"/>
    <w:rsid w:val="00D60C2F"/>
    <w:rsid w:val="00D60DEA"/>
    <w:rsid w:val="00D60F32"/>
    <w:rsid w:val="00D60FF2"/>
    <w:rsid w:val="00D617B0"/>
    <w:rsid w:val="00D61FF3"/>
    <w:rsid w:val="00D632A3"/>
    <w:rsid w:val="00D6428B"/>
    <w:rsid w:val="00D6479E"/>
    <w:rsid w:val="00D65705"/>
    <w:rsid w:val="00D65DFB"/>
    <w:rsid w:val="00D67D1D"/>
    <w:rsid w:val="00D67ED3"/>
    <w:rsid w:val="00D703E9"/>
    <w:rsid w:val="00D706F0"/>
    <w:rsid w:val="00D71D68"/>
    <w:rsid w:val="00D72575"/>
    <w:rsid w:val="00D72647"/>
    <w:rsid w:val="00D7267B"/>
    <w:rsid w:val="00D73284"/>
    <w:rsid w:val="00D73863"/>
    <w:rsid w:val="00D73970"/>
    <w:rsid w:val="00D73CD5"/>
    <w:rsid w:val="00D73E19"/>
    <w:rsid w:val="00D74189"/>
    <w:rsid w:val="00D74ABB"/>
    <w:rsid w:val="00D751D3"/>
    <w:rsid w:val="00D75BB3"/>
    <w:rsid w:val="00D762DD"/>
    <w:rsid w:val="00D7677A"/>
    <w:rsid w:val="00D76AB4"/>
    <w:rsid w:val="00D775D9"/>
    <w:rsid w:val="00D810FC"/>
    <w:rsid w:val="00D83FD2"/>
    <w:rsid w:val="00D83FDA"/>
    <w:rsid w:val="00D87126"/>
    <w:rsid w:val="00D874BF"/>
    <w:rsid w:val="00D87F6A"/>
    <w:rsid w:val="00D902E2"/>
    <w:rsid w:val="00D90D5B"/>
    <w:rsid w:val="00D911EA"/>
    <w:rsid w:val="00D9295E"/>
    <w:rsid w:val="00D92ECD"/>
    <w:rsid w:val="00D934A0"/>
    <w:rsid w:val="00D93F81"/>
    <w:rsid w:val="00D94365"/>
    <w:rsid w:val="00D9450E"/>
    <w:rsid w:val="00D946C8"/>
    <w:rsid w:val="00D95062"/>
    <w:rsid w:val="00D95E29"/>
    <w:rsid w:val="00D96281"/>
    <w:rsid w:val="00D96972"/>
    <w:rsid w:val="00D97353"/>
    <w:rsid w:val="00D975DB"/>
    <w:rsid w:val="00D978C5"/>
    <w:rsid w:val="00D97CE1"/>
    <w:rsid w:val="00D97DEC"/>
    <w:rsid w:val="00DA1DCC"/>
    <w:rsid w:val="00DA2832"/>
    <w:rsid w:val="00DA2C49"/>
    <w:rsid w:val="00DA2D54"/>
    <w:rsid w:val="00DA3686"/>
    <w:rsid w:val="00DA36CB"/>
    <w:rsid w:val="00DA37FA"/>
    <w:rsid w:val="00DA4357"/>
    <w:rsid w:val="00DA4CC5"/>
    <w:rsid w:val="00DA4E80"/>
    <w:rsid w:val="00DA52DE"/>
    <w:rsid w:val="00DA5581"/>
    <w:rsid w:val="00DA55A0"/>
    <w:rsid w:val="00DA615E"/>
    <w:rsid w:val="00DA746E"/>
    <w:rsid w:val="00DB09D8"/>
    <w:rsid w:val="00DB0F0B"/>
    <w:rsid w:val="00DB2BF0"/>
    <w:rsid w:val="00DB318C"/>
    <w:rsid w:val="00DB43B2"/>
    <w:rsid w:val="00DB44BB"/>
    <w:rsid w:val="00DB4DC5"/>
    <w:rsid w:val="00DB6637"/>
    <w:rsid w:val="00DB6C7A"/>
    <w:rsid w:val="00DB6EFB"/>
    <w:rsid w:val="00DB6FCF"/>
    <w:rsid w:val="00DB74E6"/>
    <w:rsid w:val="00DB7759"/>
    <w:rsid w:val="00DC084D"/>
    <w:rsid w:val="00DC0F1C"/>
    <w:rsid w:val="00DC12DA"/>
    <w:rsid w:val="00DC19CF"/>
    <w:rsid w:val="00DC1EBC"/>
    <w:rsid w:val="00DC2F56"/>
    <w:rsid w:val="00DC3B5D"/>
    <w:rsid w:val="00DC3DFF"/>
    <w:rsid w:val="00DC49B5"/>
    <w:rsid w:val="00DC4A6A"/>
    <w:rsid w:val="00DC4A7E"/>
    <w:rsid w:val="00DC5C82"/>
    <w:rsid w:val="00DC5CF0"/>
    <w:rsid w:val="00DC6BEA"/>
    <w:rsid w:val="00DC71BC"/>
    <w:rsid w:val="00DD0D5C"/>
    <w:rsid w:val="00DD12B9"/>
    <w:rsid w:val="00DD1494"/>
    <w:rsid w:val="00DD1A6F"/>
    <w:rsid w:val="00DD1E3E"/>
    <w:rsid w:val="00DD2717"/>
    <w:rsid w:val="00DD27E4"/>
    <w:rsid w:val="00DD2A49"/>
    <w:rsid w:val="00DD4727"/>
    <w:rsid w:val="00DD4902"/>
    <w:rsid w:val="00DD4A5C"/>
    <w:rsid w:val="00DD4B02"/>
    <w:rsid w:val="00DD5426"/>
    <w:rsid w:val="00DD5970"/>
    <w:rsid w:val="00DD6B20"/>
    <w:rsid w:val="00DD6E50"/>
    <w:rsid w:val="00DD74AF"/>
    <w:rsid w:val="00DE006E"/>
    <w:rsid w:val="00DE0B7D"/>
    <w:rsid w:val="00DE1807"/>
    <w:rsid w:val="00DE205B"/>
    <w:rsid w:val="00DE267F"/>
    <w:rsid w:val="00DE2F6A"/>
    <w:rsid w:val="00DE54B8"/>
    <w:rsid w:val="00DE5A82"/>
    <w:rsid w:val="00DE5ED4"/>
    <w:rsid w:val="00DE621B"/>
    <w:rsid w:val="00DE6BCC"/>
    <w:rsid w:val="00DE6C27"/>
    <w:rsid w:val="00DE7020"/>
    <w:rsid w:val="00DE73DA"/>
    <w:rsid w:val="00DF0C8D"/>
    <w:rsid w:val="00DF1665"/>
    <w:rsid w:val="00DF1669"/>
    <w:rsid w:val="00DF1E40"/>
    <w:rsid w:val="00DF2FAC"/>
    <w:rsid w:val="00DF3F83"/>
    <w:rsid w:val="00DF50C0"/>
    <w:rsid w:val="00DF57E6"/>
    <w:rsid w:val="00DF5CAC"/>
    <w:rsid w:val="00DF6012"/>
    <w:rsid w:val="00DF6D88"/>
    <w:rsid w:val="00DF70FB"/>
    <w:rsid w:val="00E00814"/>
    <w:rsid w:val="00E00CD0"/>
    <w:rsid w:val="00E00EAC"/>
    <w:rsid w:val="00E01677"/>
    <w:rsid w:val="00E023FA"/>
    <w:rsid w:val="00E0253F"/>
    <w:rsid w:val="00E02786"/>
    <w:rsid w:val="00E02906"/>
    <w:rsid w:val="00E0324B"/>
    <w:rsid w:val="00E03470"/>
    <w:rsid w:val="00E035BB"/>
    <w:rsid w:val="00E03E7D"/>
    <w:rsid w:val="00E042A4"/>
    <w:rsid w:val="00E044E6"/>
    <w:rsid w:val="00E04733"/>
    <w:rsid w:val="00E0576E"/>
    <w:rsid w:val="00E05CA2"/>
    <w:rsid w:val="00E06C9A"/>
    <w:rsid w:val="00E06F0E"/>
    <w:rsid w:val="00E0702A"/>
    <w:rsid w:val="00E077D4"/>
    <w:rsid w:val="00E07920"/>
    <w:rsid w:val="00E07D91"/>
    <w:rsid w:val="00E10380"/>
    <w:rsid w:val="00E1057A"/>
    <w:rsid w:val="00E11877"/>
    <w:rsid w:val="00E1270D"/>
    <w:rsid w:val="00E127EC"/>
    <w:rsid w:val="00E12FF2"/>
    <w:rsid w:val="00E13949"/>
    <w:rsid w:val="00E15172"/>
    <w:rsid w:val="00E16305"/>
    <w:rsid w:val="00E1663D"/>
    <w:rsid w:val="00E167D3"/>
    <w:rsid w:val="00E175BD"/>
    <w:rsid w:val="00E17AB3"/>
    <w:rsid w:val="00E17C4F"/>
    <w:rsid w:val="00E205BC"/>
    <w:rsid w:val="00E20CED"/>
    <w:rsid w:val="00E21885"/>
    <w:rsid w:val="00E231AA"/>
    <w:rsid w:val="00E237D6"/>
    <w:rsid w:val="00E2433F"/>
    <w:rsid w:val="00E24FE4"/>
    <w:rsid w:val="00E25391"/>
    <w:rsid w:val="00E25707"/>
    <w:rsid w:val="00E2624D"/>
    <w:rsid w:val="00E26E62"/>
    <w:rsid w:val="00E278EF"/>
    <w:rsid w:val="00E2799B"/>
    <w:rsid w:val="00E27F79"/>
    <w:rsid w:val="00E30538"/>
    <w:rsid w:val="00E32DAA"/>
    <w:rsid w:val="00E33018"/>
    <w:rsid w:val="00E33971"/>
    <w:rsid w:val="00E33BF6"/>
    <w:rsid w:val="00E34967"/>
    <w:rsid w:val="00E35C42"/>
    <w:rsid w:val="00E37329"/>
    <w:rsid w:val="00E3739C"/>
    <w:rsid w:val="00E376CC"/>
    <w:rsid w:val="00E376E1"/>
    <w:rsid w:val="00E37B88"/>
    <w:rsid w:val="00E408CE"/>
    <w:rsid w:val="00E41343"/>
    <w:rsid w:val="00E417B1"/>
    <w:rsid w:val="00E44289"/>
    <w:rsid w:val="00E44E54"/>
    <w:rsid w:val="00E45905"/>
    <w:rsid w:val="00E47A0B"/>
    <w:rsid w:val="00E47C82"/>
    <w:rsid w:val="00E500C4"/>
    <w:rsid w:val="00E50322"/>
    <w:rsid w:val="00E5069E"/>
    <w:rsid w:val="00E50708"/>
    <w:rsid w:val="00E50E11"/>
    <w:rsid w:val="00E51205"/>
    <w:rsid w:val="00E516FC"/>
    <w:rsid w:val="00E52727"/>
    <w:rsid w:val="00E5324F"/>
    <w:rsid w:val="00E541C0"/>
    <w:rsid w:val="00E54B12"/>
    <w:rsid w:val="00E54F0D"/>
    <w:rsid w:val="00E555D7"/>
    <w:rsid w:val="00E5571E"/>
    <w:rsid w:val="00E560DE"/>
    <w:rsid w:val="00E56525"/>
    <w:rsid w:val="00E5695C"/>
    <w:rsid w:val="00E571A5"/>
    <w:rsid w:val="00E57E47"/>
    <w:rsid w:val="00E60368"/>
    <w:rsid w:val="00E608CF"/>
    <w:rsid w:val="00E609F1"/>
    <w:rsid w:val="00E60A5B"/>
    <w:rsid w:val="00E619D5"/>
    <w:rsid w:val="00E62671"/>
    <w:rsid w:val="00E62853"/>
    <w:rsid w:val="00E62942"/>
    <w:rsid w:val="00E62D32"/>
    <w:rsid w:val="00E62F53"/>
    <w:rsid w:val="00E6387D"/>
    <w:rsid w:val="00E64B97"/>
    <w:rsid w:val="00E64D24"/>
    <w:rsid w:val="00E653C0"/>
    <w:rsid w:val="00E65523"/>
    <w:rsid w:val="00E657DE"/>
    <w:rsid w:val="00E65A5E"/>
    <w:rsid w:val="00E668C3"/>
    <w:rsid w:val="00E671D6"/>
    <w:rsid w:val="00E6750C"/>
    <w:rsid w:val="00E67684"/>
    <w:rsid w:val="00E67979"/>
    <w:rsid w:val="00E67C5A"/>
    <w:rsid w:val="00E67C73"/>
    <w:rsid w:val="00E67E45"/>
    <w:rsid w:val="00E701A3"/>
    <w:rsid w:val="00E70440"/>
    <w:rsid w:val="00E70855"/>
    <w:rsid w:val="00E7122B"/>
    <w:rsid w:val="00E7192D"/>
    <w:rsid w:val="00E7368C"/>
    <w:rsid w:val="00E75A86"/>
    <w:rsid w:val="00E76EED"/>
    <w:rsid w:val="00E7759B"/>
    <w:rsid w:val="00E77ABE"/>
    <w:rsid w:val="00E80B1D"/>
    <w:rsid w:val="00E811F0"/>
    <w:rsid w:val="00E82124"/>
    <w:rsid w:val="00E82858"/>
    <w:rsid w:val="00E82BF9"/>
    <w:rsid w:val="00E82DEE"/>
    <w:rsid w:val="00E82ED0"/>
    <w:rsid w:val="00E831AA"/>
    <w:rsid w:val="00E845C0"/>
    <w:rsid w:val="00E84878"/>
    <w:rsid w:val="00E852A8"/>
    <w:rsid w:val="00E869E7"/>
    <w:rsid w:val="00E86F3F"/>
    <w:rsid w:val="00E8704D"/>
    <w:rsid w:val="00E87CEA"/>
    <w:rsid w:val="00E90429"/>
    <w:rsid w:val="00E90F1F"/>
    <w:rsid w:val="00E912DE"/>
    <w:rsid w:val="00E918F1"/>
    <w:rsid w:val="00E91C30"/>
    <w:rsid w:val="00E9330B"/>
    <w:rsid w:val="00E93556"/>
    <w:rsid w:val="00E93925"/>
    <w:rsid w:val="00E93BBF"/>
    <w:rsid w:val="00E942ED"/>
    <w:rsid w:val="00E943AC"/>
    <w:rsid w:val="00E9493B"/>
    <w:rsid w:val="00E9598F"/>
    <w:rsid w:val="00E960A2"/>
    <w:rsid w:val="00E96638"/>
    <w:rsid w:val="00E96787"/>
    <w:rsid w:val="00E96EAD"/>
    <w:rsid w:val="00E97784"/>
    <w:rsid w:val="00EA0EC2"/>
    <w:rsid w:val="00EA15D7"/>
    <w:rsid w:val="00EA1F18"/>
    <w:rsid w:val="00EA316C"/>
    <w:rsid w:val="00EA4186"/>
    <w:rsid w:val="00EA4365"/>
    <w:rsid w:val="00EA4D52"/>
    <w:rsid w:val="00EA5225"/>
    <w:rsid w:val="00EA6AE7"/>
    <w:rsid w:val="00EA6D51"/>
    <w:rsid w:val="00EA714A"/>
    <w:rsid w:val="00EB2064"/>
    <w:rsid w:val="00EB2930"/>
    <w:rsid w:val="00EB33EC"/>
    <w:rsid w:val="00EB46D6"/>
    <w:rsid w:val="00EB4D32"/>
    <w:rsid w:val="00EB697B"/>
    <w:rsid w:val="00EB6B0D"/>
    <w:rsid w:val="00EB7A46"/>
    <w:rsid w:val="00EB7F80"/>
    <w:rsid w:val="00EC07B8"/>
    <w:rsid w:val="00EC0C19"/>
    <w:rsid w:val="00EC112E"/>
    <w:rsid w:val="00EC1C0E"/>
    <w:rsid w:val="00EC1D42"/>
    <w:rsid w:val="00EC226F"/>
    <w:rsid w:val="00EC23E3"/>
    <w:rsid w:val="00EC2FF1"/>
    <w:rsid w:val="00EC375E"/>
    <w:rsid w:val="00EC38B5"/>
    <w:rsid w:val="00EC43A1"/>
    <w:rsid w:val="00EC4FAC"/>
    <w:rsid w:val="00EC71D6"/>
    <w:rsid w:val="00EC76A2"/>
    <w:rsid w:val="00EC7793"/>
    <w:rsid w:val="00EC7986"/>
    <w:rsid w:val="00ED01F2"/>
    <w:rsid w:val="00ED02E4"/>
    <w:rsid w:val="00ED0730"/>
    <w:rsid w:val="00ED1BD7"/>
    <w:rsid w:val="00ED1E60"/>
    <w:rsid w:val="00ED24CF"/>
    <w:rsid w:val="00ED25DC"/>
    <w:rsid w:val="00ED28CD"/>
    <w:rsid w:val="00ED2901"/>
    <w:rsid w:val="00ED46CA"/>
    <w:rsid w:val="00ED624B"/>
    <w:rsid w:val="00ED6554"/>
    <w:rsid w:val="00ED65D8"/>
    <w:rsid w:val="00ED785C"/>
    <w:rsid w:val="00ED7C55"/>
    <w:rsid w:val="00ED7E02"/>
    <w:rsid w:val="00ED7FD8"/>
    <w:rsid w:val="00EE013F"/>
    <w:rsid w:val="00EE0F91"/>
    <w:rsid w:val="00EE12DB"/>
    <w:rsid w:val="00EE1545"/>
    <w:rsid w:val="00EE1DDC"/>
    <w:rsid w:val="00EE220E"/>
    <w:rsid w:val="00EE3479"/>
    <w:rsid w:val="00EE451D"/>
    <w:rsid w:val="00EE4569"/>
    <w:rsid w:val="00EE4744"/>
    <w:rsid w:val="00EE4BCA"/>
    <w:rsid w:val="00EE5AB9"/>
    <w:rsid w:val="00EE5E8D"/>
    <w:rsid w:val="00EE6086"/>
    <w:rsid w:val="00EE6959"/>
    <w:rsid w:val="00EE7476"/>
    <w:rsid w:val="00EE7579"/>
    <w:rsid w:val="00EE7878"/>
    <w:rsid w:val="00EE7B4F"/>
    <w:rsid w:val="00EE7BBA"/>
    <w:rsid w:val="00EE7DAB"/>
    <w:rsid w:val="00EE7FBE"/>
    <w:rsid w:val="00EF0544"/>
    <w:rsid w:val="00EF17CF"/>
    <w:rsid w:val="00EF20FD"/>
    <w:rsid w:val="00EF2A0B"/>
    <w:rsid w:val="00EF302D"/>
    <w:rsid w:val="00EF3BA5"/>
    <w:rsid w:val="00EF404F"/>
    <w:rsid w:val="00EF44EA"/>
    <w:rsid w:val="00EF7CA1"/>
    <w:rsid w:val="00F000DE"/>
    <w:rsid w:val="00F00374"/>
    <w:rsid w:val="00F014BA"/>
    <w:rsid w:val="00F01FF9"/>
    <w:rsid w:val="00F0224D"/>
    <w:rsid w:val="00F026DA"/>
    <w:rsid w:val="00F02BFA"/>
    <w:rsid w:val="00F02CD0"/>
    <w:rsid w:val="00F038AA"/>
    <w:rsid w:val="00F03C9B"/>
    <w:rsid w:val="00F04DB7"/>
    <w:rsid w:val="00F04FAF"/>
    <w:rsid w:val="00F0578E"/>
    <w:rsid w:val="00F05EDD"/>
    <w:rsid w:val="00F06AF7"/>
    <w:rsid w:val="00F06FF5"/>
    <w:rsid w:val="00F0703B"/>
    <w:rsid w:val="00F0724A"/>
    <w:rsid w:val="00F07799"/>
    <w:rsid w:val="00F07E1C"/>
    <w:rsid w:val="00F107DE"/>
    <w:rsid w:val="00F108B5"/>
    <w:rsid w:val="00F10F80"/>
    <w:rsid w:val="00F11211"/>
    <w:rsid w:val="00F11600"/>
    <w:rsid w:val="00F11669"/>
    <w:rsid w:val="00F120EB"/>
    <w:rsid w:val="00F1233D"/>
    <w:rsid w:val="00F123A0"/>
    <w:rsid w:val="00F12773"/>
    <w:rsid w:val="00F12BAE"/>
    <w:rsid w:val="00F12FBF"/>
    <w:rsid w:val="00F13454"/>
    <w:rsid w:val="00F14221"/>
    <w:rsid w:val="00F14B65"/>
    <w:rsid w:val="00F15D06"/>
    <w:rsid w:val="00F161B1"/>
    <w:rsid w:val="00F17BDF"/>
    <w:rsid w:val="00F17C00"/>
    <w:rsid w:val="00F17C0A"/>
    <w:rsid w:val="00F205C7"/>
    <w:rsid w:val="00F2115A"/>
    <w:rsid w:val="00F2117D"/>
    <w:rsid w:val="00F212E7"/>
    <w:rsid w:val="00F21CB3"/>
    <w:rsid w:val="00F22AF5"/>
    <w:rsid w:val="00F23DF1"/>
    <w:rsid w:val="00F2410C"/>
    <w:rsid w:val="00F24757"/>
    <w:rsid w:val="00F2480C"/>
    <w:rsid w:val="00F2483B"/>
    <w:rsid w:val="00F252E3"/>
    <w:rsid w:val="00F254CA"/>
    <w:rsid w:val="00F25848"/>
    <w:rsid w:val="00F262E3"/>
    <w:rsid w:val="00F2730D"/>
    <w:rsid w:val="00F27B6E"/>
    <w:rsid w:val="00F301BA"/>
    <w:rsid w:val="00F30ECB"/>
    <w:rsid w:val="00F31398"/>
    <w:rsid w:val="00F31EB3"/>
    <w:rsid w:val="00F32613"/>
    <w:rsid w:val="00F336B1"/>
    <w:rsid w:val="00F34714"/>
    <w:rsid w:val="00F34799"/>
    <w:rsid w:val="00F34889"/>
    <w:rsid w:val="00F34961"/>
    <w:rsid w:val="00F354E6"/>
    <w:rsid w:val="00F362F7"/>
    <w:rsid w:val="00F374C9"/>
    <w:rsid w:val="00F377D5"/>
    <w:rsid w:val="00F37913"/>
    <w:rsid w:val="00F37B64"/>
    <w:rsid w:val="00F37D7D"/>
    <w:rsid w:val="00F40126"/>
    <w:rsid w:val="00F40898"/>
    <w:rsid w:val="00F40F7E"/>
    <w:rsid w:val="00F41376"/>
    <w:rsid w:val="00F4149D"/>
    <w:rsid w:val="00F416E6"/>
    <w:rsid w:val="00F42332"/>
    <w:rsid w:val="00F42418"/>
    <w:rsid w:val="00F42FA3"/>
    <w:rsid w:val="00F43735"/>
    <w:rsid w:val="00F43D7D"/>
    <w:rsid w:val="00F4441B"/>
    <w:rsid w:val="00F44563"/>
    <w:rsid w:val="00F44587"/>
    <w:rsid w:val="00F44A77"/>
    <w:rsid w:val="00F45BC1"/>
    <w:rsid w:val="00F46FFC"/>
    <w:rsid w:val="00F477E8"/>
    <w:rsid w:val="00F4787E"/>
    <w:rsid w:val="00F5012E"/>
    <w:rsid w:val="00F51EBC"/>
    <w:rsid w:val="00F52B8F"/>
    <w:rsid w:val="00F53B02"/>
    <w:rsid w:val="00F53FEA"/>
    <w:rsid w:val="00F54893"/>
    <w:rsid w:val="00F54B31"/>
    <w:rsid w:val="00F5507C"/>
    <w:rsid w:val="00F55DC6"/>
    <w:rsid w:val="00F55E35"/>
    <w:rsid w:val="00F56003"/>
    <w:rsid w:val="00F56182"/>
    <w:rsid w:val="00F561A3"/>
    <w:rsid w:val="00F56975"/>
    <w:rsid w:val="00F57A80"/>
    <w:rsid w:val="00F60811"/>
    <w:rsid w:val="00F60AE8"/>
    <w:rsid w:val="00F60FF2"/>
    <w:rsid w:val="00F6284A"/>
    <w:rsid w:val="00F632F1"/>
    <w:rsid w:val="00F63569"/>
    <w:rsid w:val="00F63D6A"/>
    <w:rsid w:val="00F641CE"/>
    <w:rsid w:val="00F645E3"/>
    <w:rsid w:val="00F64BE2"/>
    <w:rsid w:val="00F64D28"/>
    <w:rsid w:val="00F6523C"/>
    <w:rsid w:val="00F657B8"/>
    <w:rsid w:val="00F66BB9"/>
    <w:rsid w:val="00F671DF"/>
    <w:rsid w:val="00F67285"/>
    <w:rsid w:val="00F6759B"/>
    <w:rsid w:val="00F70057"/>
    <w:rsid w:val="00F7075D"/>
    <w:rsid w:val="00F72AC3"/>
    <w:rsid w:val="00F7430F"/>
    <w:rsid w:val="00F754B2"/>
    <w:rsid w:val="00F755DC"/>
    <w:rsid w:val="00F7714E"/>
    <w:rsid w:val="00F77715"/>
    <w:rsid w:val="00F779B6"/>
    <w:rsid w:val="00F77D05"/>
    <w:rsid w:val="00F800C5"/>
    <w:rsid w:val="00F803F0"/>
    <w:rsid w:val="00F804B2"/>
    <w:rsid w:val="00F816B6"/>
    <w:rsid w:val="00F81E81"/>
    <w:rsid w:val="00F820EA"/>
    <w:rsid w:val="00F821D4"/>
    <w:rsid w:val="00F83169"/>
    <w:rsid w:val="00F83AEB"/>
    <w:rsid w:val="00F83F3B"/>
    <w:rsid w:val="00F840FF"/>
    <w:rsid w:val="00F847A4"/>
    <w:rsid w:val="00F84A4F"/>
    <w:rsid w:val="00F84A79"/>
    <w:rsid w:val="00F84B67"/>
    <w:rsid w:val="00F8514B"/>
    <w:rsid w:val="00F858A7"/>
    <w:rsid w:val="00F86162"/>
    <w:rsid w:val="00F862C2"/>
    <w:rsid w:val="00F86998"/>
    <w:rsid w:val="00F86F29"/>
    <w:rsid w:val="00F86FA9"/>
    <w:rsid w:val="00F8793F"/>
    <w:rsid w:val="00F87FA3"/>
    <w:rsid w:val="00F9027F"/>
    <w:rsid w:val="00F9036C"/>
    <w:rsid w:val="00F90803"/>
    <w:rsid w:val="00F90D44"/>
    <w:rsid w:val="00F90ECF"/>
    <w:rsid w:val="00F915A2"/>
    <w:rsid w:val="00F91B62"/>
    <w:rsid w:val="00F922FD"/>
    <w:rsid w:val="00F92598"/>
    <w:rsid w:val="00F926E9"/>
    <w:rsid w:val="00F93837"/>
    <w:rsid w:val="00F93A50"/>
    <w:rsid w:val="00F93D16"/>
    <w:rsid w:val="00F93E4B"/>
    <w:rsid w:val="00F954C9"/>
    <w:rsid w:val="00F9664F"/>
    <w:rsid w:val="00F96AE7"/>
    <w:rsid w:val="00F97109"/>
    <w:rsid w:val="00FA057E"/>
    <w:rsid w:val="00FA423C"/>
    <w:rsid w:val="00FA43D1"/>
    <w:rsid w:val="00FA45BB"/>
    <w:rsid w:val="00FA5D22"/>
    <w:rsid w:val="00FA6675"/>
    <w:rsid w:val="00FA73A0"/>
    <w:rsid w:val="00FA79B1"/>
    <w:rsid w:val="00FA7FE0"/>
    <w:rsid w:val="00FB0190"/>
    <w:rsid w:val="00FB0356"/>
    <w:rsid w:val="00FB0384"/>
    <w:rsid w:val="00FB077B"/>
    <w:rsid w:val="00FB187B"/>
    <w:rsid w:val="00FB2332"/>
    <w:rsid w:val="00FB2D55"/>
    <w:rsid w:val="00FB352E"/>
    <w:rsid w:val="00FB42F4"/>
    <w:rsid w:val="00FB4D0F"/>
    <w:rsid w:val="00FB4DD7"/>
    <w:rsid w:val="00FB4EA2"/>
    <w:rsid w:val="00FB5125"/>
    <w:rsid w:val="00FB62A7"/>
    <w:rsid w:val="00FB7BF9"/>
    <w:rsid w:val="00FC11AC"/>
    <w:rsid w:val="00FC1A2A"/>
    <w:rsid w:val="00FC21AB"/>
    <w:rsid w:val="00FC23B7"/>
    <w:rsid w:val="00FC30E5"/>
    <w:rsid w:val="00FC32A4"/>
    <w:rsid w:val="00FC4B27"/>
    <w:rsid w:val="00FC4D9F"/>
    <w:rsid w:val="00FC5554"/>
    <w:rsid w:val="00FC5AE8"/>
    <w:rsid w:val="00FC6369"/>
    <w:rsid w:val="00FC6A2B"/>
    <w:rsid w:val="00FC6A4D"/>
    <w:rsid w:val="00FC715F"/>
    <w:rsid w:val="00FD1ECB"/>
    <w:rsid w:val="00FD2358"/>
    <w:rsid w:val="00FD2D4B"/>
    <w:rsid w:val="00FD2E63"/>
    <w:rsid w:val="00FD3B4F"/>
    <w:rsid w:val="00FD3E31"/>
    <w:rsid w:val="00FD4A5B"/>
    <w:rsid w:val="00FD5B9A"/>
    <w:rsid w:val="00FD6A87"/>
    <w:rsid w:val="00FD6C16"/>
    <w:rsid w:val="00FE007B"/>
    <w:rsid w:val="00FE2282"/>
    <w:rsid w:val="00FE24C0"/>
    <w:rsid w:val="00FE2536"/>
    <w:rsid w:val="00FE2873"/>
    <w:rsid w:val="00FE2B1C"/>
    <w:rsid w:val="00FE3386"/>
    <w:rsid w:val="00FE3A5D"/>
    <w:rsid w:val="00FE502E"/>
    <w:rsid w:val="00FE5C7F"/>
    <w:rsid w:val="00FE667F"/>
    <w:rsid w:val="00FE68AB"/>
    <w:rsid w:val="00FE6F72"/>
    <w:rsid w:val="00FE7010"/>
    <w:rsid w:val="00FE76D4"/>
    <w:rsid w:val="00FF13E4"/>
    <w:rsid w:val="00FF18B9"/>
    <w:rsid w:val="00FF25D6"/>
    <w:rsid w:val="00FF2BA7"/>
    <w:rsid w:val="00FF3821"/>
    <w:rsid w:val="00FF3AB7"/>
    <w:rsid w:val="00FF482C"/>
    <w:rsid w:val="00FF4ED8"/>
    <w:rsid w:val="00FF536E"/>
    <w:rsid w:val="00FF5D2D"/>
    <w:rsid w:val="00FF5D45"/>
    <w:rsid w:val="00FF62FE"/>
    <w:rsid w:val="00FF656E"/>
    <w:rsid w:val="00FF6FCC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76C25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55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F00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D0B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A2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2D0BA2"/>
    <w:rPr>
      <w:vertAlign w:val="superscript"/>
    </w:rPr>
  </w:style>
  <w:style w:type="paragraph" w:styleId="Revision">
    <w:name w:val="Revision"/>
    <w:hidden/>
    <w:uiPriority w:val="99"/>
    <w:semiHidden/>
    <w:rsid w:val="00EE0F91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C1A2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C1A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1A2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C1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C1A2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fa0ad8-cca7-49f9-93c9-14cea3d685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FA348577098245899D2F4916D234F0" ma:contentTypeVersion="12" ma:contentTypeDescription="Create a new document." ma:contentTypeScope="" ma:versionID="1df8a359b9f4babb23fb3a8073e44034">
  <xsd:schema xmlns:xsd="http://www.w3.org/2001/XMLSchema" xmlns:xs="http://www.w3.org/2001/XMLSchema" xmlns:p="http://schemas.microsoft.com/office/2006/metadata/properties" xmlns:ns3="19fa0ad8-cca7-49f9-93c9-14cea3d6850b" targetNamespace="http://schemas.microsoft.com/office/2006/metadata/properties" ma:root="true" ma:fieldsID="7e3241b3fd9484e9bb23cb8361083af0" ns3:_="">
    <xsd:import namespace="19fa0ad8-cca7-49f9-93c9-14cea3d685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a0ad8-cca7-49f9-93c9-14cea3d685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C482-1F92-431F-9D6C-01440452448A}">
  <ds:schemaRefs>
    <ds:schemaRef ds:uri="http://schemas.microsoft.com/office/2006/metadata/properties"/>
    <ds:schemaRef ds:uri="http://schemas.microsoft.com/office/infopath/2007/PartnerControls"/>
    <ds:schemaRef ds:uri="19fa0ad8-cca7-49f9-93c9-14cea3d6850b"/>
  </ds:schemaRefs>
</ds:datastoreItem>
</file>

<file path=customXml/itemProps2.xml><?xml version="1.0" encoding="utf-8"?>
<ds:datastoreItem xmlns:ds="http://schemas.openxmlformats.org/officeDocument/2006/customXml" ds:itemID="{FDDAE6EC-9A6D-498D-A19B-93F98DC04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D3BC-EF44-4E6D-9A9E-BFD8F9BF1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a0ad8-cca7-49f9-93c9-14cea3d68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D2A44E-4C1F-44F3-8230-A53EC2F4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</Template>
  <TotalTime>256</TotalTime>
  <Pages>2</Pages>
  <Words>593</Words>
  <Characters>4610</Characters>
  <Application>Microsoft Office Word</Application>
  <DocSecurity>0</DocSecurity>
  <Lines>38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338</cp:revision>
  <cp:lastPrinted>2015-09-29T10:36:00Z</cp:lastPrinted>
  <dcterms:created xsi:type="dcterms:W3CDTF">2025-11-02T06:23:00Z</dcterms:created>
  <dcterms:modified xsi:type="dcterms:W3CDTF">2025-11-04T06:55:00Z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0x01010051FA348577098245899D2F4916D234F0</vt:lpwstr>
  </property>
</Properties>
</file>